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9" w:type="dxa"/>
        <w:tblInd w:w="-22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31"/>
        <w:gridCol w:w="7684"/>
        <w:gridCol w:w="1134"/>
      </w:tblGrid>
      <w:tr w:rsidR="00FB1ED7" w14:paraId="325ACB5B" w14:textId="77777777" w:rsidTr="00143310">
        <w:trPr>
          <w:trHeight w:val="1137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CB3BD4" w14:textId="77777777" w:rsidR="00FB1ED7" w:rsidRDefault="00453D3A" w:rsidP="0048788D">
            <w:pPr>
              <w:pStyle w:val="Titre4"/>
            </w:pPr>
            <w:r>
              <w:rPr>
                <w:noProof/>
                <w:lang w:eastAsia="fr-FR" w:bidi="ar-SA"/>
              </w:rPr>
              <w:drawing>
                <wp:inline distT="0" distB="0" distL="0" distR="0" wp14:anchorId="56169506" wp14:editId="3B5FE584">
                  <wp:extent cx="770865" cy="751336"/>
                  <wp:effectExtent l="0" t="0" r="0" b="1079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SI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0865" cy="751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C3119A" w14:textId="3FB0AA0F" w:rsidR="0026367A" w:rsidRPr="0026367A" w:rsidRDefault="0026367A" w:rsidP="003F66CD">
            <w:pPr>
              <w:pStyle w:val="Heading"/>
            </w:pPr>
            <w:r>
              <w:t xml:space="preserve">Moteur CC - </w:t>
            </w:r>
            <w:r w:rsidR="003F66CD">
              <w:t>approfondissement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6C00EC" w14:textId="77777777" w:rsidR="00FB1ED7" w:rsidRDefault="00EB6EA2" w:rsidP="008D37DE">
            <w:pPr>
              <w:pStyle w:val="Heading"/>
            </w:pPr>
            <w:r>
              <w:t>Cours</w:t>
            </w:r>
          </w:p>
          <w:p w14:paraId="2D8715C4" w14:textId="0E6F2277" w:rsidR="00B8607A" w:rsidRDefault="00B8607A" w:rsidP="008D37DE">
            <w:pPr>
              <w:pStyle w:val="Heading"/>
            </w:pPr>
            <w:r>
              <w:t>C8</w:t>
            </w:r>
            <w:r w:rsidR="00063D00">
              <w:t>-</w:t>
            </w:r>
            <w:r w:rsidR="003F66CD">
              <w:t>2</w:t>
            </w:r>
          </w:p>
        </w:tc>
      </w:tr>
    </w:tbl>
    <w:p w14:paraId="60384304" w14:textId="77777777" w:rsidR="00B83E83" w:rsidRDefault="00B83E83" w:rsidP="00B83E83">
      <w:pPr>
        <w:pStyle w:val="nornale"/>
      </w:pPr>
    </w:p>
    <w:p w14:paraId="5277BD65" w14:textId="5DBCF406" w:rsidR="0001458B" w:rsidRDefault="003F66CD" w:rsidP="00EB6EA2">
      <w:r>
        <w:rPr>
          <w:noProof/>
        </w:rPr>
        <w:drawing>
          <wp:anchor distT="0" distB="0" distL="114300" distR="114300" simplePos="0" relativeHeight="251879424" behindDoc="1" locked="0" layoutInCell="1" allowOverlap="1" wp14:anchorId="14CB812D" wp14:editId="3CA4AEC0">
            <wp:simplePos x="0" y="0"/>
            <wp:positionH relativeFrom="column">
              <wp:posOffset>4999893</wp:posOffset>
            </wp:positionH>
            <wp:positionV relativeFrom="paragraph">
              <wp:posOffset>74699</wp:posOffset>
            </wp:positionV>
            <wp:extent cx="780236" cy="979170"/>
            <wp:effectExtent l="0" t="0" r="7620" b="11430"/>
            <wp:wrapNone/>
            <wp:docPr id="270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Image 4"/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8168"/>
                    <a:stretch/>
                  </pic:blipFill>
                  <pic:spPr bwMode="auto">
                    <a:xfrm>
                      <a:off x="0" y="0"/>
                      <a:ext cx="780236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73128DB7" w14:textId="195B46EF" w:rsidR="00A67AA7" w:rsidRDefault="003F66CD" w:rsidP="005F1907">
      <w:pPr>
        <w:pStyle w:val="Niv1"/>
      </w:pPr>
      <w:r>
        <w:t xml:space="preserve">Contexte </w:t>
      </w:r>
      <w:r w:rsidR="00B7042D">
        <w:t>:</w:t>
      </w:r>
    </w:p>
    <w:p w14:paraId="4CCA1D32" w14:textId="695F4852" w:rsidR="003F66CD" w:rsidRDefault="003F66CD" w:rsidP="00EB6EA2"/>
    <w:p w14:paraId="00CEF2FD" w14:textId="246AB093" w:rsidR="003F66CD" w:rsidRDefault="003F66CD" w:rsidP="00EB6EA2">
      <w:r>
        <w:t>L’étude suivante ne porte que sur le moteur à courant continu à aimant permanent</w:t>
      </w:r>
    </w:p>
    <w:p w14:paraId="114564E8" w14:textId="77777777" w:rsidR="003F66CD" w:rsidRDefault="003F66CD" w:rsidP="00EB6EA2"/>
    <w:p w14:paraId="700AE47F" w14:textId="77777777" w:rsidR="003F66CD" w:rsidRDefault="003F66CD" w:rsidP="003F66CD">
      <w:pPr>
        <w:pStyle w:val="Niv1"/>
      </w:pPr>
      <w:r>
        <w:t>Caractéristique électromécanique à tension constante :</w:t>
      </w:r>
    </w:p>
    <w:p w14:paraId="2E3CDD84" w14:textId="77777777" w:rsidR="003F66CD" w:rsidRDefault="003F66CD" w:rsidP="00EB6EA2"/>
    <w:p w14:paraId="58647506" w14:textId="0082A745" w:rsidR="00ED05C8" w:rsidRDefault="00ED05C8" w:rsidP="00ED05C8">
      <w:pPr>
        <w:pStyle w:val="Titre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41A3E4A9" wp14:editId="1B4049B3">
                <wp:simplePos x="0" y="0"/>
                <wp:positionH relativeFrom="column">
                  <wp:posOffset>2207895</wp:posOffset>
                </wp:positionH>
                <wp:positionV relativeFrom="paragraph">
                  <wp:posOffset>79375</wp:posOffset>
                </wp:positionV>
                <wp:extent cx="2854325" cy="1845945"/>
                <wp:effectExtent l="0" t="0" r="0" b="8255"/>
                <wp:wrapThrough wrapText="bothSides">
                  <wp:wrapPolygon edited="0">
                    <wp:start x="1538" y="0"/>
                    <wp:lineTo x="192" y="5053"/>
                    <wp:lineTo x="192" y="9214"/>
                    <wp:lineTo x="577" y="9808"/>
                    <wp:lineTo x="2883" y="9808"/>
                    <wp:lineTo x="2307" y="19319"/>
                    <wp:lineTo x="3268" y="20805"/>
                    <wp:lineTo x="4036" y="21399"/>
                    <wp:lineTo x="18453" y="21399"/>
                    <wp:lineTo x="18837" y="20805"/>
                    <wp:lineTo x="20951" y="19616"/>
                    <wp:lineTo x="21336" y="17238"/>
                    <wp:lineTo x="20759" y="16050"/>
                    <wp:lineTo x="18260" y="14563"/>
                    <wp:lineTo x="18453" y="7728"/>
                    <wp:lineTo x="15185" y="5647"/>
                    <wp:lineTo x="10572" y="5053"/>
                    <wp:lineTo x="3075" y="0"/>
                    <wp:lineTo x="1538" y="0"/>
                  </wp:wrapPolygon>
                </wp:wrapThrough>
                <wp:docPr id="20" name="Grouper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4325" cy="1845945"/>
                          <a:chOff x="0" y="0"/>
                          <a:chExt cx="2854325" cy="1845945"/>
                        </a:xfrm>
                      </wpg:grpSpPr>
                      <wpg:grpSp>
                        <wpg:cNvPr id="16" name="Grouper 16"/>
                        <wpg:cNvGrpSpPr/>
                        <wpg:grpSpPr>
                          <a:xfrm>
                            <a:off x="325755" y="144780"/>
                            <a:ext cx="2425064" cy="1592580"/>
                            <a:chOff x="0" y="0"/>
                            <a:chExt cx="2425064" cy="1592580"/>
                          </a:xfrm>
                        </wpg:grpSpPr>
                        <wps:wsp>
                          <wps:cNvPr id="2" name="Connecteur droit avec flèche 2"/>
                          <wps:cNvCnPr/>
                          <wps:spPr>
                            <a:xfrm flipV="1">
                              <a:off x="108585" y="0"/>
                              <a:ext cx="0" cy="1592580"/>
                            </a:xfrm>
                            <a:prstGeom prst="straightConnector1">
                              <a:avLst/>
                            </a:prstGeom>
                            <a:ln w="12700" cmpd="sng">
                              <a:solidFill>
                                <a:schemeClr val="tx1"/>
                              </a:solidFill>
                              <a:headEnd type="none"/>
                              <a:tailEnd type="arrow"/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" name="Connecteur droit avec flèche 4"/>
                          <wps:cNvCnPr/>
                          <wps:spPr>
                            <a:xfrm flipH="1">
                              <a:off x="0" y="1483995"/>
                              <a:ext cx="2425064" cy="0"/>
                            </a:xfrm>
                            <a:prstGeom prst="straightConnector1">
                              <a:avLst/>
                            </a:prstGeom>
                            <a:ln w="12700" cmpd="sng">
                              <a:solidFill>
                                <a:schemeClr val="tx1"/>
                              </a:solidFill>
                              <a:headEnd type="arrow"/>
                              <a:tailEnd type="none"/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" name="Connecteur droit 5"/>
                          <wps:cNvCnPr/>
                          <wps:spPr>
                            <a:xfrm>
                              <a:off x="289560" y="361950"/>
                              <a:ext cx="1737360" cy="217170"/>
                            </a:xfrm>
                            <a:prstGeom prst="line">
                              <a:avLst/>
                            </a:prstGeom>
                            <a:ln w="28575" cmpd="sng">
                              <a:solidFill>
                                <a:srgbClr val="FF00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" name="Connecteur droit 6"/>
                          <wps:cNvCnPr/>
                          <wps:spPr>
                            <a:xfrm flipH="1" flipV="1">
                              <a:off x="108585" y="325755"/>
                              <a:ext cx="180976" cy="36196"/>
                            </a:xfrm>
                            <a:prstGeom prst="line">
                              <a:avLst/>
                            </a:prstGeom>
                            <a:ln w="9525" cmpd="sng">
                              <a:solidFill>
                                <a:srgbClr val="000000"/>
                              </a:solidFill>
                              <a:prstDash val="sysDash"/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Connecteur droit 7"/>
                          <wps:cNvCnPr/>
                          <wps:spPr>
                            <a:xfrm flipH="1" flipV="1">
                              <a:off x="108585" y="361950"/>
                              <a:ext cx="180975" cy="0"/>
                            </a:xfrm>
                            <a:prstGeom prst="line">
                              <a:avLst/>
                            </a:prstGeom>
                            <a:ln w="9525" cmpd="sng">
                              <a:solidFill>
                                <a:srgbClr val="000000"/>
                              </a:solidFill>
                              <a:prstDash val="sysDash"/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Connecteur droit 8"/>
                          <wps:cNvCnPr/>
                          <wps:spPr>
                            <a:xfrm flipV="1">
                              <a:off x="289560" y="361950"/>
                              <a:ext cx="0" cy="1122045"/>
                            </a:xfrm>
                            <a:prstGeom prst="line">
                              <a:avLst/>
                            </a:prstGeom>
                            <a:ln w="9525" cmpd="sng">
                              <a:solidFill>
                                <a:srgbClr val="000000"/>
                              </a:solidFill>
                              <a:prstDash val="sysDash"/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Connecteur droit 9"/>
                          <wps:cNvCnPr/>
                          <wps:spPr>
                            <a:xfrm flipV="1">
                              <a:off x="2026920" y="579120"/>
                              <a:ext cx="0" cy="904874"/>
                            </a:xfrm>
                            <a:prstGeom prst="line">
                              <a:avLst/>
                            </a:prstGeom>
                            <a:ln w="9525" cmpd="sng">
                              <a:solidFill>
                                <a:srgbClr val="000000"/>
                              </a:solidFill>
                              <a:prstDash val="sysDash"/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9" name="Grouper 19"/>
                        <wpg:cNvGrpSpPr/>
                        <wpg:grpSpPr>
                          <a:xfrm>
                            <a:off x="0" y="0"/>
                            <a:ext cx="2854325" cy="1845945"/>
                            <a:chOff x="0" y="0"/>
                            <a:chExt cx="2854325" cy="1845945"/>
                          </a:xfrm>
                        </wpg:grpSpPr>
                        <wps:wsp>
                          <wps:cNvPr id="10" name="Zone de texte 10"/>
                          <wps:cNvSpPr txBox="1"/>
                          <wps:spPr>
                            <a:xfrm rot="411962">
                              <a:off x="904875" y="432435"/>
                              <a:ext cx="1266825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768FF2B" w14:textId="22E7E0D7" w:rsidR="0026367A" w:rsidRPr="000B1EE8" w:rsidRDefault="0026367A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0B1EE8">
                                  <w:rPr>
                                    <w:sz w:val="16"/>
                                    <w:szCs w:val="16"/>
                                  </w:rPr>
                                  <w:t>Pente faible si R petit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Zone de texte 11"/>
                          <wps:cNvSpPr txBox="1"/>
                          <wps:spPr>
                            <a:xfrm>
                              <a:off x="506730" y="1628775"/>
                              <a:ext cx="289560" cy="2171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916C10F" w14:textId="4F67767C" w:rsidR="0026367A" w:rsidRPr="000B1EE8" w:rsidRDefault="0026367A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0B1EE8">
                                  <w:rPr>
                                    <w:sz w:val="18"/>
                                    <w:szCs w:val="18"/>
                                  </w:rPr>
                                  <w:t>I</w:t>
                                </w:r>
                                <w:r w:rsidRPr="000B1EE8">
                                  <w:rPr>
                                    <w:sz w:val="18"/>
                                    <w:szCs w:val="18"/>
                                    <w:vertAlign w:val="subscript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Zone de texte 12"/>
                          <wps:cNvSpPr txBox="1"/>
                          <wps:spPr>
                            <a:xfrm>
                              <a:off x="2207895" y="1628775"/>
                              <a:ext cx="289560" cy="2171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7D6F07B" w14:textId="21E88CFE" w:rsidR="0026367A" w:rsidRPr="000B1EE8" w:rsidRDefault="0026367A" w:rsidP="000B1EE8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0B1EE8">
                                  <w:rPr>
                                    <w:sz w:val="18"/>
                                    <w:szCs w:val="18"/>
                                  </w:rPr>
                                  <w:t>I</w:t>
                                </w:r>
                                <w:r>
                                  <w:rPr>
                                    <w:sz w:val="18"/>
                                    <w:szCs w:val="18"/>
                                    <w:vertAlign w:val="subscript"/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Zone de texte 13"/>
                          <wps:cNvSpPr txBox="1"/>
                          <wps:spPr>
                            <a:xfrm>
                              <a:off x="2564765" y="1355090"/>
                              <a:ext cx="289560" cy="2171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18E2CCF" w14:textId="532C5403" w:rsidR="0026367A" w:rsidRPr="000B1EE8" w:rsidRDefault="0026367A" w:rsidP="000B1EE8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0B1EE8">
                                  <w:rPr>
                                    <w:sz w:val="18"/>
                                    <w:szCs w:val="18"/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Zone de texte 15"/>
                          <wps:cNvSpPr txBox="1"/>
                          <wps:spPr>
                            <a:xfrm>
                              <a:off x="180975" y="0"/>
                              <a:ext cx="289560" cy="2171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25AECD5" w14:textId="24178F02" w:rsidR="0026367A" w:rsidRPr="000B1EE8" w:rsidRDefault="0026367A" w:rsidP="000B1EE8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eastAsiaTheme="minorHAnsi" w:cs="Arial"/>
                                  </w:rPr>
                                  <w:t>Ω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Zone de texte 17"/>
                          <wps:cNvSpPr txBox="1"/>
                          <wps:spPr>
                            <a:xfrm>
                              <a:off x="1158240" y="941070"/>
                              <a:ext cx="651510" cy="2533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D01CD14" w14:textId="1829BA16" w:rsidR="0026367A" w:rsidRDefault="0026367A">
                                <w:r>
                                  <w:t>U = C</w:t>
                                </w:r>
                                <w:r w:rsidRPr="000B1EE8">
                                  <w:rPr>
                                    <w:vertAlign w:val="superscript"/>
                                  </w:rPr>
                                  <w:t>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Zone de texte 18"/>
                          <wps:cNvSpPr txBox="1"/>
                          <wps:spPr>
                            <a:xfrm>
                              <a:off x="0" y="325755"/>
                              <a:ext cx="434340" cy="5429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A079D15" w14:textId="201D83B4" w:rsidR="0026367A" w:rsidRPr="000B1EE8" w:rsidRDefault="0026367A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0B1EE8">
                                  <w:rPr>
                                    <w:sz w:val="18"/>
                                    <w:szCs w:val="18"/>
                                  </w:rPr>
                                  <w:t>U/K</w:t>
                                </w:r>
                                <w:r w:rsidRPr="000B1EE8">
                                  <w:rPr>
                                    <w:rFonts w:cs="Arial"/>
                                    <w:sz w:val="18"/>
                                    <w:szCs w:val="18"/>
                                  </w:rPr>
                                  <w:t>≈</w:t>
                                </w:r>
                                <w:r w:rsidRPr="000B1EE8">
                                  <w:rPr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Pr="000B1EE8">
                                  <w:rPr>
                                    <w:rFonts w:eastAsiaTheme="minorHAnsi" w:cs="Arial"/>
                                    <w:sz w:val="18"/>
                                    <w:szCs w:val="18"/>
                                  </w:rPr>
                                  <w:t>Ω</w:t>
                                </w:r>
                                <w:r w:rsidRPr="000B1EE8">
                                  <w:rPr>
                                    <w:rFonts w:eastAsiaTheme="minorHAnsi" w:cs="Arial"/>
                                    <w:sz w:val="18"/>
                                    <w:szCs w:val="18"/>
                                    <w:vertAlign w:val="subscript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1A3E4A9" id="Grouper 20" o:spid="_x0000_s1026" style="position:absolute;margin-left:173.85pt;margin-top:6.25pt;width:224.75pt;height:145.35pt;z-index:251720704;mso-width-relative:margin" coordsize="2854325,184594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">
                <v:group id="Grouper 16" o:spid="_x0000_s1027" style="position:absolute;left:325755;top:144780;width:2425064;height:1592580" coordsize="2425064,15925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A2Y//XDAAAA2wAAAA8A&#10;AAAAAAAAAAAAAAAAqQIAAGRycy9kb3ducmV2LnhtbFBLBQYAAAAABAAEAPoAAACZAwAAAAA=&#10;">
                  <v:shapetype id="_x0000_t32" coordsize="21600,21600" o:spt="32" o:oned="t" path="m0,0l21600,21600e" filled="f">
                    <v:path arrowok="t" fillok="f" o:connecttype="none"/>
                    <o:lock v:ext="edit" shapetype="t"/>
                  </v:shapetype>
                  <v:shape id="Connecteur droit avec flèche 2" o:spid="_x0000_s1028" type="#_x0000_t32" style="position:absolute;left:108585;width:0;height:1592580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OQEfcQAAADaAAAADwAAAGRycy9kb3ducmV2LnhtbESPQWvCQBSE74L/YXlCL6KbBiqSuoop&#10;FHKxVlukx0f2mQSzb8Pu1sR/3xUKHoeZ+YZZbQbTiis531hW8DxPQBCXVjdcKfj+ep8tQfiArLG1&#10;TApu5GGzHo9WmGnb84Gux1CJCGGfoYI6hC6T0pc1GfRz2xFH72ydwRClq6R22Ee4aWWaJAtpsOG4&#10;UGNHbzWVl+OvUZCnedJ9/kz3xYd2fX667F5uxU6pp8mwfQURaAiP8H+70ApSuF+JN0Cu/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E5AR9xAAAANoAAAAPAAAAAAAAAAAA&#10;AAAAAKECAABkcnMvZG93bnJldi54bWxQSwUGAAAAAAQABAD5AAAAkgMAAAAA&#10;" strokecolor="black [3213]" strokeweight="1pt">
                    <v:stroke endarrow="open"/>
                  </v:shape>
                  <v:shape id="Connecteur droit avec flèche 4" o:spid="_x0000_s1029" type="#_x0000_t32" style="position:absolute;top:1483995;width:2425064;height:0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+jqG8EAAADaAAAADwAAAGRycy9kb3ducmV2LnhtbESPQYvCMBSE74L/ITzBm6ZKlaVrFBVE&#10;L7Koy54fzdu2bPNSkmirv94sCB6HmfmGWaw6U4sbOV9ZVjAZJyCIc6srLhR8X3ajDxA+IGusLZOC&#10;O3lYLfu9BWbatnyi2zkUIkLYZ6igDKHJpPR5SQb92DbE0fu1zmCI0hVSO2wj3NRymiRzabDiuFBi&#10;Q9uS8r/z1SiYbfni2h/6St1jf0yvTfuoNoVSw0G3/gQRqAvv8Kt90ApS+L8Sb4BcPgE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z6OobwQAAANoAAAAPAAAAAAAAAAAAAAAA&#10;AKECAABkcnMvZG93bnJldi54bWxQSwUGAAAAAAQABAD5AAAAjwMAAAAA&#10;" strokecolor="black [3213]" strokeweight="1pt">
                    <v:stroke startarrow="open"/>
                  </v:shape>
                  <v:line id="Connecteur droit 5" o:spid="_x0000_s1030" style="position:absolute;visibility:visible;mso-wrap-style:square" from="289560,361950" to="2026920,5791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7IutMIAAADaAAAADwAAAGRycy9kb3ducmV2LnhtbESPQWsCMRSE70L/Q3gFb5qtWNHVKFUQ&#10;BClFW/D6TJ67q5uXZRM1/fdNQfA4zMw3zGwRbS1u1PrKsYK3fgaCWDtTcaHg53vdG4PwAdlg7ZgU&#10;/JKHxfylM8PcuDvv6LYPhUgQ9jkqKENocim9Lsmi77uGOHkn11oMSbaFNC3eE9zWcpBlI2mx4rRQ&#10;YkOrkvRlf7UKDufJ8StW2gz5uNsONz5+6uVSqe5r/JiCCBTDM/xob4yCd/i/km6AnP8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i7IutMIAAADaAAAADwAAAAAAAAAAAAAA&#10;AAChAgAAZHJzL2Rvd25yZXYueG1sUEsFBgAAAAAEAAQA+QAAAJADAAAAAA==&#10;" strokecolor="red" strokeweight="2.25pt"/>
                  <v:line id="Connecteur droit 6" o:spid="_x0000_s1031" style="position:absolute;flip:x y;visibility:visible;mso-wrap-style:square" from="108585,325755" to="289561,36195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4BeBsMAAADaAAAADwAAAGRycy9kb3ducmV2LnhtbESP0WrCQBRE3wv9h+UW+lY3+pCE6Cql&#10;YkkRoVE/4JK9JsHs3Zjdmvj3riD0cZiZM8xiNZpWXKl3jWUF00kEgri0uuFKwfGw+UhBOI+ssbVM&#10;Cm7kYLV8fVlgpu3ABV33vhIBwi5DBbX3XSalK2sy6Ca2Iw7eyfYGfZB9JXWPQ4CbVs6iKJYGGw4L&#10;NXb0VVN53v8ZBXn72+yKw3cyjfKUkzX9bMtLp9T72/g5B+Fp9P/hZzvXCmJ4XAk3QC7v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BOAXgbDAAAA2gAAAA8AAAAAAAAAAAAA&#10;AAAAoQIAAGRycy9kb3ducmV2LnhtbFBLBQYAAAAABAAEAPkAAACRAwAAAAA=&#10;">
                    <v:stroke dashstyle="3 1"/>
                  </v:line>
                  <v:line id="Connecteur droit 7" o:spid="_x0000_s1032" style="position:absolute;flip:x y;visibility:visible;mso-wrap-style:square" from="108585,361950" to="289560,36195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Mz7ncIAAADaAAAADwAAAGRycy9kb3ducmV2LnhtbESP0YrCMBRE3xf8h3AF37apPlipRhFl&#10;pSILq/UDLs21LTY33SZq/XsjLOzjMDNnmMWqN424U+dqywrGUQyCuLC65lLBOf/6nIFwHlljY5kU&#10;PMnBajn4WGCq7YOPdD/5UgQIuxQVVN63qZSuqMigi2xLHLyL7Qz6ILtS6g4fAW4aOYnjqTRYc1io&#10;sKVNRcX1dDMKsuan/j7mu2QcZzNOtrQ/FL+tUqNhv56D8NT7//BfO9MKEnhfCTdALl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fMz7ncIAAADaAAAADwAAAAAAAAAAAAAA&#10;AAChAgAAZHJzL2Rvd25yZXYueG1sUEsFBgAAAAAEAAQA+QAAAJADAAAAAA==&#10;">
                    <v:stroke dashstyle="3 1"/>
                  </v:line>
                  <v:line id="Connecteur droit 8" o:spid="_x0000_s1033" style="position:absolute;flip:y;visibility:visible;mso-wrap-style:square" from="289560,361950" to="289560,148399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">
                    <v:stroke dashstyle="3 1"/>
                  </v:line>
                  <v:line id="Connecteur droit 9" o:spid="_x0000_s1034" style="position:absolute;flip:y;visibility:visible;mso-wrap-style:square" from="2026920,579120" to="2026920,148399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um0GcIAAADaAAAADwAAAGRycy9kb3ducmV2LnhtbESPT2vCQBTE74LfYXmCN93YQqkxqxhp&#10;QXqyiXh+ZF/+4O7bkF01fvtuodDjMDO/YbLdaI240+A7xwpWywQEceV0x42Cc/m5eAfhA7JG45gU&#10;PMnDbjudZJhq9+BvuhehERHCPkUFbQh9KqWvWrLol64njl7tBoshyqGResBHhFsjX5LkTVrsOC60&#10;2NOhpepa3KyCyykvy+Pt6/Jau/x0/diPVWJypeazcb8BEWgM/+G/9lErWMPvlXgD5PYH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Ium0GcIAAADaAAAADwAAAAAAAAAAAAAA&#10;AAChAgAAZHJzL2Rvd25yZXYueG1sUEsFBgAAAAAEAAQA+QAAAJADAAAAAA==&#10;">
                    <v:stroke dashstyle="3 1"/>
                  </v:line>
                </v:group>
                <v:group id="Grouper 19" o:spid="_x0000_s1035" style="position:absolute;width:2854325;height:1845945" coordsize="2854325,184594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8B2uHwQAAANsAAAAPAAAAZHJzL2Rvd25yZXYueG1sRE9Ni8IwEL0L+x/CLHjT&#10;tLsobtcoIq54EEFdEG9DM7bFZlKa2NZ/bwTB2zze50znnSlFQ7UrLCuIhxEI4tTqgjMF/8e/wQSE&#10;88gaS8uk4E4O5rOP3hQTbVveU3PwmQgh7BJUkHtfJVK6NCeDbmgr4sBdbG3QB1hnUtfYhnBTyq8o&#10;GkuDBYeGHCta5pReDzejYN1iu/iOV832elnez8fR7rSNSan+Z7f4BeGp82/xy73RYf4P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8B2uHwQAAANsAAAAPAAAA&#10;AAAAAAAAAAAAAKkCAABkcnMvZG93bnJldi54bWxQSwUGAAAAAAQABAD6AAAAlwMAAAAA&#10;">
                  <v:shapetype id="_x0000_t202" coordsize="21600,21600" o:spt="202" path="m0,0l0,21600,21600,21600,21600,0xe">
                    <v:stroke joinstyle="miter"/>
                    <v:path gradientshapeok="t" o:connecttype="rect"/>
                  </v:shapetype>
                  <v:shape id="Zone de texte 10" o:spid="_x0000_s1036" type="#_x0000_t202" style="position:absolute;left:904875;top:432435;width:1266825;height:219075;rotation:449972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1lobSxQAA&#10;ANsAAAAPAAAAZHJzL2Rvd25yZXYueG1sRI9Pa8JAEMXvQr/DMgVvuqkVkdRVSmlBD+LfS2/T7DQJ&#10;Zmdjdo3x2zsHwdsM7817v5ktOleplppQejbwNkxAEWfelpwbOB5+BlNQISJbrDyTgRsFWMxfejNM&#10;rb/yjtp9zJWEcEjRQBFjnWodsoIchqGviUX7943DKGuTa9vgVcJdpUdJMtEOS5aGAmv6Kig77S/O&#10;wHn6uyI/Xte77d96074fvm21PBnTf+0+P0BF6uLT/LheWsEXevlFBtDzO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WWhtLFAAAA2wAAAA8AAAAAAAAAAAAAAAAAlwIAAGRycy9k&#10;b3ducmV2LnhtbFBLBQYAAAAABAAEAPUAAACJAwAAAAA=&#10;" filled="f" stroked="f">
                    <v:textbox>
                      <w:txbxContent>
                        <w:p w14:paraId="6768FF2B" w14:textId="22E7E0D7" w:rsidR="0026367A" w:rsidRPr="000B1EE8" w:rsidRDefault="0026367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0B1EE8">
                            <w:rPr>
                              <w:sz w:val="16"/>
                              <w:szCs w:val="16"/>
                            </w:rPr>
                            <w:t>Pente faible si R petit</w:t>
                          </w:r>
                        </w:p>
                      </w:txbxContent>
                    </v:textbox>
                  </v:shape>
                  <v:shape id="Zone de texte 11" o:spid="_x0000_s1037" type="#_x0000_t202" style="position:absolute;left:506730;top:1628775;width:289560;height:21717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zHBiwAAA&#10;ANsAAAAPAAAAZHJzL2Rvd25yZXYueG1sRE9Li8IwEL4L/ocwgjdNFBW3GkUUwZOLj13Y29CMbbGZ&#10;lCba+u83Cwve5uN7znLd2lI8qfaFYw2joQJBnDpTcKbhetkP5iB8QDZYOiYNL/KwXnU7S0yMa/hE&#10;z3PIRAxhn6CGPIQqkdKnOVn0Q1cRR+7maoshwjqTpsYmhttSjpWaSYsFx4YcK9rmlN7PD6vh63j7&#10;+Z6oz2xnp1XjWiXZfkit+712swARqA1v8b/7YOL8Efz9Eg+Qq1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zzHBiwAAAANsAAAAPAAAAAAAAAAAAAAAAAJcCAABkcnMvZG93bnJl&#10;di54bWxQSwUGAAAAAAQABAD1AAAAhAMAAAAA&#10;" filled="f" stroked="f">
                    <v:textbox>
                      <w:txbxContent>
                        <w:p w14:paraId="4916C10F" w14:textId="4F67767C" w:rsidR="0026367A" w:rsidRPr="000B1EE8" w:rsidRDefault="0026367A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0B1EE8">
                            <w:rPr>
                              <w:sz w:val="18"/>
                              <w:szCs w:val="18"/>
                            </w:rPr>
                            <w:t>I</w:t>
                          </w:r>
                          <w:r w:rsidRPr="000B1EE8">
                            <w:rPr>
                              <w:sz w:val="18"/>
                              <w:szCs w:val="18"/>
                              <w:vertAlign w:val="subscript"/>
                            </w:rPr>
                            <w:t>o</w:t>
                          </w:r>
                        </w:p>
                      </w:txbxContent>
                    </v:textbox>
                  </v:shape>
                  <v:shape id="Zone de texte 12" o:spid="_x0000_s1038" type="#_x0000_t202" style="position:absolute;left:2207895;top:1628775;width:289560;height:21717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Hu4VwAAA&#10;ANsAAAAPAAAAZHJzL2Rvd25yZXYueG1sRE9Li8IwEL4L/ocwgjdNFBW3GkV2ETwpPnZhb0MztsVm&#10;Uppo6783Cwve5uN7znLd2lI8qPaFYw2joQJBnDpTcKbhct4O5iB8QDZYOiYNT/KwXnU7S0yMa/hI&#10;j1PIRAxhn6CGPIQqkdKnOVn0Q1cRR+7qaoshwjqTpsYmhttSjpWaSYsFx4YcK/rMKb2d7lbD9/76&#10;+zNRh+zLTqvGtUqy/ZBa93vtZgEiUBve4n/3zsT5Y/j7JR4gVy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DHu4VwAAAANsAAAAPAAAAAAAAAAAAAAAAAJcCAABkcnMvZG93bnJl&#10;di54bWxQSwUGAAAAAAQABAD1AAAAhAMAAAAA&#10;" filled="f" stroked="f">
                    <v:textbox>
                      <w:txbxContent>
                        <w:p w14:paraId="27D6F07B" w14:textId="21E88CFE" w:rsidR="0026367A" w:rsidRPr="000B1EE8" w:rsidRDefault="0026367A" w:rsidP="000B1EE8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0B1EE8">
                            <w:rPr>
                              <w:sz w:val="18"/>
                              <w:szCs w:val="18"/>
                            </w:rPr>
                            <w:t>I</w:t>
                          </w:r>
                          <w:r>
                            <w:rPr>
                              <w:sz w:val="18"/>
                              <w:szCs w:val="18"/>
                              <w:vertAlign w:val="subscript"/>
                            </w:rPr>
                            <w:t>n</w:t>
                          </w:r>
                        </w:p>
                      </w:txbxContent>
                    </v:textbox>
                  </v:shape>
                  <v:shape id="Zone de texte 13" o:spid="_x0000_s1039" type="#_x0000_t202" style="position:absolute;left:2564765;top:1355090;width:289560;height:21717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UkuOwQAA&#10;ANsAAAAPAAAAZHJzL2Rvd25yZXYueG1sRE9Na8JAEL0X/A/LCN50V22lxmxEWgo9tZi2grchOybB&#10;7GzIbk38925B6G0e73PS7WAbcaHO1441zGcKBHHhTM2lhu+vt+kzCB+QDTaOScOVPGyz0UOKiXE9&#10;7+mSh1LEEPYJaqhCaBMpfVGRRT9zLXHkTq6zGCLsSmk67GO4beRCqZW0WHNsqLCll4qKc/5rNfx8&#10;nI6HR/VZvtqntneDkmzXUuvJeNhtQAQawr/47n43cf4S/n6JB8js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FJLjsEAAADbAAAADwAAAAAAAAAAAAAAAACXAgAAZHJzL2Rvd25y&#10;ZXYueG1sUEsFBgAAAAAEAAQA9QAAAIUDAAAAAA==&#10;" filled="f" stroked="f">
                    <v:textbox>
                      <w:txbxContent>
                        <w:p w14:paraId="218E2CCF" w14:textId="532C5403" w:rsidR="0026367A" w:rsidRPr="000B1EE8" w:rsidRDefault="0026367A" w:rsidP="000B1EE8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0B1EE8">
                            <w:rPr>
                              <w:sz w:val="18"/>
                              <w:szCs w:val="18"/>
                            </w:rPr>
                            <w:t>I</w:t>
                          </w:r>
                        </w:p>
                      </w:txbxContent>
                    </v:textbox>
                  </v:shape>
                  <v:shape id="Zone de texte 15" o:spid="_x0000_s1040" type="#_x0000_t202" style="position:absolute;left:180975;width:289560;height:21717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93ZhvwAA&#10;ANsAAAAPAAAAZHJzL2Rvd25yZXYueG1sRE9Ni8IwEL0v+B/CCN7WRNHFrUYRRfCkrLoLexuasS02&#10;k9JEW/+9EQRv83ifM1u0thQ3qn3hWMOgr0AQp84UnGk4HTefExA+IBssHZOGO3lYzDsfM0yMa/iH&#10;boeQiRjCPkENeQhVIqVPc7Lo+64ijtzZ1RZDhHUmTY1NDLelHCr1JS0WHBtyrGiVU3o5XK2G3935&#10;/2+k9tnajqvGtUqy/ZZa97rtcgoiUBve4pd7a+L8MTx/iQfI+Q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Ez3dmG/AAAA2wAAAA8AAAAAAAAAAAAAAAAAlwIAAGRycy9kb3ducmV2&#10;LnhtbFBLBQYAAAAABAAEAPUAAACDAwAAAAA=&#10;" filled="f" stroked="f">
                    <v:textbox>
                      <w:txbxContent>
                        <w:p w14:paraId="225AECD5" w14:textId="24178F02" w:rsidR="0026367A" w:rsidRPr="000B1EE8" w:rsidRDefault="0026367A" w:rsidP="000B1EE8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Theme="minorHAnsi" w:cs="Arial"/>
                            </w:rPr>
                            <w:t>Ω</w:t>
                          </w:r>
                        </w:p>
                      </w:txbxContent>
                    </v:textbox>
                  </v:shape>
                  <v:shape id="Zone de texte 17" o:spid="_x0000_s1041" type="#_x0000_t202" style="position:absolute;left:1158240;top:941070;width:651510;height:2533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aU2NwQAA&#10;ANsAAAAPAAAAZHJzL2Rvd25yZXYueG1sRE9Na8JAEL0X/A/LCN50V7G1xmxEWgo9tZi2grchOybB&#10;7GzIbk38925B6G0e73PS7WAbcaHO1441zGcKBHHhTM2lhu+vt+kzCB+QDTaOScOVPGyz0UOKiXE9&#10;7+mSh1LEEPYJaqhCaBMpfVGRRT9zLXHkTq6zGCLsSmk67GO4beRCqSdpsebYUGFLLxUV5/zXavj5&#10;OB0PS/VZvtrHtneDkmzXUuvJeNhtQAQawr/47n43cf4K/n6JB8js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2lNjcEAAADbAAAADwAAAAAAAAAAAAAAAACXAgAAZHJzL2Rvd25y&#10;ZXYueG1sUEsFBgAAAAAEAAQA9QAAAIUDAAAAAA==&#10;" filled="f" stroked="f">
                    <v:textbox>
                      <w:txbxContent>
                        <w:p w14:paraId="3D01CD14" w14:textId="1829BA16" w:rsidR="0026367A" w:rsidRDefault="0026367A">
                          <w:r>
                            <w:t>U = C</w:t>
                          </w:r>
                          <w:r w:rsidRPr="000B1EE8">
                            <w:rPr>
                              <w:vertAlign w:val="superscript"/>
                            </w:rPr>
                            <w:t>te</w:t>
                          </w:r>
                        </w:p>
                      </w:txbxContent>
                    </v:textbox>
                  </v:shape>
                  <v:shape id="Zone de texte 18" o:spid="_x0000_s1042" type="#_x0000_t202" style="position:absolute;top:325755;width:434340;height:5429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9tn/xAAA&#10;ANsAAAAPAAAAZHJzL2Rvd25yZXYueG1sRI9Pa8JAEMXvQr/DMgVvuttiRaOrlJaCpxbjH/A2ZMck&#10;NDsbslsTv33nUOhthvfmvd+st4Nv1I26WAe28DQ1oIiL4GouLRwPH5MFqJiQHTaBycKdImw3D6M1&#10;Zi70vKdbnkolIRwztFCl1GZax6Iij3EaWmLRrqHzmGTtSu067CXcN/rZmLn2WLM0VNjSW0XFd/7j&#10;LZw+r5fzzHyV7/6l7cNgNPultnb8OLyuQCUa0r/573rnBF9g5RcZQG9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vbZ/8QAAADbAAAADwAAAAAAAAAAAAAAAACXAgAAZHJzL2Rv&#10;d25yZXYueG1sUEsFBgAAAAAEAAQA9QAAAIgDAAAAAA==&#10;" filled="f" stroked="f">
                    <v:textbox>
                      <w:txbxContent>
                        <w:p w14:paraId="3A079D15" w14:textId="201D83B4" w:rsidR="0026367A" w:rsidRPr="000B1EE8" w:rsidRDefault="0026367A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0B1EE8">
                            <w:rPr>
                              <w:sz w:val="18"/>
                              <w:szCs w:val="18"/>
                            </w:rPr>
                            <w:t>U/K</w:t>
                          </w:r>
                          <w:r w:rsidRPr="000B1EE8">
                            <w:rPr>
                              <w:rFonts w:cs="Arial"/>
                              <w:sz w:val="18"/>
                              <w:szCs w:val="18"/>
                            </w:rPr>
                            <w:t>≈</w:t>
                          </w:r>
                          <w:r w:rsidRPr="000B1EE8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Pr="000B1EE8">
                            <w:rPr>
                              <w:rFonts w:eastAsiaTheme="minorHAnsi" w:cs="Arial"/>
                              <w:sz w:val="18"/>
                              <w:szCs w:val="18"/>
                            </w:rPr>
                            <w:t>Ω</w:t>
                          </w:r>
                          <w:r w:rsidRPr="000B1EE8">
                            <w:rPr>
                              <w:rFonts w:eastAsiaTheme="minorHAnsi" w:cs="Arial"/>
                              <w:sz w:val="18"/>
                              <w:szCs w:val="18"/>
                              <w:vertAlign w:val="subscript"/>
                            </w:rPr>
                            <w:t>0</w:t>
                          </w:r>
                        </w:p>
                      </w:txbxContent>
                    </v:textbox>
                  </v:shape>
                </v:group>
                <w10:wrap type="through"/>
              </v:group>
            </w:pict>
          </mc:Fallback>
        </mc:AlternateContent>
      </w:r>
      <w:r>
        <w:t xml:space="preserve">Vitesse en fonction de </w:t>
      </w:r>
      <w:r w:rsidR="00EF66B7">
        <w:t>I</w:t>
      </w:r>
    </w:p>
    <w:p w14:paraId="34BF1C65" w14:textId="02304EF7" w:rsidR="00A67AA7" w:rsidRDefault="00A67AA7" w:rsidP="00EB6EA2"/>
    <w:p w14:paraId="07883329" w14:textId="3196959A" w:rsidR="00ED05C8" w:rsidRDefault="001D2317" w:rsidP="00EB6EA2">
      <w:r>
        <w:rPr>
          <w:noProof/>
        </w:rPr>
        <mc:AlternateContent>
          <mc:Choice Requires="wpg">
            <w:drawing>
              <wp:anchor distT="0" distB="0" distL="114300" distR="114300" simplePos="0" relativeHeight="251791360" behindDoc="0" locked="0" layoutInCell="1" allowOverlap="1" wp14:anchorId="78F611C7" wp14:editId="0C58292E">
                <wp:simplePos x="0" y="0"/>
                <wp:positionH relativeFrom="column">
                  <wp:posOffset>4862830</wp:posOffset>
                </wp:positionH>
                <wp:positionV relativeFrom="paragraph">
                  <wp:posOffset>115570</wp:posOffset>
                </wp:positionV>
                <wp:extent cx="1507490" cy="1997075"/>
                <wp:effectExtent l="50800" t="50800" r="0" b="85725"/>
                <wp:wrapThrough wrapText="bothSides">
                  <wp:wrapPolygon edited="0">
                    <wp:start x="3275" y="-549"/>
                    <wp:lineTo x="2548" y="0"/>
                    <wp:lineTo x="4003" y="4396"/>
                    <wp:lineTo x="2912" y="4396"/>
                    <wp:lineTo x="2912" y="9890"/>
                    <wp:lineTo x="6551" y="13187"/>
                    <wp:lineTo x="4367" y="13187"/>
                    <wp:lineTo x="4367" y="17033"/>
                    <wp:lineTo x="-728" y="17582"/>
                    <wp:lineTo x="-728" y="22252"/>
                    <wp:lineTo x="1456" y="22252"/>
                    <wp:lineTo x="1820" y="21703"/>
                    <wp:lineTo x="6915" y="17582"/>
                    <wp:lineTo x="9826" y="13187"/>
                    <wp:lineTo x="20745" y="8791"/>
                    <wp:lineTo x="21109" y="5220"/>
                    <wp:lineTo x="18925" y="4396"/>
                    <wp:lineTo x="9826" y="4396"/>
                    <wp:lineTo x="10918" y="275"/>
                    <wp:lineTo x="10918" y="-549"/>
                    <wp:lineTo x="3275" y="-549"/>
                  </wp:wrapPolygon>
                </wp:wrapThrough>
                <wp:docPr id="458" name="Grouper 4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7490" cy="1997075"/>
                          <a:chOff x="0" y="0"/>
                          <a:chExt cx="1507490" cy="1997075"/>
                        </a:xfrm>
                      </wpg:grpSpPr>
                      <wps:wsp>
                        <wps:cNvPr id="395" name="Zone de texte 395"/>
                        <wps:cNvSpPr txBox="1"/>
                        <wps:spPr>
                          <a:xfrm>
                            <a:off x="168275" y="440055"/>
                            <a:ext cx="1339215" cy="470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659AC58" w14:textId="011995CE" w:rsidR="0026367A" w:rsidRDefault="0026367A">
                              <w:r>
                                <w:rPr>
                                  <w:rFonts w:eastAsiaTheme="minorHAnsi" w:cs="Arial"/>
                                </w:rPr>
                                <w:t xml:space="preserve">Ω </w:t>
                              </w:r>
                              <w:r>
                                <w:rPr>
                                  <w:rFonts w:ascii="Wingdings" w:eastAsiaTheme="minorHAnsi" w:hAnsi="Wingdings" w:cs="Arial"/>
                                </w:rPr>
                                <w:t></w:t>
                              </w:r>
                              <w:r>
                                <w:rPr>
                                  <w:rFonts w:eastAsiaTheme="minorHAnsi" w:cs="Arial"/>
                                </w:rPr>
                                <w:t xml:space="preserve"> si la charge à entraîner </w:t>
                              </w:r>
                              <w:r>
                                <w:rPr>
                                  <w:rFonts w:ascii="Wingdings" w:eastAsiaTheme="minorHAnsi" w:hAnsi="Wingdings" w:cs="Arial"/>
                                </w:rPr>
                                <w:t>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7" name="Forme libre 397"/>
                        <wps:cNvSpPr/>
                        <wps:spPr>
                          <a:xfrm>
                            <a:off x="234950" y="0"/>
                            <a:ext cx="525452" cy="366650"/>
                          </a:xfrm>
                          <a:custGeom>
                            <a:avLst/>
                            <a:gdLst>
                              <a:gd name="connsiteX0" fmla="*/ 499311 w 525452"/>
                              <a:gd name="connsiteY0" fmla="*/ 366650 h 366650"/>
                              <a:gd name="connsiteX1" fmla="*/ 469232 w 525452"/>
                              <a:gd name="connsiteY1" fmla="*/ 17734 h 366650"/>
                              <a:gd name="connsiteX2" fmla="*/ 0 w 525452"/>
                              <a:gd name="connsiteY2" fmla="*/ 47813 h 3666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25452" h="366650">
                                <a:moveTo>
                                  <a:pt x="499311" y="366650"/>
                                </a:moveTo>
                                <a:cubicBezTo>
                                  <a:pt x="525880" y="218761"/>
                                  <a:pt x="552450" y="70873"/>
                                  <a:pt x="469232" y="17734"/>
                                </a:cubicBezTo>
                                <a:cubicBezTo>
                                  <a:pt x="386014" y="-35405"/>
                                  <a:pt x="0" y="47813"/>
                                  <a:pt x="0" y="47813"/>
                                </a:cubicBezTo>
                              </a:path>
                            </a:pathLst>
                          </a:custGeom>
                          <a:ln>
                            <a:solidFill>
                              <a:schemeClr val="tx1"/>
                            </a:solidFill>
                            <a:headEnd type="none"/>
                            <a:tailEnd type="triangle"/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8" name="Forme libre 398"/>
                        <wps:cNvSpPr/>
                        <wps:spPr>
                          <a:xfrm>
                            <a:off x="0" y="874395"/>
                            <a:ext cx="675005" cy="1122680"/>
                          </a:xfrm>
                          <a:custGeom>
                            <a:avLst/>
                            <a:gdLst>
                              <a:gd name="connsiteX0" fmla="*/ 757990 w 757990"/>
                              <a:gd name="connsiteY0" fmla="*/ 0 h 1082842"/>
                              <a:gd name="connsiteX1" fmla="*/ 505327 w 757990"/>
                              <a:gd name="connsiteY1" fmla="*/ 619627 h 1082842"/>
                              <a:gd name="connsiteX2" fmla="*/ 0 w 757990"/>
                              <a:gd name="connsiteY2" fmla="*/ 1082842 h 10828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757990" h="1082842">
                                <a:moveTo>
                                  <a:pt x="757990" y="0"/>
                                </a:moveTo>
                                <a:cubicBezTo>
                                  <a:pt x="694824" y="219576"/>
                                  <a:pt x="631659" y="439153"/>
                                  <a:pt x="505327" y="619627"/>
                                </a:cubicBezTo>
                                <a:cubicBezTo>
                                  <a:pt x="378995" y="800101"/>
                                  <a:pt x="81213" y="1030705"/>
                                  <a:pt x="0" y="1082842"/>
                                </a:cubicBezTo>
                              </a:path>
                            </a:pathLst>
                          </a:custGeom>
                          <a:ln>
                            <a:solidFill>
                              <a:schemeClr val="tx1"/>
                            </a:solidFill>
                            <a:headEnd type="none"/>
                            <a:tailEnd type="triangle"/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F611C7" id="Grouper 458" o:spid="_x0000_s1043" style="position:absolute;margin-left:382.9pt;margin-top:9.1pt;width:118.7pt;height:157.25pt;z-index:251791360" coordsize="1507490,199707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">
                <v:shape id="Zone de texte 395" o:spid="_x0000_s1044" type="#_x0000_t202" style="position:absolute;left:168275;top:440055;width:1339215;height:4705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56UcexAAA&#10;ANwAAAAPAAAAZHJzL2Rvd25yZXYueG1sRI9Ba8JAFITvgv9heYI33dWqaOoqYin0VDGthd4e2WcS&#10;mn0bsquJ/74rCB6HmfmGWW87W4krNb50rGEyViCIM2dKzjV8f72PliB8QDZYOSYNN/Kw3fR7a0yM&#10;a/lI1zTkIkLYJ6ihCKFOpPRZQRb92NXE0Tu7xmKIssmlabCNcFvJqVILabHkuFBgTfuCsr/0YjWc&#10;Ps+/PzN1yN/svG5dpyTbldR6OOh2ryACdeEZfrQ/jIaX1RzuZ+IRkJt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elHHsQAAADcAAAADwAAAAAAAAAAAAAAAACXAgAAZHJzL2Rv&#10;d25yZXYueG1sUEsFBgAAAAAEAAQA9QAAAIgDAAAAAA==&#10;" filled="f" stroked="f">
                  <v:textbox>
                    <w:txbxContent>
                      <w:p w14:paraId="2659AC58" w14:textId="011995CE" w:rsidR="0026367A" w:rsidRDefault="0026367A">
                        <w:r>
                          <w:rPr>
                            <w:rFonts w:eastAsiaTheme="minorHAnsi" w:cs="Arial"/>
                          </w:rPr>
                          <w:t xml:space="preserve">Ω </w:t>
                        </w:r>
                        <w:r>
                          <w:rPr>
                            <w:rFonts w:ascii="Wingdings" w:eastAsiaTheme="minorHAnsi" w:hAnsi="Wingdings" w:cs="Arial"/>
                          </w:rPr>
                          <w:t></w:t>
                        </w:r>
                        <w:r>
                          <w:rPr>
                            <w:rFonts w:eastAsiaTheme="minorHAnsi" w:cs="Arial"/>
                          </w:rPr>
                          <w:t xml:space="preserve"> si la charge à entraîner </w:t>
                        </w:r>
                        <w:r>
                          <w:rPr>
                            <w:rFonts w:ascii="Wingdings" w:eastAsiaTheme="minorHAnsi" w:hAnsi="Wingdings" w:cs="Arial"/>
                          </w:rPr>
                          <w:t></w:t>
                        </w:r>
                      </w:p>
                    </w:txbxContent>
                  </v:textbox>
                </v:shape>
                <v:shape id="Forme libre 397" o:spid="_x0000_s1045" style="position:absolute;left:234950;width:525452;height:366650;visibility:visible;mso-wrap-style:square;v-text-anchor:middle" coordsize="525452,36665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+kwOxQAA&#10;ANwAAAAPAAAAZHJzL2Rvd25yZXYueG1sRI/RagIxFETfBf8hXME3zVpr1a1RRGirhVKrfsBlc80u&#10;3dwsm3Td/r0RBB+HmTnDLFatLUVDtS8cKxgNExDEmdMFGwWn49tgBsIHZI2lY1LwTx5Wy25ngal2&#10;F/6h5hCMiBD2KSrIQ6hSKX2Wk0U/dBVx9M6uthiirI3UNV4i3JbyKUlepMWC40KOFW1yyn4Pf1aB&#10;Oc6Kk5V2vtu/l5MPUzXPX5/fSvV77foVRKA2PML39lYrGM+ncDsTj4BcXg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/6TA7FAAAA3AAAAA8AAAAAAAAAAAAAAAAAlwIAAGRycy9k&#10;b3ducmV2LnhtbFBLBQYAAAAABAAEAPUAAACJAwAAAAA=&#10;" path="m499311,366650c525880,218761,552450,70873,469232,17734,386014,-35405,,47813,,47813e" filled="f" strokecolor="black [3213]" strokeweight="2pt">
                  <v:stroke endarrow="block"/>
                  <v:path arrowok="t" o:connecttype="custom" o:connectlocs="499311,366650;469232,17734;0,47813" o:connectangles="0,0,0"/>
                </v:shape>
                <v:shape id="Forme libre 398" o:spid="_x0000_s1046" style="position:absolute;top:874395;width:675005;height:1122680;visibility:visible;mso-wrap-style:square;v-text-anchor:middle" coordsize="757990,108284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VG3AwQAA&#10;ANwAAAAPAAAAZHJzL2Rvd25yZXYueG1sRE/LisIwFN0L/kO4grsxreLgdIwiglhx4Ws+4E5zbYvN&#10;TW2i1r83C8Hl4byn89ZU4k6NKy0riAcRCOLM6pJzBX+n1dcEhPPIGivLpOBJDuazbmeKibYPPtD9&#10;6HMRQtglqKDwvk6kdFlBBt3A1sSBO9vGoA+wyaVu8BHCTSWHUfQtDZYcGgqsaVlQdjnejILxepP+&#10;p3G7HS538cFXbrErr3ul+r128QvCU+s/4rc71QpGP2FtOBOOgJy9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31RtwMEAAADcAAAADwAAAAAAAAAAAAAAAACXAgAAZHJzL2Rvd25y&#10;ZXYueG1sUEsFBgAAAAAEAAQA9QAAAIUDAAAAAA==&#10;" path="m757990,0c694824,219576,631659,439153,505327,619627,378995,800101,81213,1030705,,1082842e" filled="f" strokecolor="black [3213]" strokeweight="2pt">
                  <v:stroke endarrow="block"/>
                  <v:path arrowok="t" o:connecttype="custom" o:connectlocs="675005,0;450004,642423;0,1122680" o:connectangles="0,0,0"/>
                </v:shape>
                <w10:wrap type="through"/>
              </v:group>
            </w:pict>
          </mc:Fallback>
        </mc:AlternateContent>
      </w:r>
      <w:r w:rsidR="00ED05C8">
        <w:t>U = E+RI</w:t>
      </w:r>
    </w:p>
    <w:p w14:paraId="2E3C78FD" w14:textId="615C3FBD" w:rsidR="00ED05C8" w:rsidRDefault="00ED05C8" w:rsidP="00EB6EA2">
      <w:pPr>
        <w:rPr>
          <w:rFonts w:eastAsiaTheme="minorHAnsi" w:cs="Arial"/>
        </w:rPr>
      </w:pPr>
      <w:r>
        <w:t>E = K.</w:t>
      </w:r>
      <w:r>
        <w:rPr>
          <w:rFonts w:eastAsiaTheme="minorHAnsi" w:cs="Arial"/>
        </w:rPr>
        <w:t>Ω</w:t>
      </w:r>
    </w:p>
    <w:p w14:paraId="3EB104C8" w14:textId="77777777" w:rsidR="00ED05C8" w:rsidRDefault="00ED05C8" w:rsidP="00EB6EA2">
      <w:pPr>
        <w:rPr>
          <w:rFonts w:eastAsiaTheme="minorHAnsi" w:cs="Arial"/>
        </w:rPr>
      </w:pPr>
    </w:p>
    <w:p w14:paraId="4121181A" w14:textId="6FB8E81D" w:rsidR="0011105B" w:rsidRDefault="00CE66BB" w:rsidP="00EB6EA2">
      <w:pPr>
        <w:rPr>
          <w:rFonts w:eastAsiaTheme="minorHAnsi" w:cs="Arial"/>
        </w:rPr>
      </w:pPr>
      <w:r>
        <w:rPr>
          <w:rFonts w:eastAsiaTheme="minorHAnsi" w:cs="Arial"/>
        </w:rPr>
        <w:t>A</w:t>
      </w:r>
      <w:r w:rsidR="00ED05C8">
        <w:rPr>
          <w:rFonts w:eastAsiaTheme="minorHAnsi" w:cs="Arial"/>
        </w:rPr>
        <w:t>lors</w:t>
      </w:r>
      <w:r>
        <w:rPr>
          <w:rFonts w:eastAsiaTheme="minorHAnsi" w:cs="Arial"/>
        </w:rPr>
        <w:t xml:space="preserve"> :</w:t>
      </w:r>
    </w:p>
    <w:p w14:paraId="19010C85" w14:textId="1DD5B300" w:rsidR="00ED05C8" w:rsidRDefault="00ED05C8" w:rsidP="00EB6EA2"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6C616C2" wp14:editId="2D307253">
                <wp:simplePos x="0" y="0"/>
                <wp:positionH relativeFrom="column">
                  <wp:posOffset>-36195</wp:posOffset>
                </wp:positionH>
                <wp:positionV relativeFrom="paragraph">
                  <wp:posOffset>88265</wp:posOffset>
                </wp:positionV>
                <wp:extent cx="2099310" cy="534670"/>
                <wp:effectExtent l="0" t="0" r="34290" b="24130"/>
                <wp:wrapSquare wrapText="bothSides"/>
                <wp:docPr id="361" name="Zone de texte 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9310" cy="53467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FC9921" w14:textId="77777777" w:rsidR="0026367A" w:rsidRPr="00AD2B86" w:rsidRDefault="0026367A" w:rsidP="00ED05C8">
                            <w:pPr>
                              <w:rPr>
                                <w:rFonts w:asciiTheme="minorHAnsi" w:eastAsiaTheme="minorEastAsia" w:hAnsiTheme="minorHAnsi" w:cstheme="minorBidi"/>
                                <w:sz w:val="24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>Ω=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  <m:t>U-R.I</m:t>
                                    </m:r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  <m:t>K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>=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inorHAnsi" w:hAnsi="Cambria Math" w:cs="Arial"/>
                                        <w:i/>
                                        <w:sz w:val="24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  <m:t>Ω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  <m:t>0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>-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HAnsi" w:hAnsi="Cambria Math" w:cs="Arial"/>
                                        <w:i/>
                                        <w:sz w:val="24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  <m:t>R.I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  <m:t>K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7853EC53" w14:textId="6B8B7CA0" w:rsidR="0026367A" w:rsidRPr="00AD2B86" w:rsidRDefault="0026367A" w:rsidP="00ED05C8">
                            <w:pPr>
                              <w:rPr>
                                <w:rFonts w:asciiTheme="minorHAnsi" w:eastAsiaTheme="minorEastAsia" w:hAnsiTheme="minorHAnsi" w:cstheme="minorBidi"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C616C2" id="Zone de texte 361" o:spid="_x0000_s1047" type="#_x0000_t202" style="position:absolute;margin-left:-2.85pt;margin-top:6.95pt;width:165.3pt;height:42.1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" fillcolor="white [3201]" strokecolor="#c0504d [3205]" strokeweight="2pt">
                <v:textbox>
                  <w:txbxContent>
                    <w:p w14:paraId="6EFC9921" w14:textId="77777777" w:rsidR="0026367A" w:rsidRPr="00AD2B86" w:rsidRDefault="0026367A" w:rsidP="00ED05C8">
                      <w:pPr>
                        <w:rPr>
                          <w:rFonts w:asciiTheme="minorHAnsi" w:eastAsiaTheme="minorEastAsia" w:hAnsiTheme="minorHAnsi" w:cstheme="minorBidi"/>
                          <w:sz w:val="24"/>
                        </w:rPr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Cambria Math" w:cs="Arial"/>
                              <w:sz w:val="24"/>
                            </w:rPr>
                            <m:t>Ω=</m:t>
                          </m:r>
                          <m:f>
                            <m:fPr>
                              <m:ctrlP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  <m:t>U-R.I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  <m:t>K</m:t>
                              </m:r>
                            </m:den>
                          </m:f>
                          <m:r>
                            <w:rPr>
                              <w:rFonts w:ascii="Cambria Math" w:eastAsiaTheme="minorHAnsi" w:hAnsi="Cambria Math" w:cs="Arial"/>
                              <w:sz w:val="24"/>
                            </w:rPr>
                            <m:t>=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HAnsi" w:hAnsi="Cambria Math" w:cs="Arial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  <m:t>Ω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  <m:t>0</m:t>
                              </m:r>
                            </m:sub>
                          </m:sSub>
                          <m:r>
                            <w:rPr>
                              <w:rFonts w:ascii="Cambria Math" w:eastAsiaTheme="minorHAnsi" w:hAnsi="Cambria Math" w:cs="Arial"/>
                              <w:sz w:val="24"/>
                            </w:rPr>
                            <m:t>-</m:t>
                          </m:r>
                          <m:f>
                            <m:fPr>
                              <m:ctrlPr>
                                <w:rPr>
                                  <w:rFonts w:ascii="Cambria Math" w:eastAsiaTheme="minorHAnsi" w:hAnsi="Cambria Math" w:cs="Arial"/>
                                  <w:i/>
                                  <w:sz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  <m:t>R.I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  <m:t>K</m:t>
                              </m:r>
                            </m:den>
                          </m:f>
                        </m:oMath>
                      </m:oMathPara>
                    </w:p>
                    <w:p w14:paraId="7853EC53" w14:textId="6B8B7CA0" w:rsidR="0026367A" w:rsidRPr="00AD2B86" w:rsidRDefault="0026367A" w:rsidP="00ED05C8">
                      <w:pPr>
                        <w:rPr>
                          <w:rFonts w:asciiTheme="minorHAnsi" w:eastAsiaTheme="minorEastAsia" w:hAnsiTheme="minorHAnsi" w:cstheme="minorBidi"/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DA685AC" w14:textId="7AF7BDC1" w:rsidR="0011105B" w:rsidRDefault="0011105B" w:rsidP="00EB6EA2"/>
    <w:p w14:paraId="6862E45C" w14:textId="42C26C4D" w:rsidR="0011105B" w:rsidRDefault="0011105B" w:rsidP="00EB6EA2"/>
    <w:p w14:paraId="34DF8533" w14:textId="049C62FA" w:rsidR="0011105B" w:rsidRDefault="0011105B" w:rsidP="00EB6EA2"/>
    <w:p w14:paraId="7E05BEF4" w14:textId="2003B842" w:rsidR="0011105B" w:rsidRDefault="0011105B" w:rsidP="00EB6EA2"/>
    <w:p w14:paraId="30BB0AB9" w14:textId="01B2FBB5" w:rsidR="0011105B" w:rsidRDefault="0011105B" w:rsidP="00EB6EA2">
      <w:pPr>
        <w:rPr>
          <w:noProof/>
        </w:rPr>
      </w:pPr>
    </w:p>
    <w:p w14:paraId="77B229F5" w14:textId="08E9A0F6" w:rsidR="00607C67" w:rsidRDefault="00AD2B86" w:rsidP="00EB6EA2">
      <w:pPr>
        <w:rPr>
          <w:rFonts w:eastAsiaTheme="minorHAnsi" w:cs="Arial"/>
        </w:rPr>
      </w:pPr>
      <w:r>
        <w:rPr>
          <w:rFonts w:eastAsiaTheme="minorHAnsi" w:cs="Arial"/>
        </w:rPr>
        <w:t>Ω</w:t>
      </w:r>
      <w:r w:rsidRPr="00AD2B86">
        <w:rPr>
          <w:rFonts w:eastAsiaTheme="minorHAnsi" w:cs="Arial"/>
          <w:vertAlign w:val="subscript"/>
        </w:rPr>
        <w:t>0</w:t>
      </w:r>
      <w:r>
        <w:rPr>
          <w:rFonts w:eastAsiaTheme="minorHAnsi" w:cs="Arial"/>
        </w:rPr>
        <w:t xml:space="preserve"> = U/K est la vitesse à vide si I</w:t>
      </w:r>
      <w:r w:rsidRPr="00AD2B86">
        <w:rPr>
          <w:rFonts w:eastAsiaTheme="minorHAnsi" w:cs="Arial"/>
          <w:vertAlign w:val="subscript"/>
        </w:rPr>
        <w:t>0</w:t>
      </w:r>
      <w:r>
        <w:rPr>
          <w:rFonts w:eastAsiaTheme="minorHAnsi" w:cs="Arial"/>
        </w:rPr>
        <w:t xml:space="preserve"> ≈ 0A</w:t>
      </w:r>
    </w:p>
    <w:p w14:paraId="2468D7C8" w14:textId="0C177AD8" w:rsidR="00AD2B86" w:rsidRDefault="00AD2B86" w:rsidP="00EB6EA2">
      <w:pPr>
        <w:rPr>
          <w:rFonts w:eastAsiaTheme="minorHAnsi" w:cs="Arial"/>
        </w:rPr>
      </w:pPr>
      <w:r>
        <w:rPr>
          <w:rFonts w:eastAsiaTheme="minorHAnsi" w:cs="Arial"/>
        </w:rPr>
        <w:t>(Si I</w:t>
      </w:r>
      <w:r w:rsidRPr="00AD2B86">
        <w:rPr>
          <w:rFonts w:eastAsiaTheme="minorHAnsi" w:cs="Arial"/>
          <w:vertAlign w:val="subscript"/>
        </w:rPr>
        <w:t>0</w:t>
      </w:r>
      <w:r>
        <w:rPr>
          <w:rFonts w:eastAsiaTheme="minorHAnsi" w:cs="Arial"/>
        </w:rPr>
        <w:t xml:space="preserve"> ≠ 0, alors</w:t>
      </w:r>
      <w:r w:rsidRPr="00AD2B86">
        <w:rPr>
          <w:rFonts w:eastAsiaTheme="minorHAnsi" w:cs="Arial"/>
        </w:rPr>
        <w:t xml:space="preserve"> </w:t>
      </w:r>
      <w:r>
        <w:rPr>
          <w:rFonts w:eastAsiaTheme="minorHAnsi" w:cs="Arial"/>
        </w:rPr>
        <w:t>U = K.Ω</w:t>
      </w:r>
      <w:r w:rsidRPr="00AD2B86">
        <w:rPr>
          <w:rFonts w:eastAsiaTheme="minorHAnsi" w:cs="Arial"/>
          <w:vertAlign w:val="subscript"/>
        </w:rPr>
        <w:t>0</w:t>
      </w:r>
      <w:r>
        <w:rPr>
          <w:rFonts w:eastAsiaTheme="minorHAnsi" w:cs="Arial"/>
          <w:vertAlign w:val="subscript"/>
        </w:rPr>
        <w:t xml:space="preserve"> </w:t>
      </w:r>
      <w:r>
        <w:rPr>
          <w:rFonts w:eastAsiaTheme="minorHAnsi" w:cs="Arial"/>
        </w:rPr>
        <w:t>+R.I</w:t>
      </w:r>
      <w:r w:rsidRPr="00AD2B86">
        <w:rPr>
          <w:rFonts w:eastAsiaTheme="minorHAnsi" w:cs="Arial"/>
          <w:vertAlign w:val="subscript"/>
        </w:rPr>
        <w:t>0</w:t>
      </w:r>
      <w:r>
        <w:rPr>
          <w:rFonts w:eastAsiaTheme="minorHAnsi" w:cs="Arial"/>
        </w:rPr>
        <w:t>)</w:t>
      </w:r>
    </w:p>
    <w:p w14:paraId="2FA9EE73" w14:textId="12E4CA91" w:rsidR="00EF66B7" w:rsidRDefault="00EF66B7" w:rsidP="00EB6EA2">
      <w:pPr>
        <w:rPr>
          <w:rFonts w:eastAsiaTheme="minorHAnsi" w:cs="Arial"/>
        </w:rPr>
      </w:pPr>
    </w:p>
    <w:p w14:paraId="252D82C7" w14:textId="55565103" w:rsidR="00EF66B7" w:rsidRPr="00AD2B86" w:rsidRDefault="00EF66B7" w:rsidP="00EF66B7">
      <w:pPr>
        <w:pStyle w:val="Titre3"/>
      </w:pPr>
      <w:r w:rsidRPr="00EF66B7">
        <w:t>Couple en fonction de I</w:t>
      </w:r>
      <w:r w:rsidR="00357489">
        <w:tab/>
      </w:r>
      <w:r w:rsidR="00357489">
        <w:tab/>
      </w:r>
      <w:r w:rsidR="00357489">
        <w:tab/>
      </w:r>
      <w:r w:rsidR="00EC6077">
        <w:tab/>
        <w:t xml:space="preserve">Couple en fonction de </w:t>
      </w:r>
      <w:r w:rsidR="00EC6077">
        <w:rPr>
          <w:rFonts w:eastAsiaTheme="minorHAnsi" w:cs="Arial"/>
        </w:rPr>
        <w:t>Ω</w:t>
      </w:r>
    </w:p>
    <w:p w14:paraId="09008C66" w14:textId="508B0FF4" w:rsidR="00607C67" w:rsidRDefault="00607C67" w:rsidP="00EB6EA2">
      <w:pPr>
        <w:rPr>
          <w:noProof/>
        </w:rPr>
      </w:pPr>
    </w:p>
    <w:p w14:paraId="68B0CA0C" w14:textId="1460B44C" w:rsidR="00463F2C" w:rsidRPr="00C9452C" w:rsidRDefault="00EF66B7" w:rsidP="00EB6EA2">
      <w:pPr>
        <w:rPr>
          <w:noProof/>
          <w:vertAlign w:val="subscript"/>
          <w:lang w:val="en-US"/>
        </w:rPr>
      </w:pPr>
      <w:r w:rsidRPr="00C9452C">
        <w:rPr>
          <w:noProof/>
          <w:lang w:val="en-US"/>
        </w:rPr>
        <w:t>C</w:t>
      </w:r>
      <w:r w:rsidRPr="00C9452C">
        <w:rPr>
          <w:noProof/>
          <w:vertAlign w:val="subscript"/>
          <w:lang w:val="en-US"/>
        </w:rPr>
        <w:t>em</w:t>
      </w:r>
      <w:r w:rsidRPr="00C9452C">
        <w:rPr>
          <w:noProof/>
          <w:lang w:val="en-US"/>
        </w:rPr>
        <w:t xml:space="preserve"> = K.I</w:t>
      </w:r>
      <w:r w:rsidR="00357489" w:rsidRPr="00C9452C">
        <w:rPr>
          <w:noProof/>
          <w:lang w:val="en-US"/>
        </w:rPr>
        <w:tab/>
      </w:r>
      <w:r w:rsidR="00357489" w:rsidRPr="00C9452C">
        <w:rPr>
          <w:noProof/>
          <w:lang w:val="en-US"/>
        </w:rPr>
        <w:tab/>
      </w:r>
      <w:r w:rsidR="00357489" w:rsidRPr="00C9452C">
        <w:rPr>
          <w:noProof/>
          <w:lang w:val="en-US"/>
        </w:rPr>
        <w:tab/>
      </w:r>
      <w:r w:rsidR="00357489" w:rsidRPr="00C9452C">
        <w:rPr>
          <w:noProof/>
          <w:lang w:val="en-US"/>
        </w:rPr>
        <w:tab/>
      </w:r>
      <w:r w:rsidR="00357489" w:rsidRPr="00C9452C">
        <w:rPr>
          <w:noProof/>
          <w:lang w:val="en-US"/>
        </w:rPr>
        <w:tab/>
      </w:r>
      <w:r w:rsidR="00463F2C" w:rsidRPr="00C9452C">
        <w:rPr>
          <w:noProof/>
          <w:lang w:val="en-US"/>
        </w:rPr>
        <w:t>C</w:t>
      </w:r>
      <w:r w:rsidR="00463F2C" w:rsidRPr="00C9452C">
        <w:rPr>
          <w:noProof/>
          <w:vertAlign w:val="subscript"/>
          <w:lang w:val="en-US"/>
        </w:rPr>
        <w:t>u</w:t>
      </w:r>
      <w:r w:rsidR="00463F2C" w:rsidRPr="00C9452C">
        <w:rPr>
          <w:noProof/>
          <w:lang w:val="en-US"/>
        </w:rPr>
        <w:t xml:space="preserve"> = C</w:t>
      </w:r>
      <w:r w:rsidR="00463F2C" w:rsidRPr="00C9452C">
        <w:rPr>
          <w:noProof/>
          <w:vertAlign w:val="subscript"/>
          <w:lang w:val="en-US"/>
        </w:rPr>
        <w:t>em</w:t>
      </w:r>
      <w:r w:rsidR="00463F2C" w:rsidRPr="00C9452C">
        <w:rPr>
          <w:noProof/>
          <w:lang w:val="en-US"/>
        </w:rPr>
        <w:t xml:space="preserve"> – C</w:t>
      </w:r>
      <w:r w:rsidR="00463F2C" w:rsidRPr="00C9452C">
        <w:rPr>
          <w:noProof/>
          <w:vertAlign w:val="subscript"/>
          <w:lang w:val="en-US"/>
        </w:rPr>
        <w:t>p</w:t>
      </w:r>
    </w:p>
    <w:p w14:paraId="7516EA36" w14:textId="373F8A56" w:rsidR="00607C67" w:rsidRPr="00C9452C" w:rsidRDefault="00357489" w:rsidP="00EB6EA2">
      <w:pPr>
        <w:rPr>
          <w:noProof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3F731E68" wp14:editId="369E9EDD">
                <wp:simplePos x="0" y="0"/>
                <wp:positionH relativeFrom="column">
                  <wp:posOffset>3800475</wp:posOffset>
                </wp:positionH>
                <wp:positionV relativeFrom="paragraph">
                  <wp:posOffset>87630</wp:posOffset>
                </wp:positionV>
                <wp:extent cx="2461260" cy="534670"/>
                <wp:effectExtent l="0" t="0" r="27940" b="24130"/>
                <wp:wrapSquare wrapText="bothSides"/>
                <wp:docPr id="394" name="Zone de texte 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1260" cy="53467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14ECB1" w14:textId="206F1738" w:rsidR="0026367A" w:rsidRPr="00AD2B86" w:rsidRDefault="0026367A" w:rsidP="00430E25">
                            <w:pPr>
                              <w:rPr>
                                <w:rFonts w:asciiTheme="minorHAnsi" w:eastAsiaTheme="minorEastAsia" w:hAnsiTheme="minorHAnsi" w:cstheme="minorBidi"/>
                                <w:sz w:val="24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  <m:t>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  <m:t>em</m:t>
                                    </m:r>
                                  </m:sub>
                                </m:s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HAnsi" w:hAnsi="Cambria Math" w:cs="Arial"/>
                                    <w:sz w:val="24"/>
                                  </w:rPr>
                                  <m:t>=K.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  <m:t>U-K.Ω</m:t>
                                    </m:r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inorHAnsi" w:hAnsi="Cambria Math" w:cs="Arial"/>
                                        <w:sz w:val="24"/>
                                      </w:rPr>
                                      <m:t>R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eastAsiaTheme="minorEastAsia" w:hAnsi="Cambria Math" w:cstheme="minorBidi"/>
                                    <w:sz w:val="24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 w:cstheme="minorBidi"/>
                                        <w:i/>
                                        <w:sz w:val="24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Theme="minorEastAsia" w:hAnsi="Cambria Math" w:cstheme="minorBidi"/>
                                        <w:sz w:val="24"/>
                                      </w:rPr>
                                      <m:t>KU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eastAsiaTheme="minorEastAsia" w:hAnsi="Cambria Math" w:cstheme="minorBidi"/>
                                        <w:sz w:val="24"/>
                                      </w:rPr>
                                      <m:t>R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eastAsiaTheme="minorEastAsia" w:hAnsi="Cambria Math" w:cstheme="minorBidi"/>
                                    <w:sz w:val="24"/>
                                  </w:rPr>
                                  <m:t>-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 w:cstheme="minorBidi"/>
                                        <w:i/>
                                        <w:sz w:val="24"/>
                                      </w:rPr>
                                    </m:ctrlPr>
                                  </m:fPr>
                                  <m:num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 w:cstheme="minorBidi"/>
                                            <w:i/>
                                            <w:sz w:val="24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 w:cstheme="minorBidi"/>
                                            <w:sz w:val="24"/>
                                          </w:rPr>
                                          <m:t>K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 w:cstheme="minorBidi"/>
                                            <w:sz w:val="24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num>
                                  <m:den>
                                    <m:r>
                                      <w:rPr>
                                        <w:rFonts w:ascii="Cambria Math" w:eastAsiaTheme="minorEastAsia" w:hAnsi="Cambria Math" w:cstheme="minorBidi"/>
                                        <w:sz w:val="24"/>
                                      </w:rPr>
                                      <m:t>R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eastAsiaTheme="minorEastAsia" w:hAnsi="Cambria Math" w:cstheme="minorBidi"/>
                                    <w:sz w:val="24"/>
                                  </w:rPr>
                                  <m:t>.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EastAsia" w:hAnsi="Cambria Math" w:cstheme="minorBidi"/>
                                    <w:sz w:val="24"/>
                                  </w:rPr>
                                  <m:t>Ω</m:t>
                                </m:r>
                              </m:oMath>
                            </m:oMathPara>
                          </w:p>
                          <w:p w14:paraId="79C922F5" w14:textId="77777777" w:rsidR="0026367A" w:rsidRPr="00AD2B86" w:rsidRDefault="0026367A" w:rsidP="00430E25">
                            <w:pPr>
                              <w:rPr>
                                <w:rFonts w:asciiTheme="minorHAnsi" w:eastAsiaTheme="minorEastAsia" w:hAnsiTheme="minorHAnsi" w:cstheme="minorBidi"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731E68" id="Zone de texte 394" o:spid="_x0000_s1048" type="#_x0000_t202" style="position:absolute;margin-left:299.25pt;margin-top:6.9pt;width:193.8pt;height:42.1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" fillcolor="white [3201]" strokecolor="#c0504d [3205]" strokeweight="2pt">
                <v:textbox>
                  <w:txbxContent>
                    <w:p w14:paraId="6C14ECB1" w14:textId="206F1738" w:rsidR="0026367A" w:rsidRPr="00AD2B86" w:rsidRDefault="0026367A" w:rsidP="00430E25">
                      <w:pPr>
                        <w:rPr>
                          <w:rFonts w:asciiTheme="minorHAnsi" w:eastAsiaTheme="minorEastAsia" w:hAnsiTheme="minorHAnsi" w:cstheme="minorBidi"/>
                          <w:sz w:val="24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  <m:t>em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Cambria Math" w:cs="Arial"/>
                              <w:sz w:val="24"/>
                            </w:rPr>
                            <m:t>=K.</m:t>
                          </m:r>
                          <m:f>
                            <m:fPr>
                              <m:ctrlP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  <m:t>U-K.Ω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HAnsi" w:hAnsi="Cambria Math" w:cs="Arial"/>
                                  <w:sz w:val="24"/>
                                </w:rPr>
                                <m:t>R</m:t>
                              </m:r>
                            </m:den>
                          </m:f>
                          <m:r>
                            <w:rPr>
                              <w:rFonts w:ascii="Cambria Math" w:eastAsiaTheme="minorEastAsia" w:hAnsi="Cambria Math" w:cstheme="minorBidi"/>
                              <w:sz w:val="24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 w:cstheme="minorBidi"/>
                                  <w:i/>
                                  <w:sz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theme="minorBidi"/>
                                  <w:sz w:val="24"/>
                                </w:rPr>
                                <m:t>KU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theme="minorBidi"/>
                                  <w:sz w:val="24"/>
                                </w:rPr>
                                <m:t>R</m:t>
                              </m:r>
                            </m:den>
                          </m:f>
                          <m:r>
                            <w:rPr>
                              <w:rFonts w:ascii="Cambria Math" w:eastAsiaTheme="minorEastAsia" w:hAnsi="Cambria Math" w:cstheme="minorBidi"/>
                              <w:sz w:val="24"/>
                            </w:rPr>
                            <m:t>-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 w:cstheme="minorBidi"/>
                                  <w:i/>
                                  <w:sz w:val="24"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 w:cstheme="minorBidi"/>
                                      <w:i/>
                                      <w:sz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 w:cstheme="minorBidi"/>
                                      <w:sz w:val="24"/>
                                    </w:rPr>
                                    <m:t>K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 w:cstheme="minorBidi"/>
                                      <w:sz w:val="24"/>
                                    </w:rPr>
                                    <m:t>2</m:t>
                                  </m:r>
                                </m:sup>
                              </m:sSup>
                            </m:num>
                            <m:den>
                              <m:r>
                                <w:rPr>
                                  <w:rFonts w:ascii="Cambria Math" w:eastAsiaTheme="minorEastAsia" w:hAnsi="Cambria Math" w:cstheme="minorBidi"/>
                                  <w:sz w:val="24"/>
                                </w:rPr>
                                <m:t>R</m:t>
                              </m:r>
                            </m:den>
                          </m:f>
                          <m:r>
                            <w:rPr>
                              <w:rFonts w:ascii="Cambria Math" w:eastAsiaTheme="minorEastAsia" w:hAnsi="Cambria Math" w:cstheme="minorBidi"/>
                              <w:sz w:val="24"/>
                            </w:rPr>
                            <m:t>.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theme="minorBidi"/>
                              <w:sz w:val="24"/>
                            </w:rPr>
                            <m:t>Ω</m:t>
                          </m:r>
                        </m:oMath>
                      </m:oMathPara>
                    </w:p>
                    <w:p w14:paraId="79C922F5" w14:textId="77777777" w:rsidR="0026367A" w:rsidRPr="00AD2B86" w:rsidRDefault="0026367A" w:rsidP="00430E25">
                      <w:pPr>
                        <w:rPr>
                          <w:rFonts w:asciiTheme="minorHAnsi" w:eastAsiaTheme="minorEastAsia" w:hAnsiTheme="minorHAnsi" w:cstheme="minorBidi"/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F66B7" w:rsidRPr="00C9452C">
        <w:rPr>
          <w:noProof/>
          <w:lang w:val="en-US"/>
        </w:rPr>
        <w:t>C</w:t>
      </w:r>
      <w:r w:rsidR="00EF66B7" w:rsidRPr="00C9452C">
        <w:rPr>
          <w:noProof/>
          <w:vertAlign w:val="subscript"/>
          <w:lang w:val="en-US"/>
        </w:rPr>
        <w:t>u</w:t>
      </w:r>
      <w:r w:rsidR="00EF66B7" w:rsidRPr="00C9452C">
        <w:rPr>
          <w:noProof/>
          <w:lang w:val="en-US"/>
        </w:rPr>
        <w:t xml:space="preserve"> = K.(I – I</w:t>
      </w:r>
      <w:r w:rsidR="00EF66B7" w:rsidRPr="00C9452C">
        <w:rPr>
          <w:noProof/>
          <w:vertAlign w:val="subscript"/>
          <w:lang w:val="en-US"/>
        </w:rPr>
        <w:t>0</w:t>
      </w:r>
      <w:r w:rsidR="00EF66B7" w:rsidRPr="00C9452C">
        <w:rPr>
          <w:noProof/>
          <w:lang w:val="en-US"/>
        </w:rPr>
        <w:t>)</w:t>
      </w:r>
      <w:r w:rsidR="00430E25" w:rsidRPr="00C9452C">
        <w:rPr>
          <w:noProof/>
          <w:lang w:val="en-US"/>
        </w:rPr>
        <w:t xml:space="preserve"> = C</w:t>
      </w:r>
      <w:r w:rsidR="00430E25" w:rsidRPr="00C9452C">
        <w:rPr>
          <w:noProof/>
          <w:vertAlign w:val="subscript"/>
          <w:lang w:val="en-US"/>
        </w:rPr>
        <w:t>em</w:t>
      </w:r>
      <w:r w:rsidR="00430E25" w:rsidRPr="00C9452C">
        <w:rPr>
          <w:noProof/>
          <w:lang w:val="en-US"/>
        </w:rPr>
        <w:t xml:space="preserve"> - C</w:t>
      </w:r>
      <w:r w:rsidR="00430E25" w:rsidRPr="00C9452C">
        <w:rPr>
          <w:noProof/>
          <w:vertAlign w:val="subscript"/>
          <w:lang w:val="en-US"/>
        </w:rPr>
        <w:t>p</w:t>
      </w:r>
      <w:r w:rsidRPr="00C9452C">
        <w:rPr>
          <w:noProof/>
          <w:lang w:val="en-US"/>
        </w:rPr>
        <w:tab/>
      </w:r>
      <w:r w:rsidRPr="00C9452C">
        <w:rPr>
          <w:noProof/>
          <w:lang w:val="en-US"/>
        </w:rPr>
        <w:tab/>
      </w:r>
      <w:r w:rsidRPr="00C9452C">
        <w:rPr>
          <w:noProof/>
          <w:lang w:val="en-US"/>
        </w:rPr>
        <w:tab/>
      </w:r>
      <w:r w:rsidRPr="00C9452C">
        <w:rPr>
          <w:noProof/>
          <w:lang w:val="en-US"/>
        </w:rPr>
        <w:tab/>
      </w:r>
      <w:r w:rsidR="00430E25" w:rsidRPr="00C9452C">
        <w:rPr>
          <w:noProof/>
          <w:lang w:val="en-US"/>
        </w:rPr>
        <w:t>C</w:t>
      </w:r>
      <w:r w:rsidR="00430E25" w:rsidRPr="00C9452C">
        <w:rPr>
          <w:noProof/>
          <w:vertAlign w:val="subscript"/>
          <w:lang w:val="en-US"/>
        </w:rPr>
        <w:t>em</w:t>
      </w:r>
      <w:r w:rsidR="00430E25" w:rsidRPr="00C9452C">
        <w:rPr>
          <w:noProof/>
          <w:lang w:val="en-US"/>
        </w:rPr>
        <w:t xml:space="preserve"> = K.I</w:t>
      </w:r>
    </w:p>
    <w:p w14:paraId="0B240C90" w14:textId="058D76AF" w:rsidR="00607C67" w:rsidRDefault="00357489" w:rsidP="00EB6EA2">
      <w:pPr>
        <w:rPr>
          <w:noProof/>
        </w:rPr>
      </w:pPr>
      <w:r w:rsidRPr="00C9452C">
        <w:rPr>
          <w:noProof/>
          <w:lang w:val="en-US"/>
        </w:rPr>
        <w:tab/>
      </w:r>
      <w:r w:rsidRPr="00C9452C">
        <w:rPr>
          <w:noProof/>
          <w:lang w:val="en-US"/>
        </w:rPr>
        <w:tab/>
      </w:r>
      <w:r w:rsidRPr="00C9452C">
        <w:rPr>
          <w:noProof/>
          <w:lang w:val="en-US"/>
        </w:rPr>
        <w:tab/>
      </w:r>
      <w:r w:rsidRPr="00C9452C">
        <w:rPr>
          <w:noProof/>
          <w:lang w:val="en-US"/>
        </w:rPr>
        <w:tab/>
      </w:r>
      <w:r w:rsidRPr="00C9452C">
        <w:rPr>
          <w:noProof/>
          <w:lang w:val="en-US"/>
        </w:rPr>
        <w:tab/>
      </w:r>
      <w:r w:rsidRPr="00C9452C">
        <w:rPr>
          <w:noProof/>
          <w:lang w:val="en-US"/>
        </w:rPr>
        <w:tab/>
      </w:r>
      <w:r w:rsidR="00430E25">
        <w:t>I = (U – E)/R</w:t>
      </w:r>
    </w:p>
    <w:p w14:paraId="01029601" w14:textId="1573C4B1" w:rsidR="00607C67" w:rsidRDefault="00357489" w:rsidP="00EB6EA2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430E25">
        <w:rPr>
          <w:noProof/>
        </w:rPr>
        <w:t>E = K.</w:t>
      </w:r>
      <w:r w:rsidR="00430E25" w:rsidRPr="00430E25">
        <w:rPr>
          <w:rFonts w:eastAsiaTheme="minorHAnsi" w:cs="Arial"/>
        </w:rPr>
        <w:t xml:space="preserve"> </w:t>
      </w:r>
      <w:r w:rsidR="00430E25">
        <w:rPr>
          <w:rFonts w:eastAsiaTheme="minorHAnsi" w:cs="Arial"/>
        </w:rPr>
        <w:t>Ω</w:t>
      </w:r>
    </w:p>
    <w:p w14:paraId="5B4165D9" w14:textId="22D3E29A" w:rsidR="00607C67" w:rsidRDefault="00430E25" w:rsidP="00EB6EA2">
      <w:pPr>
        <w:rPr>
          <w:noProof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86240" behindDoc="0" locked="0" layoutInCell="1" allowOverlap="1" wp14:anchorId="267F2A86" wp14:editId="7E414D69">
                <wp:simplePos x="0" y="0"/>
                <wp:positionH relativeFrom="column">
                  <wp:posOffset>2864485</wp:posOffset>
                </wp:positionH>
                <wp:positionV relativeFrom="paragraph">
                  <wp:posOffset>111125</wp:posOffset>
                </wp:positionV>
                <wp:extent cx="2130425" cy="1955165"/>
                <wp:effectExtent l="0" t="0" r="3175" b="635"/>
                <wp:wrapThrough wrapText="bothSides">
                  <wp:wrapPolygon edited="0">
                    <wp:start x="515" y="0"/>
                    <wp:lineTo x="258" y="5893"/>
                    <wp:lineTo x="2833" y="9541"/>
                    <wp:lineTo x="3348" y="18520"/>
                    <wp:lineTo x="2060" y="18520"/>
                    <wp:lineTo x="2833" y="19923"/>
                    <wp:lineTo x="12361" y="21326"/>
                    <wp:lineTo x="15194" y="21326"/>
                    <wp:lineTo x="15709" y="21046"/>
                    <wp:lineTo x="20860" y="18801"/>
                    <wp:lineTo x="21375" y="16556"/>
                    <wp:lineTo x="19830" y="15153"/>
                    <wp:lineTo x="16224" y="14031"/>
                    <wp:lineTo x="15452" y="9541"/>
                    <wp:lineTo x="14421" y="5051"/>
                    <wp:lineTo x="14937" y="1403"/>
                    <wp:lineTo x="13391" y="561"/>
                    <wp:lineTo x="7726" y="0"/>
                    <wp:lineTo x="515" y="0"/>
                  </wp:wrapPolygon>
                </wp:wrapThrough>
                <wp:docPr id="393" name="Grouper 3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0425" cy="1955165"/>
                          <a:chOff x="0" y="0"/>
                          <a:chExt cx="2130425" cy="1955165"/>
                        </a:xfrm>
                      </wpg:grpSpPr>
                      <wps:wsp>
                        <wps:cNvPr id="389" name="Connecteur droit 389"/>
                        <wps:cNvCnPr/>
                        <wps:spPr>
                          <a:xfrm flipH="1" flipV="1">
                            <a:off x="1117600" y="543560"/>
                            <a:ext cx="252730" cy="1159510"/>
                          </a:xfrm>
                          <a:prstGeom prst="line">
                            <a:avLst/>
                          </a:prstGeom>
                          <a:ln w="28575" cmpd="sng">
                            <a:solidFill>
                              <a:srgbClr val="FF0000"/>
                            </a:solidFill>
                            <a:prstDash val="sysDash"/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392" name="Grouper 392"/>
                        <wpg:cNvGrpSpPr/>
                        <wpg:grpSpPr>
                          <a:xfrm>
                            <a:off x="0" y="0"/>
                            <a:ext cx="2130425" cy="1955165"/>
                            <a:chOff x="0" y="0"/>
                            <a:chExt cx="2130425" cy="1955165"/>
                          </a:xfrm>
                        </wpg:grpSpPr>
                        <wpg:grpSp>
                          <wpg:cNvPr id="364" name="Grouper 364"/>
                          <wpg:cNvGrpSpPr/>
                          <wpg:grpSpPr>
                            <a:xfrm>
                              <a:off x="0" y="0"/>
                              <a:ext cx="2130425" cy="1955165"/>
                              <a:chOff x="0" y="-9988"/>
                              <a:chExt cx="2130425" cy="1953088"/>
                            </a:xfrm>
                          </wpg:grpSpPr>
                          <wps:wsp>
                            <wps:cNvPr id="365" name="Zone de texte 365"/>
                            <wps:cNvSpPr txBox="1"/>
                            <wps:spPr>
                              <a:xfrm rot="4658494">
                                <a:off x="635754" y="587229"/>
                                <a:ext cx="1447800" cy="2533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3161107" w14:textId="77777777" w:rsidR="0026367A" w:rsidRPr="007F7D32" w:rsidRDefault="0026367A" w:rsidP="00992A4D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vertAlign w:val="subscript"/>
                                    </w:rPr>
                                  </w:pPr>
                                  <w:r w:rsidRPr="007F7D32">
                                    <w:rPr>
                                      <w:sz w:val="16"/>
                                      <w:szCs w:val="16"/>
                                    </w:rPr>
                                    <w:t>Pente élevée si R petit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368" name="Grouper 368"/>
                            <wpg:cNvGrpSpPr/>
                            <wpg:grpSpPr>
                              <a:xfrm>
                                <a:off x="0" y="0"/>
                                <a:ext cx="2130425" cy="1943100"/>
                                <a:chOff x="0" y="0"/>
                                <a:chExt cx="2130425" cy="1943100"/>
                              </a:xfrm>
                            </wpg:grpSpPr>
                            <wpg:grpSp>
                              <wpg:cNvPr id="369" name="Grouper 369"/>
                              <wpg:cNvGrpSpPr/>
                              <wpg:grpSpPr>
                                <a:xfrm>
                                  <a:off x="0" y="0"/>
                                  <a:ext cx="2130425" cy="1798320"/>
                                  <a:chOff x="0" y="0"/>
                                  <a:chExt cx="2130425" cy="1798320"/>
                                </a:xfrm>
                              </wpg:grpSpPr>
                              <wps:wsp>
                                <wps:cNvPr id="370" name="Zone de texte 370"/>
                                <wps:cNvSpPr txBox="1"/>
                                <wps:spPr>
                                  <a:xfrm>
                                    <a:off x="1840865" y="1425616"/>
                                    <a:ext cx="289560" cy="2171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C572A759-6A51-4108-AA02-DFA0A04FC94B}">
                                      <ma14:wrappingTextBoxFlag xmlns:ma14="http://schemas.microsoft.com/office/mac/drawingml/2011/main"/>
                                    </a:ext>
                                  </a:extLst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278B33E9" w14:textId="77777777" w:rsidR="0026367A" w:rsidRPr="000B1EE8" w:rsidRDefault="0026367A" w:rsidP="00992A4D">
                                      <w:pPr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eastAsiaTheme="minorHAnsi" w:cs="Arial"/>
                                        </w:rPr>
                                        <w:t>Ω</w:t>
                                      </w:r>
                                    </w:p>
                                    <w:p w14:paraId="225327D2" w14:textId="77777777" w:rsidR="0026367A" w:rsidRPr="000B1EE8" w:rsidRDefault="0026367A" w:rsidP="00992A4D">
                                      <w:pPr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371" name="Grouper 371"/>
                                <wpg:cNvGrpSpPr/>
                                <wpg:grpSpPr>
                                  <a:xfrm>
                                    <a:off x="0" y="0"/>
                                    <a:ext cx="2026920" cy="1798320"/>
                                    <a:chOff x="0" y="0"/>
                                    <a:chExt cx="2026920" cy="1798320"/>
                                  </a:xfrm>
                                </wpg:grpSpPr>
                                <wps:wsp>
                                  <wps:cNvPr id="372" name="Zone de texte 372"/>
                                  <wps:cNvSpPr txBox="1"/>
                                  <wps:spPr>
                                    <a:xfrm>
                                      <a:off x="31115" y="0"/>
                                      <a:ext cx="785495" cy="2781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7A8C7946" w14:textId="72C6DFF3" w:rsidR="0026367A" w:rsidRPr="000B1EE8" w:rsidRDefault="0026367A" w:rsidP="00992A4D">
                                        <w:pPr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eastAsiaTheme="minorHAnsi" w:cs="Arial"/>
                                          </w:rPr>
                                          <w:t>C</w:t>
                                        </w:r>
                                        <w:r w:rsidRPr="00992A4D">
                                          <w:rPr>
                                            <w:rFonts w:eastAsiaTheme="minorHAnsi" w:cs="Arial"/>
                                            <w:vertAlign w:val="subscript"/>
                                          </w:rPr>
                                          <w:t>em</w:t>
                                        </w:r>
                                        <w:r>
                                          <w:rPr>
                                            <w:rFonts w:eastAsiaTheme="minorHAnsi" w:cs="Arial"/>
                                          </w:rPr>
                                          <w:t>, C</w:t>
                                        </w:r>
                                        <w:r w:rsidRPr="000C70C9">
                                          <w:rPr>
                                            <w:rFonts w:eastAsiaTheme="minorHAnsi" w:cs="Arial"/>
                                            <w:vertAlign w:val="subscript"/>
                                          </w:rPr>
                                          <w:t>u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373" name="Grouper 373"/>
                                  <wpg:cNvGrpSpPr/>
                                  <wpg:grpSpPr>
                                    <a:xfrm>
                                      <a:off x="0" y="205740"/>
                                      <a:ext cx="2026920" cy="1592580"/>
                                      <a:chOff x="-252730" y="0"/>
                                      <a:chExt cx="2026920" cy="1592580"/>
                                    </a:xfrm>
                                  </wpg:grpSpPr>
                                  <wpg:grpSp>
                                    <wpg:cNvPr id="374" name="Grouper 374"/>
                                    <wpg:cNvGrpSpPr/>
                                    <wpg:grpSpPr>
                                      <a:xfrm>
                                        <a:off x="1" y="0"/>
                                        <a:ext cx="1774189" cy="1592580"/>
                                        <a:chOff x="1" y="0"/>
                                        <a:chExt cx="1774189" cy="1592580"/>
                                      </a:xfrm>
                                    </wpg:grpSpPr>
                                    <wps:wsp>
                                      <wps:cNvPr id="375" name="Connecteur droit 375"/>
                                      <wps:cNvCnPr/>
                                      <wps:spPr>
                                        <a:xfrm flipH="1">
                                          <a:off x="120015" y="325755"/>
                                          <a:ext cx="868680" cy="1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 cmpd="sng">
                                          <a:solidFill>
                                            <a:srgbClr val="000000"/>
                                          </a:solidFill>
                                          <a:prstDash val="sysDash"/>
                                        </a:ln>
                                        <a:effectLst/>
                                      </wps:spPr>
                                      <wps:style>
                                        <a:lnRef idx="2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1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g:grpSp>
                                      <wpg:cNvPr id="376" name="Grouper 376"/>
                                      <wpg:cNvGrpSpPr/>
                                      <wpg:grpSpPr>
                                        <a:xfrm>
                                          <a:off x="1" y="0"/>
                                          <a:ext cx="1774189" cy="1592580"/>
                                          <a:chOff x="1" y="0"/>
                                          <a:chExt cx="1774189" cy="1592580"/>
                                        </a:xfrm>
                                      </wpg:grpSpPr>
                                      <wpg:grpSp>
                                        <wpg:cNvPr id="377" name="Grouper 377"/>
                                        <wpg:cNvGrpSpPr/>
                                        <wpg:grpSpPr>
                                          <a:xfrm>
                                            <a:off x="1" y="0"/>
                                            <a:ext cx="1774189" cy="1592580"/>
                                            <a:chOff x="1" y="0"/>
                                            <a:chExt cx="1774189" cy="1592580"/>
                                          </a:xfrm>
                                        </wpg:grpSpPr>
                                        <wps:wsp>
                                          <wps:cNvPr id="378" name="Connecteur droit avec flèche 378"/>
                                          <wps:cNvCnPr/>
                                          <wps:spPr>
                                            <a:xfrm flipV="1">
                                              <a:off x="123825" y="0"/>
                                              <a:ext cx="0" cy="1592580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ln w="12700" cmpd="sng">
                                              <a:solidFill>
                                                <a:schemeClr val="tx1"/>
                                              </a:solidFill>
                                              <a:headEnd type="none"/>
                                              <a:tailEnd type="arrow"/>
                                            </a:ln>
                                            <a:effectLst/>
                                          </wps:spPr>
                                          <wps:style>
                                            <a:lnRef idx="2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1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379" name="Connecteur droit avec flèche 379"/>
                                          <wps:cNvCnPr/>
                                          <wps:spPr>
                                            <a:xfrm flipH="1">
                                              <a:off x="1" y="1493204"/>
                                              <a:ext cx="1774189" cy="1586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ln w="12700" cmpd="sng">
                                              <a:solidFill>
                                                <a:schemeClr val="tx1"/>
                                              </a:solidFill>
                                              <a:headEnd type="arrow"/>
                                              <a:tailEnd type="none"/>
                                            </a:ln>
                                            <a:effectLst/>
                                          </wps:spPr>
                                          <wps:style>
                                            <a:lnRef idx="2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1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s:wsp>
                                        <wps:cNvPr id="380" name="Connecteur droit 380"/>
                                        <wps:cNvCnPr/>
                                        <wps:spPr>
                                          <a:xfrm flipH="1" flipV="1">
                                            <a:off x="988697" y="325757"/>
                                            <a:ext cx="253363" cy="1158238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 cmpd="sng">
                                            <a:solidFill>
                                              <a:srgbClr val="FF0000"/>
                                            </a:solidFill>
                                          </a:ln>
                                          <a:effectLst/>
                                        </wps:spPr>
                                        <wps:style>
                                          <a:lnRef idx="2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1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</wpg:grpSp>
                                  <wps:wsp>
                                    <wps:cNvPr id="381" name="Zone de texte 381"/>
                                    <wps:cNvSpPr txBox="1"/>
                                    <wps:spPr>
                                      <a:xfrm>
                                        <a:off x="-252730" y="180975"/>
                                        <a:ext cx="424180" cy="25336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C572A759-6A51-4108-AA02-DFA0A04FC94B}">
                                          <ma14:wrappingTextBoxFlag xmlns:ma14="http://schemas.microsoft.com/office/mac/drawingml/2011/main"/>
                                        </a:ext>
                                      </a:extLst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24263F3D" w14:textId="77777777" w:rsidR="0026367A" w:rsidRDefault="0026367A" w:rsidP="00992A4D">
                                          <w:pPr>
                                            <w:jc w:val="right"/>
                                            <w:rPr>
                                              <w:sz w:val="18"/>
                                              <w:szCs w:val="18"/>
                                              <w:vertAlign w:val="subscript"/>
                                            </w:rPr>
                                          </w:pPr>
                                          <w: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C</w:t>
                                          </w:r>
                                          <w:r w:rsidRPr="000C70C9">
                                            <w:rPr>
                                              <w:sz w:val="18"/>
                                              <w:szCs w:val="18"/>
                                              <w:vertAlign w:val="subscript"/>
                                            </w:rPr>
                                            <w:t>u</w:t>
                                          </w:r>
                                          <w:r>
                                            <w:rPr>
                                              <w:sz w:val="18"/>
                                              <w:szCs w:val="18"/>
                                              <w:vertAlign w:val="subscript"/>
                                            </w:rPr>
                                            <w:t>n</w:t>
                                          </w:r>
                                        </w:p>
                                        <w:p w14:paraId="6A54C92B" w14:textId="77777777" w:rsidR="0026367A" w:rsidRPr="000C70C9" w:rsidRDefault="0026367A" w:rsidP="00992A4D">
                                          <w:pPr>
                                            <w:jc w:val="right"/>
                                            <w:rPr>
                                              <w:sz w:val="16"/>
                                              <w:szCs w:val="16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  <wps:wsp>
                              <wps:cNvPr id="382" name="Zone de texte 382"/>
                              <wps:cNvSpPr txBox="1"/>
                              <wps:spPr>
                                <a:xfrm>
                                  <a:off x="318770" y="929005"/>
                                  <a:ext cx="651510" cy="2533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01EACA4" w14:textId="77777777" w:rsidR="0026367A" w:rsidRDefault="0026367A" w:rsidP="00992A4D">
                                    <w:r>
                                      <w:t>U = C</w:t>
                                    </w:r>
                                    <w:r w:rsidRPr="000B1EE8">
                                      <w:rPr>
                                        <w:vertAlign w:val="superscript"/>
                                      </w:rPr>
                                      <w:t>te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4" name="Zone de texte 384"/>
                              <wps:cNvSpPr txBox="1"/>
                              <wps:spPr>
                                <a:xfrm>
                                  <a:off x="1189355" y="1689735"/>
                                  <a:ext cx="361886" cy="2533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A5B785B" w14:textId="77777777" w:rsidR="0026367A" w:rsidRPr="000B1EE8" w:rsidRDefault="0026367A" w:rsidP="00992A4D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eastAsiaTheme="minorHAnsi" w:cs="Arial"/>
                                      </w:rPr>
                                      <w:t>Ω</w:t>
                                    </w:r>
                                    <w:r w:rsidRPr="00D81056">
                                      <w:rPr>
                                        <w:rFonts w:eastAsiaTheme="minorHAnsi" w:cs="Arial"/>
                                        <w:vertAlign w:val="subscript"/>
                                      </w:rPr>
                                      <w:t>0</w:t>
                                    </w:r>
                                  </w:p>
                                  <w:p w14:paraId="222525C2" w14:textId="77777777" w:rsidR="0026367A" w:rsidRPr="000C70C9" w:rsidRDefault="0026367A" w:rsidP="00992A4D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390" name="Zone de texte 390"/>
                          <wps:cNvSpPr txBox="1"/>
                          <wps:spPr>
                            <a:xfrm>
                              <a:off x="899795" y="1313180"/>
                              <a:ext cx="399415" cy="2533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AF17B8F" w14:textId="380226AD" w:rsidR="0026367A" w:rsidRPr="00992A4D" w:rsidRDefault="0026367A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992A4D">
                                  <w:rPr>
                                    <w:sz w:val="18"/>
                                    <w:szCs w:val="18"/>
                                  </w:rPr>
                                  <w:t>C</w:t>
                                </w:r>
                                <w:r>
                                  <w:rPr>
                                    <w:sz w:val="18"/>
                                    <w:szCs w:val="18"/>
                                    <w:vertAlign w:val="subscript"/>
                                  </w:rPr>
                                  <w:t>u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1" name="Zone de texte 391"/>
                          <wps:cNvSpPr txBox="1"/>
                          <wps:spPr>
                            <a:xfrm>
                              <a:off x="1442720" y="1313180"/>
                              <a:ext cx="398780" cy="2533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A12C5F4" w14:textId="4C1ADC8D" w:rsidR="0026367A" w:rsidRPr="00992A4D" w:rsidRDefault="0026367A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992A4D">
                                  <w:rPr>
                                    <w:sz w:val="18"/>
                                    <w:szCs w:val="18"/>
                                  </w:rPr>
                                  <w:t>C</w:t>
                                </w:r>
                                <w:r>
                                  <w:rPr>
                                    <w:sz w:val="18"/>
                                    <w:szCs w:val="18"/>
                                    <w:vertAlign w:val="subscript"/>
                                  </w:rPr>
                                  <w:t>em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67F2A86" id="Grouper 393" o:spid="_x0000_s1049" style="position:absolute;margin-left:225.55pt;margin-top:8.75pt;width:167.75pt;height:153.95pt;z-index:251786240" coordsize="2130425,195516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">
                <v:line id="Connecteur droit 389" o:spid="_x0000_s1050" style="position:absolute;flip:x y;visibility:visible;mso-wrap-style:square" from="1117600,543560" to="1370330,17030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OASmcQAAADcAAAADwAAAGRycy9kb3ducmV2LnhtbESPQWvCQBSE74X+h+UVequbGhFN3YgV&#10;CrnGKr2+Zl+TkOzbsLuatL/eFYQeh5n5htlsJ9OLCznfWlbwOktAEFdWt1wrOH5+vKxA+ICssbdM&#10;Cn7JwzZ/fNhgpu3IJV0OoRYRwj5DBU0IQyalrxoy6Gd2II7ej3UGQ5SultrhGOGml/MkWUqDLceF&#10;BgfaN1R1h7NR8J6W3q2/jqfd377oDC169708KfX8NO3eQASawn/43i60gnS1htuZeARkfgU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I4BKZxAAAANwAAAAPAAAAAAAAAAAA&#10;AAAAAKECAABkcnMvZG93bnJldi54bWxQSwUGAAAAAAQABAD5AAAAkgMAAAAA&#10;" strokecolor="red" strokeweight="2.25pt">
                  <v:stroke dashstyle="3 1"/>
                </v:line>
                <v:group id="Grouper 392" o:spid="_x0000_s1051" style="position:absolute;width:2130425;height:1955165" coordsize="2130425,195516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JGUWtbGAAAA3AAA&#10;AA8AAAAAAAAAAAAAAAAAqQIAAGRycy9kb3ducmV2LnhtbFBLBQYAAAAABAAEAPoAAACcAwAAAAA=&#10;">
                  <v:group id="Grouper 364" o:spid="_x0000_s1052" style="position:absolute;width:2130425;height:1955165" coordorigin=",-9988" coordsize="2130425,195308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ETkFx7GAAAA3AAA&#10;AA8AAAAAAAAAAAAAAAAAqQIAAGRycy9kb3ducmV2LnhtbFBLBQYAAAAABAAEAPoAAACcAwAAAAA=&#10;">
                    <v:shape id="Zone de texte 365" o:spid="_x0000_s1053" type="#_x0000_t202" style="position:absolute;left:635754;top:587229;width:1447800;height:253365;rotation:508831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9Q3nxgAA&#10;ANwAAAAPAAAAZHJzL2Rvd25yZXYueG1sRI9Lb8IwEITvlfgP1iJxK04fPBQwiFai5Uh5CHFb4m2S&#10;Nl5HtiHh3+NKlTiOZuYbzXTemkpcyPnSsoKnfgKCOLO65FzBbrt8HIPwAVljZZkUXMnDfNZ5mGKq&#10;bcNfdNmEXEQI+xQVFCHUqZQ+K8ig79uaOHrf1hkMUbpcaodNhJtKPifJUBosOS4UWNN7Qdnv5mwU&#10;HJr9SP9ouuanxetq7T7awfHzTalet11MQARqwz38315pBS/DAfydiUdAzm4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e9Q3nxgAAANwAAAAPAAAAAAAAAAAAAAAAAJcCAABkcnMv&#10;ZG93bnJldi54bWxQSwUGAAAAAAQABAD1AAAAigMAAAAA&#10;" filled="f" stroked="f">
                      <v:textbox>
                        <w:txbxContent>
                          <w:p w14:paraId="63161107" w14:textId="77777777" w:rsidR="0026367A" w:rsidRPr="007F7D32" w:rsidRDefault="0026367A" w:rsidP="00992A4D">
                            <w:pPr>
                              <w:jc w:val="center"/>
                              <w:rPr>
                                <w:sz w:val="16"/>
                                <w:szCs w:val="16"/>
                                <w:vertAlign w:val="subscript"/>
                              </w:rPr>
                            </w:pPr>
                            <w:r w:rsidRPr="007F7D32">
                              <w:rPr>
                                <w:sz w:val="16"/>
                                <w:szCs w:val="16"/>
                              </w:rPr>
                              <w:t>Pente élevée si R petit</w:t>
                            </w:r>
                          </w:p>
                        </w:txbxContent>
                      </v:textbox>
                    </v:shape>
                    <v:group id="Grouper 368" o:spid="_x0000_s1054" style="position:absolute;width:2130425;height:1943100" coordsize="2130425,19431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MWpHRvDAAAA3AAAAA8A&#10;AAAAAAAAAAAAAAAAqQIAAGRycy9kb3ducmV2LnhtbFBLBQYAAAAABAAEAPoAAACZAwAAAAA=&#10;">
                      <v:group id="Grouper 369" o:spid="_x0000_s1055" style="position:absolute;width:2130425;height:1798320" coordsize="2130425,17983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quW4gMUAAADcAAAA&#10;DwAAAAAAAAAAAAAAAACpAgAAZHJzL2Rvd25yZXYueG1sUEsFBgAAAAAEAAQA+gAAAJsDAAAAAA==&#10;">
                        <v:shape id="Zone de texte 370" o:spid="_x0000_s1056" type="#_x0000_t202" style="position:absolute;left:1840865;top:1425616;width:289560;height:21717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kgJ8wQAA&#10;ANwAAAAPAAAAZHJzL2Rvd25yZXYueG1sRE/LisIwFN0P+A/hCu40cXR8VKMMDgOuZhhf4O7SXNti&#10;c1OaaOvfm4Uwy8N5L9etLcWdal841jAcKBDEqTMFZxoO++/+DIQPyAZLx6ThQR7Wq87bEhPjGv6j&#10;+y5kIoawT1BDHkKVSOnTnCz6gauII3dxtcUQYZ1JU2MTw20p35WaSIsFx4YcK9rklF53N6vh+HM5&#10;n8bqN/uyH1XjWiXZzqXWvW77uQARqA3/4pd7azSMpnF+PBOPgFw9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GZICfMEAAADcAAAADwAAAAAAAAAAAAAAAACXAgAAZHJzL2Rvd25y&#10;ZXYueG1sUEsFBgAAAAAEAAQA9QAAAIUDAAAAAA==&#10;" filled="f" stroked="f">
                          <v:textbox>
                            <w:txbxContent>
                              <w:p w14:paraId="278B33E9" w14:textId="77777777" w:rsidR="0026367A" w:rsidRPr="000B1EE8" w:rsidRDefault="0026367A" w:rsidP="00992A4D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eastAsiaTheme="minorHAnsi" w:cs="Arial"/>
                                  </w:rPr>
                                  <w:t>Ω</w:t>
                                </w:r>
                              </w:p>
                              <w:p w14:paraId="225327D2" w14:textId="77777777" w:rsidR="0026367A" w:rsidRPr="000B1EE8" w:rsidRDefault="0026367A" w:rsidP="00992A4D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v:textbox>
                        </v:shape>
                        <v:group id="Grouper 371" o:spid="_x0000_s1057" style="position:absolute;width:2026920;height:1798320" coordsize="2026920,17983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NFKIlvGAAAA3AAA&#10;AA8AAAAAAAAAAAAAAAAAqQIAAGRycy9kb3ducmV2LnhtbFBLBQYAAAAABAAEAPoAAACcAwAAAAA=&#10;">
                          <v:shape id="Zone de texte 372" o:spid="_x0000_s1058" type="#_x0000_t202" style="position:absolute;left:31115;width:785495;height:27813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DDmQxAAA&#10;ANwAAAAPAAAAZHJzL2Rvd25yZXYueG1sRI9La8MwEITvgfwHsYXeEqlpXnWthNIS6KmleUFui7V+&#10;EGtlLDV2/30VCOQ4zMw3TLrubS0u1PrKsYansQJBnDlTcaFhv9uMliB8QDZYOyYNf+RhvRoOUkyM&#10;6/iHLttQiAhhn6CGMoQmkdJnJVn0Y9cQRy93rcUQZVtI02IX4baWE6Xm0mLFcaHEht5Lys7bX6vh&#10;8JWfjlP1XXzYWdO5Xkm2L1Lrx4f+7RVEoD7cw7f2p9HwvJjA9Uw8AnL1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gw5kMQAAADcAAAADwAAAAAAAAAAAAAAAACXAgAAZHJzL2Rv&#10;d25yZXYueG1sUEsFBgAAAAAEAAQA9QAAAIgDAAAAAA==&#10;" filled="f" stroked="f">
                            <v:textbox>
                              <w:txbxContent>
                                <w:p w14:paraId="7A8C7946" w14:textId="72C6DFF3" w:rsidR="0026367A" w:rsidRPr="000B1EE8" w:rsidRDefault="0026367A" w:rsidP="00992A4D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eastAsiaTheme="minorHAnsi" w:cs="Arial"/>
                                    </w:rPr>
                                    <w:t>C</w:t>
                                  </w:r>
                                  <w:r w:rsidRPr="00992A4D">
                                    <w:rPr>
                                      <w:rFonts w:eastAsiaTheme="minorHAnsi" w:cs="Arial"/>
                                      <w:vertAlign w:val="subscript"/>
                                    </w:rPr>
                                    <w:t>em</w:t>
                                  </w:r>
                                  <w:r>
                                    <w:rPr>
                                      <w:rFonts w:eastAsiaTheme="minorHAnsi" w:cs="Arial"/>
                                    </w:rPr>
                                    <w:t>, C</w:t>
                                  </w:r>
                                  <w:r w:rsidRPr="000C70C9">
                                    <w:rPr>
                                      <w:rFonts w:eastAsiaTheme="minorHAnsi" w:cs="Arial"/>
                                      <w:vertAlign w:val="subscript"/>
                                    </w:rPr>
                                    <w:t>u</w:t>
                                  </w:r>
                                </w:p>
                              </w:txbxContent>
                            </v:textbox>
                          </v:shape>
                          <v:group id="Grouper 373" o:spid="_x0000_s1059" style="position:absolute;top:205740;width:2026920;height:1592580" coordorigin="-252730" coordsize="2026920,15925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TtQZt8UAAADcAAAA&#10;DwAAAAAAAAAAAAAAAACpAgAAZHJzL2Rvd25yZXYueG1sUEsFBgAAAAAEAAQA+gAAAJsDAAAAAA==&#10;">
                            <v:group id="Grouper 374" o:spid="_x0000_s1060" style="position:absolute;left:1;width:1774189;height:1592580" coordorigin="1" coordsize="1774189,15925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wT2Bw8UAAADcAAAA&#10;DwAAAAAAAAAAAAAAAACpAgAAZHJzL2Rvd25yZXYueG1sUEsFBgAAAAAEAAQA+gAAAJsDAAAAAA==&#10;">
                              <v:line id="Connecteur droit 375" o:spid="_x0000_s1061" style="position:absolute;flip:x;visibility:visible;mso-wrap-style:square" from="120015,325755" to="988695,32575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RaoL8YAAADcAAAADwAAAGRycy9kb3ducmV2LnhtbESPT2vCQBTE70K/w/IKXkQ3tlgldRUR&#10;heJB/Hvo7TX7mgSzb9PsmsRv7wpCj8PM/IaZzltTiJoql1tWMBxEIIgTq3NOFZyO6/4EhPPIGgvL&#10;pOBGDuazl84UY20b3lN98KkIEHYxKsi8L2MpXZKRQTewJXHwfm1l0AdZpVJX2AS4KeRbFH1IgzmH&#10;hQxLWmaUXA5Xo2ArzVKuivX5e7f4qVd/+7TpbXZKdV/bxScIT63/Dz/bX1rB+3gEjzPhCMjZH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H0WqC/GAAAA3AAAAA8AAAAAAAAA&#10;AAAAAAAAoQIAAGRycy9kb3ducmV2LnhtbFBLBQYAAAAABAAEAPkAAACUAwAAAAA=&#10;" strokeweight="1pt">
                                <v:stroke dashstyle="3 1"/>
                              </v:line>
                              <v:group id="Grouper 376" o:spid="_x0000_s1062" style="position:absolute;left:1;width:1774189;height:1592580" coordorigin="1" coordsize="1774189,15925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XqO6L8UAAADcAAAA&#10;DwAAAAAAAAAAAAAAAACpAgAAZHJzL2Rvd25yZXYueG1sUEsFBgAAAAAEAAQA+gAAAJsDAAAAAA==&#10;">
                                <v:group id="Grouper 377" o:spid="_x0000_s1063" style="position:absolute;left:1;width:1774189;height:1592580" coordorigin="1" coordsize="1774189,15925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DHvH7TGAAAA3AAA&#10;AA8AAAAAAAAAAAAAAAAAqQIAAGRycy9kb3ducmV2LnhtbFBLBQYAAAAABAAEAPoAAACcAwAAAAA=&#10;">
                                  <v:shape id="Connecteur droit avec flèche 378" o:spid="_x0000_s1064" type="#_x0000_t32" style="position:absolute;left:123825;width:0;height:1592580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QHTBcQAAADcAAAADwAAAGRycy9kb3ducmV2LnhtbERPy2rCQBTdF/oPwy10U3RSxSrRUZpC&#10;IRu1PhCXl8w1CWbuhJmpiX/vLApdHs57sepNI27kfG1ZwfswAUFcWF1zqeB4+B7MQPiArLGxTAru&#10;5GG1fH5aYKptxzu67UMpYgj7FBVUIbSplL6oyKAf2pY4chfrDIYIXSm1wy6Gm0aOkuRDGqw5NlTY&#10;0ldFxXX/axRkoyxpf85v23yjXZedruvJPV8r9frSf85BBOrDv/jPnWsF42lcG8/EIyCXD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pAdMFxAAAANwAAAAPAAAAAAAAAAAA&#10;AAAAAKECAABkcnMvZG93bnJldi54bWxQSwUGAAAAAAQABAD5AAAAkgMAAAAA&#10;" strokecolor="black [3213]" strokeweight="1pt">
                                    <v:stroke endarrow="open"/>
                                  </v:shape>
                                  <v:shape id="Connecteur droit avec flèche 379" o:spid="_x0000_s1065" type="#_x0000_t32" style="position:absolute;left:1;top:1493204;width:1774189;height:1586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1v/NMQAAADcAAAADwAAAGRycy9kb3ducmV2LnhtbESPT2sCMRTE70K/Q3gFbzXr39qtUVSQ&#10;ehGpSs+Pzevu4uZlSaK79dMboeBxmJnfMLNFaypxJedLywr6vQQEcWZ1ybmC03HzNgXhA7LGyjIp&#10;+CMPi/lLZ4aptg1/0/UQchEh7FNUUIRQp1L6rCCDvmdr4uj9WmcwROlyqR02EW4qOUiSiTRYclwo&#10;sKZ1Qdn5cDEKxms+uuaH9iN3+9qNLnVzK1e5Ut3XdvkJIlAbnuH/9lYrGL5/wONMPAJyfgc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PW/80xAAAANwAAAAPAAAAAAAAAAAA&#10;AAAAAKECAABkcnMvZG93bnJldi54bWxQSwUGAAAAAAQABAD5AAAAkgMAAAAA&#10;" strokecolor="black [3213]" strokeweight="1pt">
                                    <v:stroke startarrow="open"/>
                                  </v:shape>
                                </v:group>
                                <v:line id="Connecteur droit 380" o:spid="_x0000_s1066" style="position:absolute;flip:x y;visibility:visible;mso-wrap-style:square" from="988697,325757" to="1242060,148399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HNTB78AAADcAAAADwAAAGRycy9kb3ducmV2LnhtbERPS2sCMRC+C/6HMEJvmm0Fka1RSsEX&#10;nrotnofNuFncmSxJqtt/bw5Cjx/fe7UZuFM3CrH1YuB1VoAiqb1tpTHw872dLkHFhGKx80IG/ijC&#10;Zj0erbC0/i5fdKtSo3KIxBINuJT6UutYO2KMM9+TZO7iA2PKMDTaBrzncO70W1EsNGMrucFhT5+O&#10;6mv1ywb0/rLYMQ/HwAenO386V1d7NuZlMny8g0o0pH/x032wBubLPD+fyUdArx8A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tHNTB78AAADcAAAADwAAAAAAAAAAAAAAAACh&#10;AgAAZHJzL2Rvd25yZXYueG1sUEsFBgAAAAAEAAQA+QAAAI0DAAAAAA==&#10;" strokecolor="red" strokeweight="2.25pt"/>
                              </v:group>
                            </v:group>
                            <v:shape id="Zone de texte 381" o:spid="_x0000_s1067" type="#_x0000_t202" style="position:absolute;left:-252730;top:180975;width:424180;height:2533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C9fAxQAA&#10;ANwAAAAPAAAAZHJzL2Rvd25yZXYueG1sRI9La8MwEITvhfwHsYHcEilJWxLHSggthZ5a6jwgt8Va&#10;P4i1MpYau/++KgR6HGbmGybdDbYRN+p87VjDfKZAEOfO1FxqOB7episQPiAbbByThh/ysNuOHlJM&#10;jOv5i25ZKEWEsE9QQxVCm0jp84os+plriaNXuM5iiLIrpemwj3DbyIVSz9JizXGhwpZeKsqv2bfV&#10;cPooLudH9Vm+2qe2d4OSbNdS68l42G9ABBrCf/jefjcalqs5/J2JR0Bufw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ML18DFAAAA3AAAAA8AAAAAAAAAAAAAAAAAlwIAAGRycy9k&#10;b3ducmV2LnhtbFBLBQYAAAAABAAEAPUAAACJAwAAAAA=&#10;" filled="f" stroked="f">
                              <v:textbox>
                                <w:txbxContent>
                                  <w:p w14:paraId="24263F3D" w14:textId="77777777" w:rsidR="0026367A" w:rsidRDefault="0026367A" w:rsidP="00992A4D">
                                    <w:pPr>
                                      <w:jc w:val="right"/>
                                      <w:rPr>
                                        <w:sz w:val="18"/>
                                        <w:szCs w:val="18"/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C</w:t>
                                    </w:r>
                                    <w:r w:rsidRPr="000C70C9">
                                      <w:rPr>
                                        <w:sz w:val="18"/>
                                        <w:szCs w:val="18"/>
                                        <w:vertAlign w:val="subscript"/>
                                      </w:rPr>
                                      <w:t>u</w:t>
                                    </w:r>
                                    <w:r>
                                      <w:rPr>
                                        <w:sz w:val="18"/>
                                        <w:szCs w:val="18"/>
                                        <w:vertAlign w:val="subscript"/>
                                      </w:rPr>
                                      <w:t>n</w:t>
                                    </w:r>
                                  </w:p>
                                  <w:p w14:paraId="6A54C92B" w14:textId="77777777" w:rsidR="0026367A" w:rsidRPr="000C70C9" w:rsidRDefault="0026367A" w:rsidP="00992A4D">
                                    <w:pPr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</v:group>
                      </v:group>
                      <v:shape id="Zone de texte 382" o:spid="_x0000_s1068" type="#_x0000_t202" style="position:absolute;left:318770;top:929005;width:651510;height:2533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2Um3xAAA&#10;ANwAAAAPAAAAZHJzL2Rvd25yZXYueG1sRI9bi8IwFITfF/wP4Qi+aeJlRatRZJcFn1y8gm+H5tgW&#10;m5PSZG33328EYR+HmfmGWa5bW4oH1b5wrGE4UCCIU2cKzjScjl/9GQgfkA2WjknDL3lYrzpvS0yM&#10;a3hPj0PIRISwT1BDHkKVSOnTnCz6gauIo3dztcUQZZ1JU2MT4baUI6Wm0mLBcSHHij5ySu+HH6vh&#10;vLtdLxP1nX3a96pxrZJs51LrXrfdLEAEasN/+NXeGg3j2QieZ+IRkKs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9lJt8QAAADcAAAADwAAAAAAAAAAAAAAAACXAgAAZHJzL2Rv&#10;d25yZXYueG1sUEsFBgAAAAAEAAQA9QAAAIgDAAAAAA==&#10;" filled="f" stroked="f">
                        <v:textbox>
                          <w:txbxContent>
                            <w:p w14:paraId="601EACA4" w14:textId="77777777" w:rsidR="0026367A" w:rsidRDefault="0026367A" w:rsidP="00992A4D">
                              <w:r>
                                <w:t>U = C</w:t>
                              </w:r>
                              <w:r w:rsidRPr="000B1EE8">
                                <w:rPr>
                                  <w:vertAlign w:val="superscript"/>
                                </w:rPr>
                                <w:t>te</w:t>
                              </w:r>
                            </w:p>
                          </w:txbxContent>
                        </v:textbox>
                      </v:shape>
                      <v:shape id="Zone de texte 384" o:spid="_x0000_s1069" type="#_x0000_t202" style="position:absolute;left:1189355;top:1689735;width:361886;height:2533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fHRYxAAA&#10;ANwAAAAPAAAAZHJzL2Rvd25yZXYueG1sRI9bi8IwFITfhf0P4Szs25qsl0WrURZF8ElZb+DboTm2&#10;xeakNFlb/70RFnwcZuYbZjpvbSluVPvCsYavrgJBnDpTcKbhsF99jkD4gGywdEwa7uRhPnvrTDEx&#10;ruFfuu1CJiKEfYIa8hCqREqf5mTRd11FHL2Lqy2GKOtMmhqbCLel7Cn1LS0WHBdyrGiRU3rd/VkN&#10;x83lfBqobba0w6pxrZJsx1Lrj/f2ZwIiUBte4f/22mjojwbwPBOPgJw9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3x0WMQAAADcAAAADwAAAAAAAAAAAAAAAACXAgAAZHJzL2Rv&#10;d25yZXYueG1sUEsFBgAAAAAEAAQA9QAAAIgDAAAAAA==&#10;" filled="f" stroked="f">
                        <v:textbox>
                          <w:txbxContent>
                            <w:p w14:paraId="7A5B785B" w14:textId="77777777" w:rsidR="0026367A" w:rsidRPr="000B1EE8" w:rsidRDefault="0026367A" w:rsidP="00992A4D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eastAsiaTheme="minorHAnsi" w:cs="Arial"/>
                                </w:rPr>
                                <w:t>Ω</w:t>
                              </w:r>
                              <w:r w:rsidRPr="00D81056">
                                <w:rPr>
                                  <w:rFonts w:eastAsiaTheme="minorHAnsi" w:cs="Arial"/>
                                  <w:vertAlign w:val="subscript"/>
                                </w:rPr>
                                <w:t>0</w:t>
                              </w:r>
                            </w:p>
                            <w:p w14:paraId="222525C2" w14:textId="77777777" w:rsidR="0026367A" w:rsidRPr="000C70C9" w:rsidRDefault="0026367A" w:rsidP="00992A4D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  <v:shape id="Zone de texte 390" o:spid="_x0000_s1070" type="#_x0000_t202" style="position:absolute;left:899795;top:1313180;width:399415;height:2533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nuSGwAAA&#10;ANwAAAAPAAAAZHJzL2Rvd25yZXYueG1sRE/LisIwFN0L/kO4gjtN1FHGahRRBFcjPmZgdpfm2hab&#10;m9JE2/n7yUJweTjv5bq1pXhS7QvHGkZDBYI4dabgTMP1sh98gvAB2WDpmDT8kYf1qttZYmJcwyd6&#10;nkMmYgj7BDXkIVSJlD7NyaIfuoo4cjdXWwwR1pk0NTYx3JZyrNRMWiw4NuRY0Tan9H5+WA3fX7ff&#10;nw91zHZ2WjWuVZLtXGrd77WbBYhAbXiLX+6D0TCZx/nxTDwCcvUP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pnuSGwAAAANwAAAAPAAAAAAAAAAAAAAAAAJcCAABkcnMvZG93bnJl&#10;di54bWxQSwUGAAAAAAQABAD1AAAAhAMAAAAA&#10;" filled="f" stroked="f">
                    <v:textbox>
                      <w:txbxContent>
                        <w:p w14:paraId="7AF17B8F" w14:textId="380226AD" w:rsidR="0026367A" w:rsidRPr="00992A4D" w:rsidRDefault="0026367A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992A4D">
                            <w:rPr>
                              <w:sz w:val="18"/>
                              <w:szCs w:val="18"/>
                            </w:rPr>
                            <w:t>C</w:t>
                          </w:r>
                          <w:r>
                            <w:rPr>
                              <w:sz w:val="18"/>
                              <w:szCs w:val="18"/>
                              <w:vertAlign w:val="subscript"/>
                            </w:rPr>
                            <w:t>u</w:t>
                          </w:r>
                        </w:p>
                      </w:txbxContent>
                    </v:textbox>
                  </v:shape>
                  <v:shape id="Zone de texte 391" o:spid="_x0000_s1071" type="#_x0000_t202" style="position:absolute;left:1442720;top:1313180;width:398780;height:2533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0kEdxQAA&#10;ANwAAAAPAAAAZHJzL2Rvd25yZXYueG1sRI9PawIxFMTvgt8hPMGbJmotut0o0lLoqdJVC709Nm//&#10;0M3Lsknd7bdvCoLHYWZ+w6T7wTbiSp2vHWtYzBUI4tyZmksN59PrbAPCB2SDjWPS8Ese9rvxKMXE&#10;uJ4/6JqFUkQI+wQ1VCG0iZQ+r8iin7uWOHqF6yyGKLtSmg77CLeNXCr1KC3WHBcqbOm5ovw7+7Ea&#10;Lu/F1+eDOpYvdt32blCS7VZqPZ0MhycQgYZwD9/ab0bDaruA/zPxCMjd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bSQR3FAAAA3AAAAA8AAAAAAAAAAAAAAAAAlwIAAGRycy9k&#10;b3ducmV2LnhtbFBLBQYAAAAABAAEAPUAAACJAwAAAAA=&#10;" filled="f" stroked="f">
                    <v:textbox>
                      <w:txbxContent>
                        <w:p w14:paraId="2A12C5F4" w14:textId="4C1ADC8D" w:rsidR="0026367A" w:rsidRPr="00992A4D" w:rsidRDefault="0026367A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992A4D">
                            <w:rPr>
                              <w:sz w:val="18"/>
                              <w:szCs w:val="18"/>
                            </w:rPr>
                            <w:t>C</w:t>
                          </w:r>
                          <w:r>
                            <w:rPr>
                              <w:sz w:val="18"/>
                              <w:szCs w:val="18"/>
                              <w:vertAlign w:val="subscript"/>
                            </w:rPr>
                            <w:t>em</w:t>
                          </w:r>
                        </w:p>
                      </w:txbxContent>
                    </v:textbox>
                  </v:shape>
                </v:group>
                <w10:wrap type="through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529AC943" wp14:editId="2A43C023">
                <wp:simplePos x="0" y="0"/>
                <wp:positionH relativeFrom="column">
                  <wp:posOffset>-72390</wp:posOffset>
                </wp:positionH>
                <wp:positionV relativeFrom="paragraph">
                  <wp:posOffset>111125</wp:posOffset>
                </wp:positionV>
                <wp:extent cx="2461260" cy="1906905"/>
                <wp:effectExtent l="0" t="0" r="2540" b="0"/>
                <wp:wrapThrough wrapText="bothSides">
                  <wp:wrapPolygon edited="0">
                    <wp:start x="669" y="0"/>
                    <wp:lineTo x="223" y="6330"/>
                    <wp:lineTo x="2229" y="9495"/>
                    <wp:lineTo x="3121" y="9495"/>
                    <wp:lineTo x="2452" y="19277"/>
                    <wp:lineTo x="2898" y="20428"/>
                    <wp:lineTo x="4458" y="21291"/>
                    <wp:lineTo x="18056" y="21291"/>
                    <wp:lineTo x="19616" y="20715"/>
                    <wp:lineTo x="20954" y="19564"/>
                    <wp:lineTo x="20508" y="18701"/>
                    <wp:lineTo x="21399" y="17550"/>
                    <wp:lineTo x="20508" y="16112"/>
                    <wp:lineTo x="17387" y="14098"/>
                    <wp:lineTo x="17833" y="5754"/>
                    <wp:lineTo x="16495" y="5467"/>
                    <wp:lineTo x="16941" y="2302"/>
                    <wp:lineTo x="7802" y="0"/>
                    <wp:lineTo x="669" y="0"/>
                  </wp:wrapPolygon>
                </wp:wrapThrough>
                <wp:docPr id="362" name="Grouper 3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61260" cy="1906905"/>
                          <a:chOff x="-36195" y="0"/>
                          <a:chExt cx="2461260" cy="1906905"/>
                        </a:xfrm>
                      </wpg:grpSpPr>
                      <wpg:grpSp>
                        <wpg:cNvPr id="284" name="Grouper 284"/>
                        <wpg:cNvGrpSpPr/>
                        <wpg:grpSpPr>
                          <a:xfrm>
                            <a:off x="-36195" y="0"/>
                            <a:ext cx="2461260" cy="1906905"/>
                            <a:chOff x="501650" y="0"/>
                            <a:chExt cx="2461260" cy="1906905"/>
                          </a:xfrm>
                        </wpg:grpSpPr>
                        <wps:wsp>
                          <wps:cNvPr id="263" name="Zone de texte 263"/>
                          <wps:cNvSpPr txBox="1"/>
                          <wps:spPr>
                            <a:xfrm>
                              <a:off x="1591945" y="615315"/>
                              <a:ext cx="398780" cy="2533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4CDBD47" w14:textId="0089D806" w:rsidR="0026367A" w:rsidRPr="000C70C9" w:rsidRDefault="0026367A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0C70C9">
                                  <w:rPr>
                                    <w:sz w:val="18"/>
                                    <w:szCs w:val="18"/>
                                  </w:rPr>
                                  <w:t>C</w:t>
                                </w:r>
                                <w:r w:rsidRPr="000C70C9">
                                  <w:rPr>
                                    <w:sz w:val="18"/>
                                    <w:szCs w:val="18"/>
                                    <w:vertAlign w:val="subscript"/>
                                  </w:rPr>
                                  <w:t>em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4" name="Zone de texte 264"/>
                          <wps:cNvSpPr txBox="1"/>
                          <wps:spPr>
                            <a:xfrm>
                              <a:off x="2026285" y="760095"/>
                              <a:ext cx="398780" cy="2533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8EF4A7E" w14:textId="1D2FCD1C" w:rsidR="0026367A" w:rsidRPr="000C70C9" w:rsidRDefault="0026367A" w:rsidP="000C70C9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0C70C9">
                                  <w:rPr>
                                    <w:sz w:val="18"/>
                                    <w:szCs w:val="18"/>
                                  </w:rPr>
                                  <w:t>C</w:t>
                                </w:r>
                                <w:r>
                                  <w:rPr>
                                    <w:sz w:val="18"/>
                                    <w:szCs w:val="18"/>
                                    <w:vertAlign w:val="subscript"/>
                                  </w:rPr>
                                  <w:t>u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83" name="Grouper 283"/>
                          <wpg:cNvGrpSpPr/>
                          <wpg:grpSpPr>
                            <a:xfrm>
                              <a:off x="501650" y="0"/>
                              <a:ext cx="2461260" cy="1906905"/>
                              <a:chOff x="501650" y="0"/>
                              <a:chExt cx="2461260" cy="1906905"/>
                            </a:xfrm>
                          </wpg:grpSpPr>
                          <wps:wsp>
                            <wps:cNvPr id="261" name="Connecteur droit 261"/>
                            <wps:cNvCnPr/>
                            <wps:spPr>
                              <a:xfrm flipH="1">
                                <a:off x="904875" y="495300"/>
                                <a:ext cx="1520190" cy="0"/>
                              </a:xfrm>
                              <a:prstGeom prst="line">
                                <a:avLst/>
                              </a:prstGeom>
                              <a:ln w="12700" cmpd="sng">
                                <a:solidFill>
                                  <a:srgbClr val="000000"/>
                                </a:solidFill>
                                <a:prstDash val="sysDash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2" name="Connecteur droit 262"/>
                            <wps:cNvCnPr/>
                            <wps:spPr>
                              <a:xfrm>
                                <a:off x="2425065" y="495300"/>
                                <a:ext cx="0" cy="1194435"/>
                              </a:xfrm>
                              <a:prstGeom prst="line">
                                <a:avLst/>
                              </a:prstGeom>
                              <a:ln w="12700" cmpd="sng">
                                <a:solidFill>
                                  <a:srgbClr val="000000"/>
                                </a:solidFill>
                                <a:prstDash val="sysDash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280" name="Grouper 280"/>
                            <wpg:cNvGrpSpPr/>
                            <wpg:grpSpPr>
                              <a:xfrm>
                                <a:off x="501650" y="0"/>
                                <a:ext cx="2461260" cy="1906905"/>
                                <a:chOff x="501650" y="0"/>
                                <a:chExt cx="2461260" cy="1906905"/>
                              </a:xfrm>
                            </wpg:grpSpPr>
                            <wpg:grpSp>
                              <wpg:cNvPr id="1" name="Grouper 1"/>
                              <wpg:cNvGrpSpPr/>
                              <wpg:grpSpPr>
                                <a:xfrm>
                                  <a:off x="501650" y="0"/>
                                  <a:ext cx="2461260" cy="1906905"/>
                                  <a:chOff x="31115" y="-60960"/>
                                  <a:chExt cx="2461260" cy="1906905"/>
                                </a:xfrm>
                              </wpg:grpSpPr>
                              <wpg:grpSp>
                                <wpg:cNvPr id="14" name="Grouper 14"/>
                                <wpg:cNvGrpSpPr/>
                                <wpg:grpSpPr>
                                  <a:xfrm>
                                    <a:off x="325755" y="144780"/>
                                    <a:ext cx="2063115" cy="1592580"/>
                                    <a:chOff x="0" y="0"/>
                                    <a:chExt cx="2063115" cy="1592580"/>
                                  </a:xfrm>
                                </wpg:grpSpPr>
                                <wps:wsp>
                                  <wps:cNvPr id="21" name="Connecteur droit avec flèche 21"/>
                                  <wps:cNvCnPr/>
                                  <wps:spPr>
                                    <a:xfrm flipV="1">
                                      <a:off x="108585" y="0"/>
                                      <a:ext cx="0" cy="1592580"/>
                                    </a:xfrm>
                                    <a:prstGeom prst="straightConnector1">
                                      <a:avLst/>
                                    </a:prstGeom>
                                    <a:ln w="12700" cmpd="sng">
                                      <a:solidFill>
                                        <a:schemeClr val="tx1"/>
                                      </a:solidFill>
                                      <a:headEnd type="none"/>
                                      <a:tailEnd type="arrow"/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2" name="Connecteur droit avec flèche 22"/>
                                  <wps:cNvCnPr/>
                                  <wps:spPr>
                                    <a:xfrm flipH="1">
                                      <a:off x="0" y="1483995"/>
                                      <a:ext cx="2063115" cy="0"/>
                                    </a:xfrm>
                                    <a:prstGeom prst="straightConnector1">
                                      <a:avLst/>
                                    </a:prstGeom>
                                    <a:ln w="12700" cmpd="sng">
                                      <a:solidFill>
                                        <a:schemeClr val="tx1"/>
                                      </a:solidFill>
                                      <a:headEnd type="arrow"/>
                                      <a:tailEnd type="none"/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3" name="Connecteur droit 23"/>
                                  <wps:cNvCnPr/>
                                  <wps:spPr>
                                    <a:xfrm flipV="1">
                                      <a:off x="108585" y="289560"/>
                                      <a:ext cx="1339215" cy="1194436"/>
                                    </a:xfrm>
                                    <a:prstGeom prst="line">
                                      <a:avLst/>
                                    </a:prstGeom>
                                    <a:ln w="28575" cmpd="sng">
                                      <a:solidFill>
                                        <a:srgbClr val="FF0000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28" name="Grouper 28"/>
                                <wpg:cNvGrpSpPr/>
                                <wpg:grpSpPr>
                                  <a:xfrm>
                                    <a:off x="31115" y="-60960"/>
                                    <a:ext cx="2461260" cy="1906905"/>
                                    <a:chOff x="31115" y="-60960"/>
                                    <a:chExt cx="2461260" cy="1906905"/>
                                  </a:xfrm>
                                </wpg:grpSpPr>
                                <wps:wsp>
                                  <wps:cNvPr id="30" name="Zone de texte 30"/>
                                  <wps:cNvSpPr txBox="1"/>
                                  <wps:spPr>
                                    <a:xfrm>
                                      <a:off x="506730" y="1628775"/>
                                      <a:ext cx="289560" cy="2171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1905D844" w14:textId="77777777" w:rsidR="0026367A" w:rsidRPr="000B1EE8" w:rsidRDefault="0026367A" w:rsidP="000C70C9">
                                        <w:pPr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0B1EE8">
                                          <w:rPr>
                                            <w:sz w:val="18"/>
                                            <w:szCs w:val="18"/>
                                          </w:rPr>
                                          <w:t>I</w:t>
                                        </w:r>
                                        <w:r w:rsidRPr="000B1EE8">
                                          <w:rPr>
                                            <w:sz w:val="18"/>
                                            <w:szCs w:val="18"/>
                                            <w:vertAlign w:val="subscript"/>
                                          </w:rPr>
                                          <w:t>o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1" name="Zone de texte 31"/>
                                  <wps:cNvSpPr txBox="1"/>
                                  <wps:spPr>
                                    <a:xfrm>
                                      <a:off x="1840865" y="1628775"/>
                                      <a:ext cx="289560" cy="2171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797B7DA7" w14:textId="77777777" w:rsidR="0026367A" w:rsidRPr="000B1EE8" w:rsidRDefault="0026367A" w:rsidP="000C70C9">
                                        <w:pPr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0B1EE8">
                                          <w:rPr>
                                            <w:sz w:val="18"/>
                                            <w:szCs w:val="18"/>
                                          </w:rPr>
                                          <w:t>I</w:t>
                                        </w:r>
                                        <w:r>
                                          <w:rPr>
                                            <w:sz w:val="18"/>
                                            <w:szCs w:val="18"/>
                                            <w:vertAlign w:val="subscript"/>
                                          </w:rPr>
                                          <w:t>n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56" name="Zone de texte 256"/>
                                  <wps:cNvSpPr txBox="1"/>
                                  <wps:spPr>
                                    <a:xfrm>
                                      <a:off x="2202815" y="1366520"/>
                                      <a:ext cx="289560" cy="2171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6A23F228" w14:textId="77777777" w:rsidR="0026367A" w:rsidRPr="000B1EE8" w:rsidRDefault="0026367A" w:rsidP="000C70C9">
                                        <w:pPr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0B1EE8">
                                          <w:rPr>
                                            <w:sz w:val="18"/>
                                            <w:szCs w:val="18"/>
                                          </w:rPr>
                                          <w:t>I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57" name="Zone de texte 257"/>
                                  <wps:cNvSpPr txBox="1"/>
                                  <wps:spPr>
                                    <a:xfrm>
                                      <a:off x="67310" y="-60960"/>
                                      <a:ext cx="904876" cy="2781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2F2DB6E9" w14:textId="38639644" w:rsidR="0026367A" w:rsidRPr="000B1EE8" w:rsidRDefault="0026367A" w:rsidP="000C70C9">
                                        <w:pPr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eastAsiaTheme="minorHAnsi" w:cs="Arial"/>
                                          </w:rPr>
                                          <w:t>C</w:t>
                                        </w:r>
                                        <w:r w:rsidRPr="000C70C9">
                                          <w:rPr>
                                            <w:rFonts w:eastAsiaTheme="minorHAnsi" w:cs="Arial"/>
                                            <w:vertAlign w:val="subscript"/>
                                          </w:rPr>
                                          <w:t>em</w:t>
                                        </w:r>
                                        <w:r>
                                          <w:rPr>
                                            <w:rFonts w:eastAsiaTheme="minorHAnsi" w:cs="Arial"/>
                                          </w:rPr>
                                          <w:t>, C</w:t>
                                        </w:r>
                                        <w:r w:rsidRPr="000C70C9">
                                          <w:rPr>
                                            <w:rFonts w:eastAsiaTheme="minorHAnsi" w:cs="Arial"/>
                                            <w:vertAlign w:val="subscript"/>
                                          </w:rPr>
                                          <w:t>u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59" name="Zone de texte 259"/>
                                  <wps:cNvSpPr txBox="1"/>
                                  <wps:spPr>
                                    <a:xfrm>
                                      <a:off x="31115" y="325755"/>
                                      <a:ext cx="403225" cy="2533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66A98668" w14:textId="542C275B" w:rsidR="0026367A" w:rsidRDefault="0026367A" w:rsidP="000C70C9">
                                        <w:pPr>
                                          <w:jc w:val="right"/>
                                          <w:rPr>
                                            <w:sz w:val="18"/>
                                            <w:szCs w:val="18"/>
                                            <w:vertAlign w:val="subscript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C</w:t>
                                        </w:r>
                                        <w:r w:rsidRPr="000C70C9">
                                          <w:rPr>
                                            <w:sz w:val="18"/>
                                            <w:szCs w:val="18"/>
                                            <w:vertAlign w:val="subscript"/>
                                          </w:rPr>
                                          <w:t>un</w:t>
                                        </w:r>
                                      </w:p>
                                      <w:p w14:paraId="3CEE9F22" w14:textId="14366EC1" w:rsidR="0026367A" w:rsidRPr="000C70C9" w:rsidRDefault="0026367A" w:rsidP="000C70C9">
                                        <w:pPr>
                                          <w:jc w:val="right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260" name="Connecteur droit 260"/>
                              <wps:cNvCnPr/>
                              <wps:spPr>
                                <a:xfrm flipV="1">
                                  <a:off x="1085850" y="495300"/>
                                  <a:ext cx="1339215" cy="1194435"/>
                                </a:xfrm>
                                <a:prstGeom prst="line">
                                  <a:avLst/>
                                </a:prstGeom>
                                <a:ln w="28575" cmpd="sng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  <a:effectLst/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5" name="Connecteur droit 265"/>
                              <wps:cNvCnPr/>
                              <wps:spPr>
                                <a:xfrm>
                                  <a:off x="1520190" y="1146810"/>
                                  <a:ext cx="0" cy="542925"/>
                                </a:xfrm>
                                <a:prstGeom prst="line">
                                  <a:avLst/>
                                </a:prstGeom>
                                <a:ln w="12700" cmpd="sng">
                                  <a:solidFill>
                                    <a:srgbClr val="000000"/>
                                  </a:solidFill>
                                  <a:prstDash val="sysDash"/>
                                </a:ln>
                                <a:effectLst/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6" name="Connecteur droit 266"/>
                              <wps:cNvCnPr/>
                              <wps:spPr>
                                <a:xfrm flipH="1">
                                  <a:off x="1520190" y="1146810"/>
                                  <a:ext cx="361949" cy="0"/>
                                </a:xfrm>
                                <a:prstGeom prst="line">
                                  <a:avLst/>
                                </a:prstGeom>
                                <a:ln w="12700" cmpd="sng">
                                  <a:solidFill>
                                    <a:srgbClr val="000000"/>
                                  </a:solidFill>
                                  <a:prstDash val="sysDash"/>
                                </a:ln>
                                <a:effectLst/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8" name="Connecteur droit 268"/>
                              <wps:cNvCnPr/>
                              <wps:spPr>
                                <a:xfrm flipH="1">
                                  <a:off x="1520190" y="1299210"/>
                                  <a:ext cx="361315" cy="0"/>
                                </a:xfrm>
                                <a:prstGeom prst="line">
                                  <a:avLst/>
                                </a:prstGeom>
                                <a:ln w="12700" cmpd="sng">
                                  <a:solidFill>
                                    <a:srgbClr val="000000"/>
                                  </a:solidFill>
                                  <a:prstDash val="sysDash"/>
                                </a:ln>
                                <a:effectLst/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4" name="Connecteur droit avec flèche 274"/>
                              <wps:cNvCnPr/>
                              <wps:spPr>
                                <a:xfrm flipV="1">
                                  <a:off x="1882140" y="1146810"/>
                                  <a:ext cx="0" cy="144781"/>
                                </a:xfrm>
                                <a:prstGeom prst="straightConnector1">
                                  <a:avLst/>
                                </a:prstGeom>
                                <a:ln w="12700" cmpd="sng">
                                  <a:solidFill>
                                    <a:schemeClr val="tx1"/>
                                  </a:solidFill>
                                  <a:headEnd type="none"/>
                                  <a:tailEnd type="triangle"/>
                                </a:ln>
                                <a:effectLst/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5" name="Zone de texte 275"/>
                              <wps:cNvSpPr txBox="1"/>
                              <wps:spPr>
                                <a:xfrm>
                                  <a:off x="1835785" y="1110615"/>
                                  <a:ext cx="325755" cy="2533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1FA3F83" w14:textId="1CE2A9F8" w:rsidR="0026367A" w:rsidRPr="000C70C9" w:rsidRDefault="0026367A" w:rsidP="000C70C9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0C70C9">
                                      <w:rPr>
                                        <w:sz w:val="18"/>
                                        <w:szCs w:val="18"/>
                                      </w:rPr>
                                      <w:t>C</w:t>
                                    </w:r>
                                    <w:r>
                                      <w:rPr>
                                        <w:sz w:val="18"/>
                                        <w:szCs w:val="18"/>
                                        <w:vertAlign w:val="subscript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9" name="Zone de texte 279"/>
                              <wps:cNvSpPr txBox="1"/>
                              <wps:spPr>
                                <a:xfrm>
                                  <a:off x="1049655" y="169545"/>
                                  <a:ext cx="1447800" cy="2533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FB9231D" w14:textId="21D9B71C" w:rsidR="0026367A" w:rsidRPr="004D4114" w:rsidRDefault="0026367A" w:rsidP="004D4114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(C</w:t>
                                    </w:r>
                                    <w:r w:rsidRPr="000C70C9">
                                      <w:rPr>
                                        <w:sz w:val="18"/>
                                        <w:szCs w:val="18"/>
                                        <w:vertAlign w:val="subscript"/>
                                      </w:rPr>
                                      <w:t>un</w:t>
                                    </w:r>
                                    <w:r>
                                      <w:rPr>
                                        <w:sz w:val="18"/>
                                        <w:szCs w:val="18"/>
                                        <w:vertAlign w:val="subscript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 xml:space="preserve">: </w:t>
                                    </w:r>
                                    <w:r w:rsidRPr="000C70C9">
                                      <w:rPr>
                                        <w:sz w:val="16"/>
                                        <w:szCs w:val="16"/>
                                      </w:rPr>
                                      <w:t>Couple utile nominal</w:t>
                                    </w: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s:wsp>
                        <wps:cNvPr id="318" name="Zone de texte 318"/>
                        <wps:cNvSpPr txBox="1"/>
                        <wps:spPr>
                          <a:xfrm>
                            <a:off x="325755" y="869950"/>
                            <a:ext cx="651510" cy="253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2E761D2" w14:textId="77777777" w:rsidR="0026367A" w:rsidRDefault="0026367A" w:rsidP="007F7D32">
                              <w:r>
                                <w:t>U = C</w:t>
                              </w:r>
                              <w:r w:rsidRPr="000B1EE8">
                                <w:rPr>
                                  <w:vertAlign w:val="superscript"/>
                                </w:rPr>
                                <w:t>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29AC943" id="Grouper 362" o:spid="_x0000_s1072" style="position:absolute;margin-left:-5.7pt;margin-top:8.75pt;width:193.8pt;height:150.15pt;z-index:251764736;mso-width-relative:margin" coordorigin="-36195" coordsize="2461260,190690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">
                <v:group id="Grouper 284" o:spid="_x0000_s1073" style="position:absolute;left:-36195;width:2461260;height:1906905" coordorigin="501650" coordsize="2461260,19069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ggn+ecUAAADcAAAA&#10;DwAAAAAAAAAAAAAAAACpAgAAZHJzL2Rvd25yZXYueG1sUEsFBgAAAAAEAAQA+gAAAJsDAAAAAA==&#10;">
                  <v:shape id="Zone de texte 263" o:spid="_x0000_s1074" type="#_x0000_t202" style="position:absolute;left:1591945;top:615315;width:398780;height:2533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eAVLwwAA&#10;ANwAAAAPAAAAZHJzL2Rvd25yZXYueG1sRI9BawIxFITvgv8hPMGbJloVuxpFLIWelNpa8PbYPHcX&#10;Ny/LJrrrvzeC0OMwM98wy3VrS3Gj2heONYyGCgRx6kzBmYbfn8/BHIQPyAZLx6ThTh7Wq25niYlx&#10;DX/T7RAyESHsE9SQh1AlUvo0J4t+6Cri6J1dbTFEWWfS1NhEuC3lWKmZtFhwXMixom1O6eVwtRqO&#10;u/Ppb6L22YedVo1rlWT7LrXu99rNAkSgNvyHX+0vo2E8e4PnmXgE5Oo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aeAVLwwAAANwAAAAPAAAAAAAAAAAAAAAAAJcCAABkcnMvZG93&#10;bnJldi54bWxQSwUGAAAAAAQABAD1AAAAhwMAAAAA&#10;" filled="f" stroked="f">
                    <v:textbox>
                      <w:txbxContent>
                        <w:p w14:paraId="44CDBD47" w14:textId="0089D806" w:rsidR="0026367A" w:rsidRPr="000C70C9" w:rsidRDefault="0026367A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0C70C9">
                            <w:rPr>
                              <w:sz w:val="18"/>
                              <w:szCs w:val="18"/>
                            </w:rPr>
                            <w:t>C</w:t>
                          </w:r>
                          <w:r w:rsidRPr="000C70C9">
                            <w:rPr>
                              <w:sz w:val="18"/>
                              <w:szCs w:val="18"/>
                              <w:vertAlign w:val="subscript"/>
                            </w:rPr>
                            <w:t>em</w:t>
                          </w:r>
                        </w:p>
                      </w:txbxContent>
                    </v:textbox>
                  </v:shape>
                  <v:shape id="Zone de texte 264" o:spid="_x0000_s1075" type="#_x0000_t202" style="position:absolute;left:2026285;top:760095;width:398780;height:2533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kZ0/wwAA&#10;ANwAAAAPAAAAZHJzL2Rvd25yZXYueG1sRI9Bi8IwFITvgv8hvAVvmqyo7HaNIorgSVF3BW+P5tmW&#10;bV5KE23990YQPA4z8w0znbe2FDeqfeFYw+dAgSBOnSk40/B7XPe/QPiAbLB0TBru5GE+63ammBjX&#10;8J5uh5CJCGGfoIY8hCqR0qc5WfQDVxFH7+JqiyHKOpOmxibCbSmHSk2kxYLjQo4VLXNK/w9Xq+Fv&#10;ezmfRmqXrey4alyrJNtvqXXvo138gAjUhnf41d4YDcPJCJ5n4hGQs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VkZ0/wwAAANwAAAAPAAAAAAAAAAAAAAAAAJcCAABkcnMvZG93&#10;bnJldi54bWxQSwUGAAAAAAQABAD1AAAAhwMAAAAA&#10;" filled="f" stroked="f">
                    <v:textbox>
                      <w:txbxContent>
                        <w:p w14:paraId="78EF4A7E" w14:textId="1D2FCD1C" w:rsidR="0026367A" w:rsidRPr="000C70C9" w:rsidRDefault="0026367A" w:rsidP="000C70C9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0C70C9">
                            <w:rPr>
                              <w:sz w:val="18"/>
                              <w:szCs w:val="18"/>
                            </w:rPr>
                            <w:t>C</w:t>
                          </w:r>
                          <w:r>
                            <w:rPr>
                              <w:sz w:val="18"/>
                              <w:szCs w:val="18"/>
                              <w:vertAlign w:val="subscript"/>
                            </w:rPr>
                            <w:t>u</w:t>
                          </w:r>
                        </w:p>
                      </w:txbxContent>
                    </v:textbox>
                  </v:shape>
                  <v:group id="Grouper 283" o:spid="_x0000_s1076" style="position:absolute;left:501650;width:2461260;height:1906905" coordorigin="501650" coordsize="2461260,19069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A3gZg3GAAAA3AAA&#10;AA8AAAAAAAAAAAAAAAAAqQIAAGRycy9kb3ducmV2LnhtbFBLBQYAAAAABAAEAPoAAACcAwAAAAA=&#10;">
                    <v:line id="Connecteur droit 261" o:spid="_x0000_s1077" style="position:absolute;flip:x;visibility:visible;mso-wrap-style:square" from="904875,495300" to="2425065,4953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RU3bMcAAADcAAAADwAAAGRycy9kb3ducmV2LnhtbESPQWvCQBSE70L/w/IKvYhuzCFImlVE&#10;FEoPJdH20Nsz+5qEZt+m2W2S/vuuIHgcZuYbJttOphUD9a6xrGC1jEAQl1Y3XCl4Px8XaxDOI2ts&#10;LZOCP3Kw3TzMMky1Hbmg4eQrESDsUlRQe9+lUrqyJoNuaTvi4H3Z3qAPsq+k7nEMcNPKOIoSabDh&#10;sFBjR/uayu/Tr1HwJs1eHtrjx2e+uwyHn6Ia56+5Uk+P0+4ZhKfJ38O39otWECcruJ4JR0Bu/gE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DxFTdsxwAAANwAAAAPAAAAAAAA&#10;AAAAAAAAAKECAABkcnMvZG93bnJldi54bWxQSwUGAAAAAAQABAD5AAAAlQMAAAAA&#10;" strokeweight="1pt">
                      <v:stroke dashstyle="3 1"/>
                    </v:line>
                    <v:line id="Connecteur droit 262" o:spid="_x0000_s1078" style="position:absolute;visibility:visible;mso-wrap-style:square" from="2425065,495300" to="2425065,168973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/IxxQMIAAADcAAAADwAAAGRycy9kb3ducmV2LnhtbESPTWrDMBCF94XcQUwgm9LI9cI0bmQT&#10;Ak2yrdsDTK2JJWKNjKXETk9fFQpdPt7Px9vWs+vFjcZgPSt4XmcgiFuvLXcKPj/enl5AhIissfdM&#10;Cu4UoK4WD1sstZ/4nW5N7EQa4VCiAhPjUEoZWkMOw9oPxMk7+9FhTHLspB5xSuOul3mWFdKh5UQw&#10;ONDeUHtpri5BnPV2fjx+xYk62pzM5vB91kqtlvPuFUSkOf6H/9onrSAvcvg9k46ArH4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/IxxQMIAAADcAAAADwAAAAAAAAAAAAAA&#10;AAChAgAAZHJzL2Rvd25yZXYueG1sUEsFBgAAAAAEAAQA+QAAAJADAAAAAA==&#10;" strokeweight="1pt">
                      <v:stroke dashstyle="3 1"/>
                    </v:line>
                    <v:group id="Grouper 280" o:spid="_x0000_s1079" style="position:absolute;left:501650;width:2461260;height:1906905" coordorigin="501650" coordsize="2461260,19069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/TL4esIAAADcAAAADwAA&#10;AAAAAAAAAAAAAACpAgAAZHJzL2Rvd25yZXYueG1sUEsFBgAAAAAEAAQA+gAAAJgDAAAAAA==&#10;">
                      <v:group id="Grouper 1" o:spid="_x0000_s1080" style="position:absolute;left:501650;width:2461260;height:1906905" coordorigin="31115,-60960" coordsize="2461260,19069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">
                        <v:group id="Grouper 14" o:spid="_x0000_s1081" style="position:absolute;left:325755;top:144780;width:2063115;height:1592580" coordsize="2063115,15925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SBsQZwQAAANsAAAAPAAAAZHJzL2Rvd25yZXYueG1sRE9Ni8IwEL0L+x/CLHjT&#10;tLsqS9coIq54EEFdEG9DM7bFZlKa2NZ/bwTB2zze50znnSlFQ7UrLCuIhxEI4tTqgjMF/8e/wQ8I&#10;55E1lpZJwZ0czGcfvSkm2ra8p+bgMxFC2CWoIPe+SqR0aU4G3dBWxIG72NqgD7DOpK6xDeGmlF9R&#10;NJEGCw4NOVa0zCm9Hm5GwbrFdvEdr5rt9bK8n4/j3Wkbk1L9z27xC8JT59/il3ujw/wR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CSBsQZwQAAANsAAAAPAAAA&#10;AAAAAAAAAAAAAKkCAABkcnMvZG93bnJldi54bWxQSwUGAAAAAAQABAD6AAAAlwMAAAAA&#10;">
                          <v:shape id="Connecteur droit avec flèche 21" o:spid="_x0000_s1082" type="#_x0000_t32" style="position:absolute;left:108585;width:0;height:1592580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VVSaMUAAADbAAAADwAAAGRycy9kb3ducmV2LnhtbESPT2vCQBTE7wW/w/IKXopuDFgkdZVG&#10;KOSirX8Qj4/saxLMvg27WxO/vVso9DjMzG+Y5XowrbiR841lBbNpAoK4tLrhSsHp+DFZgPABWWNr&#10;mRTcycN6NXpaYqZtz3u6HUIlIoR9hgrqELpMSl/WZNBPbUccvW/rDIYoXSW1wz7CTSvTJHmVBhuO&#10;CzV2tKmpvB5+jII8zZPu6/LyWey06/PzdTu/F1ulxs/D+xuIQEP4D/+1C60gncHvl/gD5Oo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sVVSaMUAAADbAAAADwAAAAAAAAAA&#10;AAAAAAChAgAAZHJzL2Rvd25yZXYueG1sUEsFBgAAAAAEAAQA+QAAAJMDAAAAAA==&#10;" strokecolor="black [3213]" strokeweight="1pt">
                            <v:stroke endarrow="open"/>
                          </v:shape>
                          <v:shape id="Connecteur droit avec flèche 22" o:spid="_x0000_s1083" type="#_x0000_t32" style="position:absolute;top:1483995;width:2063115;height:0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9GWnMIAAADbAAAADwAAAGRycy9kb3ducmV2LnhtbESPT4vCMBTE7wt+h/AEb2tqUZFqFBWW&#10;9SKLf/D8aJ5tsXkpSbTVT28WFvY4zMxvmMWqM7V4kPOVZQWjYQKCOLe64kLB+fT1OQPhA7LG2jIp&#10;eJKH1bL3scBM25YP9DiGQkQI+wwVlCE0mZQ+L8mgH9qGOHpX6wyGKF0htcM2wk0t0ySZSoMVx4US&#10;G9qWlN+Od6NgsuWTay/0M3av7/343rSvalMoNeh36zmIQF34D/+1d1pBmsLvl/gD5PIN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L9GWnMIAAADbAAAADwAAAAAAAAAAAAAA&#10;AAChAgAAZHJzL2Rvd25yZXYueG1sUEsFBgAAAAAEAAQA+QAAAJADAAAAAA==&#10;" strokecolor="black [3213]" strokeweight="1pt">
                            <v:stroke startarrow="open"/>
                          </v:shape>
                          <v:line id="Connecteur droit 23" o:spid="_x0000_s1084" style="position:absolute;flip:y;visibility:visible;mso-wrap-style:square" from="108585,289560" to="1447800,148399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LGrzcQAAADbAAAADwAAAGRycy9kb3ducmV2LnhtbESP3WrCQBSE7wt9h+UUelN0tykVja5S&#10;LAlSBPHnAQ7ZYxLMng3ZVZO37wqFXg4z8w2zWPW2ETfqfO1Yw/tYgSAunKm51HA6ZqMpCB+QDTaO&#10;ScNAHlbL56cFpsbdeU+3QyhFhLBPUUMVQptK6YuKLPqxa4mjd3adxRBlV0rT4T3CbSMTpSbSYs1x&#10;ocKW1hUVl8PVapA7OfspVWbfimY35Lnyn9tvr/XrS/81BxGoD//hv/bGaEg+4PEl/gC5/AU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4savNxAAAANsAAAAPAAAAAAAAAAAA&#10;AAAAAKECAABkcnMvZG93bnJldi54bWxQSwUGAAAAAAQABAD5AAAAkgMAAAAA&#10;" strokecolor="red" strokeweight="2.25pt"/>
                        </v:group>
                        <v:group id="Grouper 28" o:spid="_x0000_s1085" style="position:absolute;left:31115;top:-60960;width:2461260;height:1906905" coordorigin="31115,-60960" coordsize="2461260,19069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3ScEocIAAADbAAAADwAA&#10;AAAAAAAAAAAAAACpAgAAZHJzL2Rvd25yZXYueG1sUEsFBgAAAAAEAAQA+gAAAJgDAAAAAA==&#10;">
                          <v:shape id="Zone de texte 30" o:spid="_x0000_s1086" type="#_x0000_t202" style="position:absolute;left:506730;top:1628775;width:289560;height:21717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NYmZwQAA&#10;ANsAAAAPAAAAZHJzL2Rvd25yZXYueG1sRE9ba8IwFH4f7D+EI+xtTbxszM4oQxnsSbGbgm+H5tiW&#10;NSehyWz99+ZB2OPHd1+sBtuKC3WhcaxhnCkQxKUzDVcafr4/n99AhIhssHVMGq4UYLV8fFhgblzP&#10;e7oUsRIphEOOGuoYfS5lKGuyGDLniRN3dp3FmGBXSdNhn8JtKydKvUqLDaeGGj2tayp/iz+r4bA9&#10;n44ztas29sX3blCS7Vxq/TQaPt5BRBriv/ju/jIapml9+pJ+gFze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FzWJmcEAAADbAAAADwAAAAAAAAAAAAAAAACXAgAAZHJzL2Rvd25y&#10;ZXYueG1sUEsFBgAAAAAEAAQA9QAAAIUDAAAAAA==&#10;" filled="f" stroked="f">
                            <v:textbox>
                              <w:txbxContent>
                                <w:p w14:paraId="1905D844" w14:textId="77777777" w:rsidR="0026367A" w:rsidRPr="000B1EE8" w:rsidRDefault="0026367A" w:rsidP="000C70C9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0B1EE8">
                                    <w:rPr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0B1EE8">
                                    <w:rPr>
                                      <w:sz w:val="18"/>
                                      <w:szCs w:val="18"/>
                                      <w:vertAlign w:val="subscript"/>
                                    </w:rPr>
                                    <w:t>o</w:t>
                                  </w:r>
                                </w:p>
                              </w:txbxContent>
                            </v:textbox>
                          </v:shape>
                          <v:shape id="Zone de texte 31" o:spid="_x0000_s1087" type="#_x0000_t202" style="position:absolute;left:1840865;top:1628775;width:289560;height:21717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eSwCwgAA&#10;ANsAAAAPAAAAZHJzL2Rvd25yZXYueG1sRI9Pi8IwFMTvgt8hPMHbmqiraDWKKAt7WvEveHs0z7bY&#10;vJQma7vffrOw4HGYmd8wy3VrS/Gk2heONQwHCgRx6kzBmYbz6eNtBsIHZIOlY9LwQx7Wq25niYlx&#10;DR/oeQyZiBD2CWrIQ6gSKX2ak0U/cBVx9O6uthiirDNpamwi3JZypNRUWiw4LuRY0Tan9HH8thou&#10;X/fb9V3ts52dVI1rlWQ7l1r3e+1mASJQG17h//an0TAewt+X+APk6h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h5LALCAAAA2wAAAA8AAAAAAAAAAAAAAAAAlwIAAGRycy9kb3du&#10;cmV2LnhtbFBLBQYAAAAABAAEAPUAAACGAwAAAAA=&#10;" filled="f" stroked="f">
                            <v:textbox>
                              <w:txbxContent>
                                <w:p w14:paraId="797B7DA7" w14:textId="77777777" w:rsidR="0026367A" w:rsidRPr="000B1EE8" w:rsidRDefault="0026367A" w:rsidP="000C70C9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0B1EE8">
                                    <w:rPr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  <w:vertAlign w:val="subscript"/>
                                    </w:rPr>
                                    <w:t>n</w:t>
                                  </w:r>
                                </w:p>
                              </w:txbxContent>
                            </v:textbox>
                          </v:shape>
                          <v:shape id="Zone de texte 256" o:spid="_x0000_s1088" type="#_x0000_t202" style="position:absolute;left:2202815;top:1366520;width:289560;height:21717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Y2xuxAAA&#10;ANwAAAAPAAAAZHJzL2Rvd25yZXYueG1sRI9Ba8JAFITvQv/D8gredLdiQpu6SlEKniqmreDtkX0m&#10;odm3IbtN4r/vCkKPw8x8w6w2o21ET52vHWt4misQxIUzNZcavj7fZ88gfEA22DgmDVfysFk/TFaY&#10;GTfwkfo8lCJC2GeooQqhzaT0RUUW/dy1xNG7uM5iiLIrpelwiHDbyIVSqbRYc1yosKVtRcVP/ms1&#10;fH9czqelOpQ7m7SDG5Vk+yK1nj6Ob68gAo3hP3xv742GRZLC7Uw8AnL9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GNsbsQAAADcAAAADwAAAAAAAAAAAAAAAACXAgAAZHJzL2Rv&#10;d25yZXYueG1sUEsFBgAAAAAEAAQA9QAAAIgDAAAAAA==&#10;" filled="f" stroked="f">
                            <v:textbox>
                              <w:txbxContent>
                                <w:p w14:paraId="6A23F228" w14:textId="77777777" w:rsidR="0026367A" w:rsidRPr="000B1EE8" w:rsidRDefault="0026367A" w:rsidP="000C70C9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0B1EE8">
                                    <w:rPr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</w:p>
                              </w:txbxContent>
                            </v:textbox>
                          </v:shape>
                          <v:shape id="Zone de texte 257" o:spid="_x0000_s1089" type="#_x0000_t202" style="position:absolute;left:67310;top:-60960;width:904876;height:27813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L8n1xAAA&#10;ANwAAAAPAAAAZHJzL2Rvd25yZXYueG1sRI9Pa8JAFMTvgt9heUJvdbeiVtNsRJRCT0r9B709ss8k&#10;NPs2ZLcm/fZdoeBxmJnfMOmqt7W4UesrxxpexgoEce5MxYWG0/H9eQHCB2SDtWPS8EseVtlwkGJi&#10;XMefdDuEQkQI+wQ1lCE0iZQ+L8miH7uGOHpX11oMUbaFNC12EW5rOVFqLi1WHBdKbGhTUv59+LEa&#10;zrvr12Wq9sXWzprO9UqyXUqtn0b9+g1EoD48wv/tD6NhMnuF+5l4BGT2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y/J9cQAAADcAAAADwAAAAAAAAAAAAAAAACXAgAAZHJzL2Rv&#10;d25yZXYueG1sUEsFBgAAAAAEAAQA9QAAAIgDAAAAAA==&#10;" filled="f" stroked="f">
                            <v:textbox>
                              <w:txbxContent>
                                <w:p w14:paraId="2F2DB6E9" w14:textId="38639644" w:rsidR="0026367A" w:rsidRPr="000B1EE8" w:rsidRDefault="0026367A" w:rsidP="000C70C9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eastAsiaTheme="minorHAnsi" w:cs="Arial"/>
                                    </w:rPr>
                                    <w:t>C</w:t>
                                  </w:r>
                                  <w:r w:rsidRPr="000C70C9">
                                    <w:rPr>
                                      <w:rFonts w:eastAsiaTheme="minorHAnsi" w:cs="Arial"/>
                                      <w:vertAlign w:val="subscript"/>
                                    </w:rPr>
                                    <w:t>em</w:t>
                                  </w:r>
                                  <w:r>
                                    <w:rPr>
                                      <w:rFonts w:eastAsiaTheme="minorHAnsi" w:cs="Arial"/>
                                    </w:rPr>
                                    <w:t>, C</w:t>
                                  </w:r>
                                  <w:r w:rsidRPr="000C70C9">
                                    <w:rPr>
                                      <w:rFonts w:eastAsiaTheme="minorHAnsi" w:cs="Arial"/>
                                      <w:vertAlign w:val="subscript"/>
                                    </w:rPr>
                                    <w:t>u</w:t>
                                  </w:r>
                                </w:p>
                              </w:txbxContent>
                            </v:textbox>
                          </v:shape>
                          <v:shape id="Zone de texte 259" o:spid="_x0000_s1090" type="#_x0000_t202" style="position:absolute;left:31115;top:325755;width:403225;height:2533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/PgcxAAA&#10;ANwAAAAPAAAAZHJzL2Rvd25yZXYueG1sRI9Ba8JAFITvBf/D8oTe6q5iikY3QSxCTy1NVfD2yD6T&#10;YPZtyG5N+u+7hUKPw8x8w2zz0bbiTr1vHGuYzxQI4tKZhisNx8/D0wqED8gGW8ek4Zs85NnkYYup&#10;cQN/0L0IlYgQ9ilqqEPoUil9WZNFP3MdcfSurrcYouwraXocIty2cqHUs7TYcFyosaN9TeWt+LIa&#10;Tm/Xy3mp3qsXm3SDG5Vku5ZaP07H3QZEoDH8h//ar0bDIlnD75l4BGT2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fz4HMQAAADcAAAADwAAAAAAAAAAAAAAAACXAgAAZHJzL2Rv&#10;d25yZXYueG1sUEsFBgAAAAAEAAQA9QAAAIgDAAAAAA==&#10;" filled="f" stroked="f">
                            <v:textbox>
                              <w:txbxContent>
                                <w:p w14:paraId="66A98668" w14:textId="542C275B" w:rsidR="0026367A" w:rsidRDefault="0026367A" w:rsidP="000C70C9">
                                  <w:pPr>
                                    <w:jc w:val="right"/>
                                    <w:rPr>
                                      <w:sz w:val="18"/>
                                      <w:szCs w:val="18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 w:rsidRPr="000C70C9">
                                    <w:rPr>
                                      <w:sz w:val="18"/>
                                      <w:szCs w:val="18"/>
                                      <w:vertAlign w:val="subscript"/>
                                    </w:rPr>
                                    <w:t>un</w:t>
                                  </w:r>
                                </w:p>
                                <w:p w14:paraId="3CEE9F22" w14:textId="14366EC1" w:rsidR="0026367A" w:rsidRPr="000C70C9" w:rsidRDefault="0026367A" w:rsidP="000C70C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v:group>
                      </v:group>
                      <v:line id="Connecteur droit 260" o:spid="_x0000_s1091" style="position:absolute;flip:y;visibility:visible;mso-wrap-style:square" from="1085850,495300" to="2425065,168973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CUL7MMAAADcAAAADwAAAGRycy9kb3ducmV2LnhtbERPy2rCQBTdC/2H4Rbc6aRC0xIdRRSp&#10;4kJ8ge6umWuSmrkTMhONf+8sCl0ezns0aU0p7lS7wrKCj34Egji1uuBMwWG/6H2DcB5ZY2mZFDzJ&#10;wWT81hlhou2Dt3Tf+UyEEHYJKsi9rxIpXZqTQde3FXHgrrY26AOsM6lrfIRwU8pBFMXSYMGhIceK&#10;Zjmlt11jFBy/bLaSl9+4bI7NafMz/6zWm7NS3fd2OgThqfX/4j/3UisYxGF+OBOOgBy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LQlC+zDAAAA3AAAAA8AAAAAAAAAAAAA&#10;AAAAoQIAAGRycy9kb3ducmV2LnhtbFBLBQYAAAAABAAEAPkAAACRAwAAAAA=&#10;" strokecolor="red" strokeweight="2.25pt">
                        <v:stroke dashstyle="3 1"/>
                      </v:line>
                      <v:line id="Connecteur droit 265" o:spid="_x0000_s1092" style="position:absolute;visibility:visible;mso-wrap-style:square" from="1520190,1146810" to="1520190,168973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2XpNMIAAADcAAAADwAAAGRycy9kb3ducmV2LnhtbESP32rCMBTG7wd7h3AGuxmarjDRahQR&#10;dL1d9QGOzbEJNielydpuT78MBrv8+P78+Da7ybVioD5Yzwpe5xkI4tpry42Cy/k4W4IIEVlj65kU&#10;fFGA3fbxYYOF9iN/0FDFRqQRDgUqMDF2hZShNuQwzH1HnLyb7x3GJPtG6h7HNO5amWfZQjq0nAgG&#10;OzoYqu/Vp0sQZ72dXt6vcaSGVqVZnb5vWqnnp2m/BhFpiv/hv3apFeSLN/g9k46A3P4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c2XpNMIAAADcAAAADwAAAAAAAAAAAAAA&#10;AAChAgAAZHJzL2Rvd25yZXYueG1sUEsFBgAAAAAEAAQA+QAAAJADAAAAAA==&#10;" strokeweight="1pt">
                        <v:stroke dashstyle="3 1"/>
                      </v:line>
                      <v:line id="Connecteur droit 266" o:spid="_x0000_s1093" style="position:absolute;flip:x;visibility:visible;mso-wrap-style:square" from="1520190,1146810" to="1882139,11468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vyvGMUAAADcAAAADwAAAGRycy9kb3ducmV2LnhtbESPQYvCMBSE7wv+h/AEL4um66Es1Sgi&#10;CosHUXc9eHs2z7bYvNQmtvXfG0HY4zAz3zDTeWdK0VDtCssKvkYRCOLU6oIzBX+/6+E3COeRNZaW&#10;ScGDHMxnvY8pJtq2vKfm4DMRIOwSVJB7XyVSujQng25kK+LgXWxt0AdZZ1LX2Aa4KeU4imJpsOCw&#10;kGNFy5zS6+FuFGylWcpVuT6edotzs7rts/Zzs1Nq0O8WExCeOv8ffrd/tIJxHMPrTDgCcvYE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fvyvGMUAAADcAAAADwAAAAAAAAAA&#10;AAAAAAChAgAAZHJzL2Rvd25yZXYueG1sUEsFBgAAAAAEAAQA+QAAAJMDAAAAAA==&#10;" strokeweight="1pt">
                        <v:stroke dashstyle="3 1"/>
                      </v:line>
                      <v:line id="Connecteur droit 268" o:spid="_x0000_s1094" style="position:absolute;flip:x;visibility:visible;mso-wrap-style:square" from="1520190,1299210" to="1881505,12992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C+e8cQAAADcAAAADwAAAGRycy9kb3ducmV2LnhtbERPy2qDQBTdF/oPwy10U5IxLqTYjBJC&#10;AqWLonksurtxblTi3DHOVO3fdxaFLg/nvc5n04mRBtdaVrBaRiCIK6tbrhWcjvvFKwjnkTV2lknB&#10;DznIs8eHNabaTlzSePC1CCHsUlTQeN+nUrqqIYNuaXviwF3tYNAHONRSDziFcNPJOIoSabDl0NBg&#10;T9uGqtvh2yj4lGYrd93+/FVsLuPuXtbTy0eh1PPTvHkD4Wn2/+I/97tWECdhbTgTjoDMfg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gL57xxAAAANwAAAAPAAAAAAAAAAAA&#10;AAAAAKECAABkcnMvZG93bnJldi54bWxQSwUGAAAAAAQABAD5AAAAkgMAAAAA&#10;" strokeweight="1pt">
                        <v:stroke dashstyle="3 1"/>
                      </v:line>
                      <v:shape id="Connecteur droit avec flèche 274" o:spid="_x0000_s1095" type="#_x0000_t32" style="position:absolute;left:1882140;top:1146810;width:0;height:144781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nkD9sQAAADcAAAADwAAAGRycy9kb3ducmV2LnhtbESPQWvCQBSE7wX/w/IEb3VjKirRVUQI&#10;VKHFqgePj+wzG8y+DdlV4793C4Ueh5n5hlmsOluLO7W+cqxgNExAEBdOV1wqOB3z9xkIH5A11o5J&#10;wZM8rJa9twVm2j34h+6HUIoIYZ+hAhNCk0npC0MW/dA1xNG7uNZiiLItpW7xEeG2lmmSTKTFiuOC&#10;wYY2horr4WYVhG9z3p+LyWW33eicvz72aZ6slRr0u/UcRKAu/If/2p9aQTodw++ZeATk8gU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GeQP2xAAAANwAAAAPAAAAAAAAAAAA&#10;AAAAAKECAABkcnMvZG93bnJldi54bWxQSwUGAAAAAAQABAD5AAAAkgMAAAAA&#10;" strokecolor="black [3213]" strokeweight="1pt">
                        <v:stroke endarrow="block"/>
                      </v:shape>
                      <v:shape id="Zone de texte 275" o:spid="_x0000_s1096" type="#_x0000_t202" style="position:absolute;left:1835785;top:1110615;width:325755;height:2533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BK55xAAA&#10;ANwAAAAPAAAAZHJzL2Rvd25yZXYueG1sRI9Pa8JAFMTvgt9heUJvdbeiVtNsRJRCT0r9B709ss8k&#10;NPs2ZLcm/fZdoeBxmJnfMOmqt7W4UesrxxpexgoEce5MxYWG0/H9eQHCB2SDtWPS8EseVtlwkGJi&#10;XMefdDuEQkQI+wQ1lCE0iZQ+L8miH7uGOHpX11oMUbaFNC12EW5rOVFqLi1WHBdKbGhTUv59+LEa&#10;zrvr12Wq9sXWzprO9UqyXUqtn0b9+g1EoD48wv/tD6Nh8jqD+5l4BGT2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wSuecQAAADcAAAADwAAAAAAAAAAAAAAAACXAgAAZHJzL2Rv&#10;d25yZXYueG1sUEsFBgAAAAAEAAQA9QAAAIgDAAAAAA==&#10;" filled="f" stroked="f">
                        <v:textbox>
                          <w:txbxContent>
                            <w:p w14:paraId="51FA3F83" w14:textId="1CE2A9F8" w:rsidR="0026367A" w:rsidRPr="000C70C9" w:rsidRDefault="0026367A" w:rsidP="000C70C9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0C70C9">
                                <w:rPr>
                                  <w:sz w:val="18"/>
                                  <w:szCs w:val="18"/>
                                </w:rPr>
                                <w:t>C</w:t>
                              </w:r>
                              <w:r>
                                <w:rPr>
                                  <w:sz w:val="18"/>
                                  <w:szCs w:val="18"/>
                                  <w:vertAlign w:val="subscript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Zone de texte 279" o:spid="_x0000_s1097" type="#_x0000_t202" style="position:absolute;left:1049655;top:169545;width:1447800;height:2533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SaR8wwAA&#10;ANwAAAAPAAAAZHJzL2Rvd25yZXYueG1sRI9BawIxFITvBf9DeIK3mihadTWKtAieLNoqeHtsnruL&#10;m5dlE9313xuh0OMwM98wi1VrS3Gn2heONQz6CgRx6kzBmYbfn837FIQPyAZLx6ThQR5Wy87bAhPj&#10;Gt7T/RAyESHsE9SQh1AlUvo0J4u+7yri6F1cbTFEWWfS1NhEuC3lUKkPabHguJBjRZ85pdfDzWo4&#10;7i7n00h9Z192XDWuVZLtTGrd67brOYhAbfgP/7W3RsNwMoPXmXgE5PIJ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+SaR8wwAAANwAAAAPAAAAAAAAAAAAAAAAAJcCAABkcnMvZG93&#10;bnJldi54bWxQSwUGAAAAAAQABAD1AAAAhwMAAAAA&#10;" filled="f" stroked="f">
                        <v:textbox>
                          <w:txbxContent>
                            <w:p w14:paraId="1FB9231D" w14:textId="21D9B71C" w:rsidR="0026367A" w:rsidRPr="004D4114" w:rsidRDefault="0026367A" w:rsidP="004D4114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vertAlign w:val="subscript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(C</w:t>
                              </w:r>
                              <w:r w:rsidRPr="000C70C9">
                                <w:rPr>
                                  <w:sz w:val="18"/>
                                  <w:szCs w:val="18"/>
                                  <w:vertAlign w:val="subscript"/>
                                </w:rPr>
                                <w:t>un</w:t>
                              </w:r>
                              <w:r>
                                <w:rPr>
                                  <w:sz w:val="18"/>
                                  <w:szCs w:val="18"/>
                                  <w:vertAlign w:val="subscript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: </w:t>
                              </w:r>
                              <w:r w:rsidRPr="000C70C9">
                                <w:rPr>
                                  <w:sz w:val="16"/>
                                  <w:szCs w:val="16"/>
                                </w:rPr>
                                <w:t>Couple utile nominal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Zone de texte 318" o:spid="_x0000_s1098" type="#_x0000_t202" style="position:absolute;left:325755;top:869950;width:651510;height:2533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O+vawgAA&#10;ANwAAAAPAAAAZHJzL2Rvd25yZXYueG1sRE/Pa8IwFL4P/B/CE7ytiXOTWY1FJoKnDbtN8PZonm2x&#10;eSlNbLv/fjkMdvz4fm+y0Taip87XjjXMEwWCuHCm5lLD1+fh8RWED8gGG8ek4Yc8ZNvJwwZT4wY+&#10;UZ+HUsQQ9ilqqEJoUyl9UZFFn7iWOHJX11kMEXalNB0OMdw28kmppbRYc2yosKW3iopbfrcavt+v&#10;l/Oz+ij39qUd3Kgk25XUejYdd2sQgcbwL/5zH42GxTyujWfiEZDbX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o769rCAAAA3AAAAA8AAAAAAAAAAAAAAAAAlwIAAGRycy9kb3du&#10;cmV2LnhtbFBLBQYAAAAABAAEAPUAAACGAwAAAAA=&#10;" filled="f" stroked="f">
                  <v:textbox>
                    <w:txbxContent>
                      <w:p w14:paraId="52E761D2" w14:textId="77777777" w:rsidR="0026367A" w:rsidRDefault="0026367A" w:rsidP="007F7D32">
                        <w:r>
                          <w:t>U = C</w:t>
                        </w:r>
                        <w:r w:rsidRPr="000B1EE8">
                          <w:rPr>
                            <w:vertAlign w:val="superscript"/>
                          </w:rPr>
                          <w:t>te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14:paraId="76ED2C97" w14:textId="28BED0DF" w:rsidR="00607C67" w:rsidRDefault="00607C67" w:rsidP="00EB6EA2">
      <w:pPr>
        <w:rPr>
          <w:noProof/>
        </w:rPr>
      </w:pPr>
    </w:p>
    <w:p w14:paraId="03D4A4B4" w14:textId="0C846EE3" w:rsidR="00607C67" w:rsidRDefault="00607C67" w:rsidP="00EB6EA2">
      <w:pPr>
        <w:rPr>
          <w:noProof/>
        </w:rPr>
      </w:pPr>
    </w:p>
    <w:p w14:paraId="0FBF4D02" w14:textId="21105990" w:rsidR="00607C67" w:rsidRDefault="00607C67" w:rsidP="00EB6EA2">
      <w:pPr>
        <w:rPr>
          <w:noProof/>
        </w:rPr>
      </w:pPr>
    </w:p>
    <w:p w14:paraId="38FA015F" w14:textId="55614A19" w:rsidR="00607C67" w:rsidRDefault="00607C67" w:rsidP="00EB6EA2">
      <w:pPr>
        <w:rPr>
          <w:noProof/>
        </w:rPr>
      </w:pPr>
    </w:p>
    <w:p w14:paraId="6A136377" w14:textId="6C154E09" w:rsidR="00607C67" w:rsidRDefault="00607C67" w:rsidP="00EB6EA2">
      <w:pPr>
        <w:rPr>
          <w:noProof/>
        </w:rPr>
      </w:pPr>
    </w:p>
    <w:p w14:paraId="04DBB0CA" w14:textId="585EB022" w:rsidR="00607C67" w:rsidRDefault="00607C67" w:rsidP="00EB6EA2">
      <w:pPr>
        <w:rPr>
          <w:noProof/>
        </w:rPr>
      </w:pPr>
    </w:p>
    <w:p w14:paraId="7B19DFB7" w14:textId="3D6FE202" w:rsidR="00607C67" w:rsidRDefault="00607C67" w:rsidP="00EB6EA2">
      <w:pPr>
        <w:rPr>
          <w:noProof/>
        </w:rPr>
      </w:pPr>
    </w:p>
    <w:p w14:paraId="2AA86160" w14:textId="2170BEDF" w:rsidR="00607C67" w:rsidRDefault="00607C67" w:rsidP="00EB6EA2">
      <w:pPr>
        <w:rPr>
          <w:noProof/>
        </w:rPr>
      </w:pPr>
    </w:p>
    <w:p w14:paraId="18AC56F3" w14:textId="3A9CDA43" w:rsidR="00607C67" w:rsidRDefault="00607C67" w:rsidP="00EB6EA2">
      <w:pPr>
        <w:rPr>
          <w:noProof/>
        </w:rPr>
      </w:pPr>
    </w:p>
    <w:p w14:paraId="26906F29" w14:textId="612AC58B" w:rsidR="00607C67" w:rsidRDefault="00607C67" w:rsidP="00EB6EA2">
      <w:pPr>
        <w:rPr>
          <w:noProof/>
        </w:rPr>
      </w:pPr>
    </w:p>
    <w:p w14:paraId="0E054B4B" w14:textId="49CE2C8A" w:rsidR="00607C67" w:rsidRDefault="00607C67" w:rsidP="00EB6EA2">
      <w:pPr>
        <w:rPr>
          <w:noProof/>
        </w:rPr>
      </w:pPr>
    </w:p>
    <w:p w14:paraId="7C263616" w14:textId="06C0CF6D" w:rsidR="00607C67" w:rsidRDefault="00607C67" w:rsidP="00EB6EA2">
      <w:pPr>
        <w:rPr>
          <w:noProof/>
        </w:rPr>
      </w:pPr>
    </w:p>
    <w:p w14:paraId="60F5F2E2" w14:textId="7DF30EAF" w:rsidR="00607C67" w:rsidRDefault="00607C67" w:rsidP="00EB6EA2">
      <w:pPr>
        <w:rPr>
          <w:noProof/>
        </w:rPr>
      </w:pPr>
    </w:p>
    <w:p w14:paraId="4DC08686" w14:textId="4025606D" w:rsidR="00607C67" w:rsidRDefault="00607C67" w:rsidP="00EB6EA2">
      <w:pPr>
        <w:rPr>
          <w:noProof/>
        </w:rPr>
      </w:pPr>
    </w:p>
    <w:p w14:paraId="6DF5A5CF" w14:textId="03EF2824" w:rsidR="00607C67" w:rsidRDefault="00143310" w:rsidP="00CF5559">
      <w:pPr>
        <w:pStyle w:val="Niv1"/>
        <w:rPr>
          <w:noProof/>
        </w:rPr>
      </w:pPr>
      <w:r>
        <w:rPr>
          <w:noProof/>
        </w:rPr>
        <w:drawing>
          <wp:anchor distT="0" distB="0" distL="114300" distR="114300" simplePos="0" relativeHeight="251792384" behindDoc="0" locked="0" layoutInCell="1" allowOverlap="1" wp14:anchorId="2FF0EFF8" wp14:editId="0C210397">
            <wp:simplePos x="0" y="0"/>
            <wp:positionH relativeFrom="column">
              <wp:posOffset>4316730</wp:posOffset>
            </wp:positionH>
            <wp:positionV relativeFrom="paragraph">
              <wp:posOffset>137904</wp:posOffset>
            </wp:positionV>
            <wp:extent cx="2334260" cy="1129665"/>
            <wp:effectExtent l="0" t="0" r="2540" b="0"/>
            <wp:wrapSquare wrapText="bothSides"/>
            <wp:docPr id="39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4260" cy="1129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5559">
        <w:rPr>
          <w:noProof/>
        </w:rPr>
        <w:t>Les régimes de fonctionnement</w:t>
      </w:r>
      <w:r w:rsidR="00B7042D">
        <w:rPr>
          <w:noProof/>
        </w:rPr>
        <w:t> :</w:t>
      </w:r>
    </w:p>
    <w:p w14:paraId="03E6DBF5" w14:textId="15694E57" w:rsidR="00607C67" w:rsidRDefault="00607C67" w:rsidP="00EB6EA2">
      <w:pPr>
        <w:rPr>
          <w:noProof/>
        </w:rPr>
      </w:pPr>
    </w:p>
    <w:p w14:paraId="4767FCE1" w14:textId="0B6D591C" w:rsidR="00CF5559" w:rsidRDefault="00CF5559" w:rsidP="00CF5559">
      <w:pPr>
        <w:rPr>
          <w:noProof/>
        </w:rPr>
      </w:pPr>
      <w:r>
        <w:t>La plupart des mouvements, contrôlés par des moteurs, suivent le cycle simple constitué par l'enchaînement de trois phases élémentaires :</w:t>
      </w:r>
    </w:p>
    <w:p w14:paraId="286370EA" w14:textId="7EA43D5A" w:rsidR="00CF5559" w:rsidRDefault="00CF5559" w:rsidP="00CF5559">
      <w:r>
        <w:t xml:space="preserve">- une phase </w:t>
      </w:r>
      <w:r w:rsidRPr="00CF5559">
        <w:rPr>
          <w:color w:val="FF0000"/>
        </w:rPr>
        <w:t>transitoire</w:t>
      </w:r>
      <w:r>
        <w:t xml:space="preserve"> </w:t>
      </w:r>
      <w:r w:rsidRPr="00CF5559">
        <w:t>d'accélération</w:t>
      </w:r>
      <w:r>
        <w:rPr>
          <w:rFonts w:ascii="Calibri,Bold" w:hAnsi="Calibri,Bold"/>
          <w:color w:val="FF0000"/>
        </w:rPr>
        <w:t xml:space="preserve"> </w:t>
      </w:r>
      <w:r>
        <w:t>lors du démarrage ;</w:t>
      </w:r>
      <w:r>
        <w:br/>
        <w:t xml:space="preserve">- une phase de </w:t>
      </w:r>
      <w:r w:rsidRPr="00CF5559">
        <w:rPr>
          <w:color w:val="FF0000"/>
        </w:rPr>
        <w:t>régime établi</w:t>
      </w:r>
      <w:r w:rsidRPr="00CF5559">
        <w:t xml:space="preserve"> </w:t>
      </w:r>
      <w:r>
        <w:t xml:space="preserve">ou </w:t>
      </w:r>
      <w:r w:rsidRPr="00CF5559">
        <w:rPr>
          <w:color w:val="FF0000"/>
        </w:rPr>
        <w:t>permanent</w:t>
      </w:r>
      <w:r w:rsidRPr="00CF5559">
        <w:t xml:space="preserve"> l</w:t>
      </w:r>
      <w:r>
        <w:t xml:space="preserve">orsque la vitesse est stabilisée ; </w:t>
      </w:r>
    </w:p>
    <w:p w14:paraId="5ED80661" w14:textId="0FCAF985" w:rsidR="005C26D0" w:rsidRDefault="00CF5559" w:rsidP="00CF5559">
      <w:r>
        <w:t xml:space="preserve">- une phase </w:t>
      </w:r>
      <w:r w:rsidRPr="00CF5559">
        <w:rPr>
          <w:color w:val="FF0000"/>
        </w:rPr>
        <w:t>transitoire</w:t>
      </w:r>
      <w:r w:rsidRPr="00CF5559">
        <w:t xml:space="preserve"> de </w:t>
      </w:r>
      <w:r>
        <w:t>décélération</w:t>
      </w:r>
      <w:r w:rsidRPr="00CF5559">
        <w:t xml:space="preserve"> lors</w:t>
      </w:r>
      <w:r>
        <w:t xml:space="preserve"> du ralentissement pendant l'arrêt. </w:t>
      </w:r>
    </w:p>
    <w:p w14:paraId="4865BB9D" w14:textId="77777777" w:rsidR="00143310" w:rsidRDefault="00143310" w:rsidP="00CF5559">
      <w:pPr>
        <w:rPr>
          <w:noProof/>
        </w:rPr>
      </w:pPr>
    </w:p>
    <w:p w14:paraId="01DB5D97" w14:textId="77777777" w:rsidR="00143310" w:rsidRDefault="00143310" w:rsidP="00CF5559">
      <w:pPr>
        <w:rPr>
          <w:noProof/>
        </w:rPr>
      </w:pPr>
    </w:p>
    <w:p w14:paraId="737D3566" w14:textId="5689AEA6" w:rsidR="005C26D0" w:rsidRDefault="001D2317" w:rsidP="00CF5559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793408" behindDoc="0" locked="0" layoutInCell="1" allowOverlap="1" wp14:anchorId="1B8BF917" wp14:editId="6162970C">
            <wp:simplePos x="0" y="0"/>
            <wp:positionH relativeFrom="column">
              <wp:posOffset>4509770</wp:posOffset>
            </wp:positionH>
            <wp:positionV relativeFrom="paragraph">
              <wp:posOffset>5715</wp:posOffset>
            </wp:positionV>
            <wp:extent cx="1843405" cy="1092835"/>
            <wp:effectExtent l="0" t="0" r="10795" b="0"/>
            <wp:wrapSquare wrapText="bothSides"/>
            <wp:docPr id="400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3405" cy="109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7121">
        <w:rPr>
          <w:noProof/>
        </w:rPr>
        <w:t>Soit :</w:t>
      </w:r>
    </w:p>
    <w:p w14:paraId="7BECD274" w14:textId="77777777" w:rsidR="006D4A72" w:rsidRDefault="006D4A72" w:rsidP="00CF5559">
      <w:pPr>
        <w:rPr>
          <w:noProof/>
        </w:rPr>
      </w:pPr>
    </w:p>
    <w:p w14:paraId="4A90ECE4" w14:textId="47529FD4" w:rsidR="00607C67" w:rsidRDefault="00877121" w:rsidP="00EB6EA2">
      <w:pPr>
        <w:rPr>
          <w:noProof/>
        </w:rPr>
      </w:pPr>
      <w:r>
        <w:rPr>
          <w:noProof/>
        </w:rPr>
        <w:t>C</w:t>
      </w:r>
      <w:r w:rsidRPr="006D4A72">
        <w:rPr>
          <w:noProof/>
          <w:vertAlign w:val="subscript"/>
        </w:rPr>
        <w:t>r</w:t>
      </w:r>
      <w:r w:rsidR="006D4A72">
        <w:rPr>
          <w:noProof/>
          <w:vertAlign w:val="subscript"/>
        </w:rPr>
        <w:t xml:space="preserve"> </w:t>
      </w:r>
      <w:r>
        <w:rPr>
          <w:noProof/>
        </w:rPr>
        <w:t>: le couple résistif de l'é</w:t>
      </w:r>
      <w:r w:rsidR="006D4A72">
        <w:rPr>
          <w:noProof/>
        </w:rPr>
        <w:t>quipement entraîné par le moteur</w:t>
      </w:r>
    </w:p>
    <w:p w14:paraId="34DCCB15" w14:textId="5C907D19" w:rsidR="00607C67" w:rsidRDefault="006D4A72" w:rsidP="00EB6EA2">
      <w:pPr>
        <w:rPr>
          <w:noProof/>
        </w:rPr>
      </w:pPr>
      <w:r>
        <w:rPr>
          <w:noProof/>
        </w:rPr>
        <w:t>C</w:t>
      </w:r>
      <w:r w:rsidRPr="006D4A72">
        <w:rPr>
          <w:noProof/>
          <w:vertAlign w:val="subscript"/>
        </w:rPr>
        <w:t>m</w:t>
      </w:r>
      <w:r>
        <w:rPr>
          <w:noProof/>
        </w:rPr>
        <w:t xml:space="preserve"> : le couple moteur (C</w:t>
      </w:r>
      <w:r w:rsidRPr="006D4A72">
        <w:rPr>
          <w:noProof/>
          <w:vertAlign w:val="subscript"/>
        </w:rPr>
        <w:t>u</w:t>
      </w:r>
      <w:r>
        <w:rPr>
          <w:noProof/>
        </w:rPr>
        <w:t>), C</w:t>
      </w:r>
      <w:r w:rsidRPr="006D4A72">
        <w:rPr>
          <w:noProof/>
          <w:vertAlign w:val="subscript"/>
        </w:rPr>
        <w:t>m</w:t>
      </w:r>
      <w:r>
        <w:rPr>
          <w:noProof/>
          <w:vertAlign w:val="subscript"/>
        </w:rPr>
        <w:t xml:space="preserve"> </w:t>
      </w:r>
      <w:r>
        <w:rPr>
          <w:noProof/>
        </w:rPr>
        <w:t>= C</w:t>
      </w:r>
      <w:r w:rsidRPr="006D4A72">
        <w:rPr>
          <w:noProof/>
          <w:vertAlign w:val="subscript"/>
        </w:rPr>
        <w:t>em</w:t>
      </w:r>
      <w:r>
        <w:rPr>
          <w:noProof/>
          <w:vertAlign w:val="subscript"/>
        </w:rPr>
        <w:t xml:space="preserve"> </w:t>
      </w:r>
      <w:r>
        <w:rPr>
          <w:noProof/>
        </w:rPr>
        <w:t>- C</w:t>
      </w:r>
      <w:r w:rsidRPr="006D4A72">
        <w:rPr>
          <w:noProof/>
          <w:vertAlign w:val="subscript"/>
        </w:rPr>
        <w:t>p</w:t>
      </w:r>
    </w:p>
    <w:p w14:paraId="1567BFD2" w14:textId="5D9DAB14" w:rsidR="00607C67" w:rsidRDefault="00143310" w:rsidP="00EB6EA2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250FEE26" wp14:editId="58F14F2B">
                <wp:simplePos x="0" y="0"/>
                <wp:positionH relativeFrom="column">
                  <wp:posOffset>2489200</wp:posOffset>
                </wp:positionH>
                <wp:positionV relativeFrom="paragraph">
                  <wp:posOffset>12700</wp:posOffset>
                </wp:positionV>
                <wp:extent cx="1303020" cy="506730"/>
                <wp:effectExtent l="0" t="0" r="17780" b="26670"/>
                <wp:wrapSquare wrapText="bothSides"/>
                <wp:docPr id="459" name="Zone de texte 4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3020" cy="50673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9DCDEE" w14:textId="582C4061" w:rsidR="0026367A" w:rsidRDefault="0026367A"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noProof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m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noProof/>
                                    <w:sz w:val="22"/>
                                    <w:szCs w:val="22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noProof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r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noProof/>
                                    <w:sz w:val="22"/>
                                    <w:szCs w:val="22"/>
                                  </w:rPr>
                                  <m:t>=J.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noProof/>
                                        <w:sz w:val="22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d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Ω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dt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50FEE26" id="Zone de texte 459" o:spid="_x0000_s1099" type="#_x0000_t202" style="position:absolute;margin-left:196pt;margin-top:1pt;width:102.6pt;height:39.9pt;z-index:251833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" fillcolor="white [3201]" strokecolor="#c0504d [3205]" strokeweight="2pt">
                <v:textbox>
                  <w:txbxContent>
                    <w:p w14:paraId="509DCDEE" w14:textId="582C4061" w:rsidR="0026367A" w:rsidRDefault="0026367A"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m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r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=J.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d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Ω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dt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35973B5" w14:textId="3B16328A" w:rsidR="00CF5559" w:rsidRDefault="001D2317" w:rsidP="00EB6EA2">
      <w:pPr>
        <w:rPr>
          <w:noProof/>
        </w:rPr>
      </w:pPr>
      <w:r>
        <w:rPr>
          <w:noProof/>
        </w:rPr>
        <w:t>Equation de la dynamique :</w:t>
      </w:r>
    </w:p>
    <w:p w14:paraId="564E02C9" w14:textId="77777777" w:rsidR="0071763E" w:rsidRDefault="0071763E" w:rsidP="00EB6EA2">
      <w:pPr>
        <w:rPr>
          <w:noProof/>
        </w:rPr>
      </w:pPr>
    </w:p>
    <w:p w14:paraId="09CDCDFC" w14:textId="77777777" w:rsidR="0071763E" w:rsidRDefault="0071763E" w:rsidP="00EB6EA2">
      <w:pPr>
        <w:rPr>
          <w:noProof/>
        </w:rPr>
      </w:pPr>
    </w:p>
    <w:p w14:paraId="3167E5E2" w14:textId="19EEDC83" w:rsidR="00CF5559" w:rsidRDefault="00CF5559" w:rsidP="00EB6EA2">
      <w:pPr>
        <w:rPr>
          <w:noProof/>
        </w:rPr>
      </w:pPr>
    </w:p>
    <w:tbl>
      <w:tblPr>
        <w:tblStyle w:val="Grilledutableau"/>
        <w:tblW w:w="10206" w:type="dxa"/>
        <w:tblInd w:w="-34" w:type="dxa"/>
        <w:tblLook w:val="04A0" w:firstRow="1" w:lastRow="0" w:firstColumn="1" w:lastColumn="0" w:noHBand="0" w:noVBand="1"/>
      </w:tblPr>
      <w:tblGrid>
        <w:gridCol w:w="7133"/>
        <w:gridCol w:w="3073"/>
      </w:tblGrid>
      <w:tr w:rsidR="00877121" w14:paraId="522CF835" w14:textId="77777777" w:rsidTr="006D1919">
        <w:trPr>
          <w:trHeight w:val="309"/>
        </w:trPr>
        <w:tc>
          <w:tcPr>
            <w:tcW w:w="10206" w:type="dxa"/>
            <w:gridSpan w:val="2"/>
          </w:tcPr>
          <w:p w14:paraId="2C2CEA80" w14:textId="23816827" w:rsidR="00877121" w:rsidRPr="007F3642" w:rsidRDefault="00877121" w:rsidP="00877121">
            <w:pPr>
              <w:jc w:val="center"/>
              <w:rPr>
                <w:b/>
                <w:noProof/>
              </w:rPr>
            </w:pPr>
            <w:r w:rsidRPr="007F3642">
              <w:rPr>
                <w:b/>
                <w:noProof/>
              </w:rPr>
              <w:t>Régime établi</w:t>
            </w:r>
          </w:p>
        </w:tc>
      </w:tr>
      <w:tr w:rsidR="0071763E" w14:paraId="3C6A89D4" w14:textId="77777777" w:rsidTr="006D1919">
        <w:trPr>
          <w:trHeight w:val="1725"/>
        </w:trPr>
        <w:tc>
          <w:tcPr>
            <w:tcW w:w="7133" w:type="dxa"/>
          </w:tcPr>
          <w:p w14:paraId="4E46B6CF" w14:textId="5C72A0A1" w:rsidR="0071763E" w:rsidRDefault="0071763E" w:rsidP="00EB6EA2">
            <w:pPr>
              <w:rPr>
                <w:noProof/>
              </w:rPr>
            </w:pPr>
          </w:p>
          <w:p w14:paraId="09DFF7A6" w14:textId="329AE5FE" w:rsidR="0071763E" w:rsidRDefault="00796C19" w:rsidP="00EB6EA2">
            <w:pPr>
              <w:rPr>
                <w:noProof/>
              </w:rPr>
            </w:pPr>
            <w:r>
              <w:rPr>
                <w:noProof/>
              </w:rPr>
              <w:t>Le régime est établi lorsque la vitesse est constante :</w:t>
            </w:r>
          </w:p>
          <w:p w14:paraId="702C439D" w14:textId="4BEAECEE" w:rsidR="0071763E" w:rsidRPr="0071763E" w:rsidRDefault="0071763E" w:rsidP="00EB6EA2">
            <w:pPr>
              <w:rPr>
                <w:noProof/>
              </w:rPr>
            </w:pPr>
          </w:p>
          <w:p w14:paraId="6D2AD398" w14:textId="3D6BAE3D" w:rsidR="0071763E" w:rsidRDefault="0071763E" w:rsidP="00EB6EA2">
            <w:pPr>
              <w:rPr>
                <w:noProof/>
              </w:rPr>
            </w:pPr>
          </w:p>
          <w:p w14:paraId="1F046E46" w14:textId="1416FACA" w:rsidR="0071763E" w:rsidRDefault="00796C19" w:rsidP="00EB6EA2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3465A5BB" wp14:editId="4CF7A0B2">
                      <wp:simplePos x="0" y="0"/>
                      <wp:positionH relativeFrom="column">
                        <wp:posOffset>3148965</wp:posOffset>
                      </wp:positionH>
                      <wp:positionV relativeFrom="paragraph">
                        <wp:posOffset>-521335</wp:posOffset>
                      </wp:positionV>
                      <wp:extent cx="760095" cy="470535"/>
                      <wp:effectExtent l="0" t="0" r="27305" b="37465"/>
                      <wp:wrapSquare wrapText="bothSides"/>
                      <wp:docPr id="401" name="Zone de texte 4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60095" cy="4705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B1813BE" w14:textId="294F3BC6" w:rsidR="0026367A" w:rsidRPr="00A2264B" w:rsidRDefault="0026367A">
                                  <w:pPr>
                                    <w:rPr>
                                      <w:b/>
                                      <w:color w:val="FF0000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i/>
                                              <w:noProof/>
                                              <w:color w:val="FF0000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noProof/>
                                              <w:color w:val="FF0000"/>
                                            </w:rPr>
                                            <m:t>d</m:t>
                                          </m:r>
                                          <m:r>
                                            <m:rPr>
                                              <m:sty m:val="b"/>
                                            </m:rPr>
                                            <w:rPr>
                                              <w:rFonts w:ascii="Cambria Math" w:hAnsi="Cambria Math"/>
                                              <w:noProof/>
                                              <w:color w:val="FF0000"/>
                                            </w:rPr>
                                            <m:t>Ω</m:t>
                                          </m: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noProof/>
                                              <w:color w:val="FF0000"/>
                                            </w:rPr>
                                          </m:ctrlPr>
                                        </m:num>
                                        <m:den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noProof/>
                                              <w:color w:val="FF0000"/>
                                            </w:rPr>
                                            <m:t>dt</m:t>
                                          </m:r>
                                        </m:den>
                                      </m:f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noProof/>
                                          <w:color w:val="FF0000"/>
                                        </w:rPr>
                                        <m:t>=0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65A5BB" id="Zone de texte 401" o:spid="_x0000_s1100" type="#_x0000_t202" style="position:absolute;margin-left:247.95pt;margin-top:-41pt;width:59.85pt;height:37.05pt;z-index:251794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" filled="f" strokecolor="black [3213]">
                      <v:textbox>
                        <w:txbxContent>
                          <w:p w14:paraId="0B1813BE" w14:textId="294F3BC6" w:rsidR="0026367A" w:rsidRPr="00A2264B" w:rsidRDefault="0026367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noProof/>
                                        <w:color w:val="FF000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noProof/>
                                        <w:color w:val="FF0000"/>
                                      </w:rPr>
                                      <m:t>d</m:t>
                                    </m:r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 w:hAnsi="Cambria Math"/>
                                        <w:noProof/>
                                        <w:color w:val="FF0000"/>
                                      </w:rPr>
                                      <m:t>Ω</m:t>
                                    </m: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noProof/>
                                        <w:color w:val="FF0000"/>
                                      </w:rPr>
                                    </m:ctrlP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noProof/>
                                        <w:color w:val="FF0000"/>
                                      </w:rPr>
                                      <m:t>dt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noProof/>
                                    <w:color w:val="FF0000"/>
                                  </w:rPr>
                                  <m:t>=0</m:t>
                                </m:r>
                              </m:oMath>
                            </m:oMathPara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t>L'équation de la dynamique se réduit à : C</w:t>
            </w:r>
            <w:r w:rsidRPr="00796C19">
              <w:rPr>
                <w:noProof/>
                <w:vertAlign w:val="subscript"/>
              </w:rPr>
              <w:t>m</w:t>
            </w:r>
            <w:r>
              <w:rPr>
                <w:noProof/>
              </w:rPr>
              <w:t xml:space="preserve"> – C</w:t>
            </w:r>
            <w:r w:rsidRPr="00796C19">
              <w:rPr>
                <w:noProof/>
                <w:vertAlign w:val="subscript"/>
              </w:rPr>
              <w:t>r</w:t>
            </w:r>
            <w:r>
              <w:rPr>
                <w:noProof/>
              </w:rPr>
              <w:t xml:space="preserve"> = 0 ou  </w:t>
            </w:r>
            <w:r w:rsidRPr="00796C19">
              <w:rPr>
                <w:b/>
                <w:noProof/>
                <w:color w:val="FF0000"/>
              </w:rPr>
              <w:t>C</w:t>
            </w:r>
            <w:r w:rsidRPr="00796C19">
              <w:rPr>
                <w:b/>
                <w:noProof/>
                <w:color w:val="FF0000"/>
                <w:vertAlign w:val="subscript"/>
              </w:rPr>
              <w:t>m</w:t>
            </w:r>
            <w:r w:rsidRPr="00796C19">
              <w:rPr>
                <w:b/>
                <w:noProof/>
                <w:color w:val="FF0000"/>
              </w:rPr>
              <w:t xml:space="preserve"> = C</w:t>
            </w:r>
            <w:r w:rsidRPr="00796C19">
              <w:rPr>
                <w:b/>
                <w:noProof/>
                <w:color w:val="FF0000"/>
                <w:vertAlign w:val="subscript"/>
              </w:rPr>
              <w:t>r</w:t>
            </w:r>
          </w:p>
          <w:p w14:paraId="0807373E" w14:textId="1E252129" w:rsidR="0071763E" w:rsidRDefault="0071763E" w:rsidP="00EB6EA2">
            <w:pPr>
              <w:rPr>
                <w:noProof/>
              </w:rPr>
            </w:pPr>
          </w:p>
          <w:p w14:paraId="3C7A43FC" w14:textId="43C8E38E" w:rsidR="0071763E" w:rsidRDefault="00796C19" w:rsidP="00EB6EA2">
            <w:pPr>
              <w:rPr>
                <w:noProof/>
              </w:rPr>
            </w:pPr>
            <w:r>
              <w:rPr>
                <w:noProof/>
              </w:rPr>
              <w:t xml:space="preserve">Il y a équilibre dynamique, ce qui correspond à l'égalité entre couple moteur et </w:t>
            </w:r>
            <w:r w:rsidR="00EB697C">
              <w:rPr>
                <w:noProof/>
              </w:rPr>
              <w:t xml:space="preserve">couple </w:t>
            </w:r>
            <w:r>
              <w:rPr>
                <w:noProof/>
              </w:rPr>
              <w:t>résistant</w:t>
            </w:r>
            <w:r w:rsidR="00EB697C">
              <w:rPr>
                <w:noProof/>
              </w:rPr>
              <w:t>.</w:t>
            </w:r>
          </w:p>
        </w:tc>
        <w:tc>
          <w:tcPr>
            <w:tcW w:w="3073" w:type="dxa"/>
          </w:tcPr>
          <w:p w14:paraId="398EF570" w14:textId="3B68B399" w:rsidR="0071763E" w:rsidRDefault="00877121" w:rsidP="00EB6EA2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11840" behindDoc="0" locked="0" layoutInCell="1" allowOverlap="1" wp14:anchorId="2DFE83D4" wp14:editId="56AFCB0A">
                      <wp:simplePos x="0" y="0"/>
                      <wp:positionH relativeFrom="column">
                        <wp:posOffset>116205</wp:posOffset>
                      </wp:positionH>
                      <wp:positionV relativeFrom="paragraph">
                        <wp:posOffset>97790</wp:posOffset>
                      </wp:positionV>
                      <wp:extent cx="1375410" cy="1340485"/>
                      <wp:effectExtent l="0" t="0" r="0" b="0"/>
                      <wp:wrapThrough wrapText="bothSides">
                        <wp:wrapPolygon edited="0">
                          <wp:start x="399" y="0"/>
                          <wp:lineTo x="399" y="3684"/>
                          <wp:lineTo x="2393" y="7367"/>
                          <wp:lineTo x="3989" y="7367"/>
                          <wp:lineTo x="399" y="9004"/>
                          <wp:lineTo x="798" y="13097"/>
                          <wp:lineTo x="8377" y="13097"/>
                          <wp:lineTo x="12765" y="13097"/>
                          <wp:lineTo x="19945" y="13097"/>
                          <wp:lineTo x="20343" y="9004"/>
                          <wp:lineTo x="17152" y="7367"/>
                          <wp:lineTo x="11568" y="0"/>
                          <wp:lineTo x="399" y="0"/>
                        </wp:wrapPolygon>
                      </wp:wrapThrough>
                      <wp:docPr id="414" name="Grouper 4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75410" cy="1340485"/>
                                <a:chOff x="0" y="0"/>
                                <a:chExt cx="1375410" cy="1340485"/>
                              </a:xfrm>
                            </wpg:grpSpPr>
                            <wpg:grpSp>
                              <wpg:cNvPr id="410" name="Grouper 410"/>
                              <wpg:cNvGrpSpPr/>
                              <wpg:grpSpPr>
                                <a:xfrm>
                                  <a:off x="87630" y="0"/>
                                  <a:ext cx="1287780" cy="1340485"/>
                                  <a:chOff x="0" y="0"/>
                                  <a:chExt cx="1287780" cy="1340485"/>
                                </a:xfrm>
                              </wpg:grpSpPr>
                              <wps:wsp>
                                <wps:cNvPr id="402" name="Ellipse 402"/>
                                <wps:cNvSpPr/>
                                <wps:spPr>
                                  <a:xfrm>
                                    <a:off x="389255" y="408940"/>
                                    <a:ext cx="398145" cy="39814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>
                                    <a:solidFill>
                                      <a:srgbClr val="000000"/>
                                    </a:solidFill>
                                  </a:ln>
                                  <a:effectLst/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3">
                                    <a:schemeClr val="accent1"/>
                                  </a:fillRef>
                                  <a:effectRef idx="2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07" name="Flèche en arc 407"/>
                                <wps:cNvSpPr/>
                                <wps:spPr>
                                  <a:xfrm>
                                    <a:off x="120015" y="155575"/>
                                    <a:ext cx="941070" cy="941070"/>
                                  </a:xfrm>
                                  <a:prstGeom prst="circularArrow">
                                    <a:avLst>
                                      <a:gd name="adj1" fmla="val 7637"/>
                                      <a:gd name="adj2" fmla="val 1142319"/>
                                      <a:gd name="adj3" fmla="val 20420663"/>
                                      <a:gd name="adj4" fmla="val 16271781"/>
                                      <a:gd name="adj5" fmla="val 12500"/>
                                    </a:avLst>
                                  </a:prstGeom>
                                  <a:solidFill>
                                    <a:schemeClr val="accent2">
                                      <a:lumMod val="40000"/>
                                      <a:lumOff val="60000"/>
                                    </a:schemeClr>
                                  </a:solidFill>
                                  <a:ln>
                                    <a:solidFill>
                                      <a:srgbClr val="000000"/>
                                    </a:solidFill>
                                  </a:ln>
                                  <a:effectLst/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3">
                                    <a:schemeClr val="accent1"/>
                                  </a:fillRef>
                                  <a:effectRef idx="2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08" name="Flèche en arc 408"/>
                                <wps:cNvSpPr/>
                                <wps:spPr>
                                  <a:xfrm flipH="1">
                                    <a:off x="120015" y="155575"/>
                                    <a:ext cx="941070" cy="941070"/>
                                  </a:xfrm>
                                  <a:prstGeom prst="circularArrow">
                                    <a:avLst>
                                      <a:gd name="adj1" fmla="val 7637"/>
                                      <a:gd name="adj2" fmla="val 1142319"/>
                                      <a:gd name="adj3" fmla="val 20420663"/>
                                      <a:gd name="adj4" fmla="val 16262295"/>
                                      <a:gd name="adj5" fmla="val 12500"/>
                                    </a:avLst>
                                  </a:prstGeom>
                                  <a:solidFill>
                                    <a:schemeClr val="accent3">
                                      <a:lumMod val="40000"/>
                                      <a:lumOff val="60000"/>
                                    </a:schemeClr>
                                  </a:solidFill>
                                  <a:ln>
                                    <a:solidFill>
                                      <a:srgbClr val="000000"/>
                                    </a:solidFill>
                                  </a:ln>
                                  <a:effectLst/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3">
                                    <a:schemeClr val="accent1"/>
                                  </a:fillRef>
                                  <a:effectRef idx="2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09" name="Flèche en arc 409"/>
                                <wps:cNvSpPr/>
                                <wps:spPr>
                                  <a:xfrm rot="3676299" flipH="1">
                                    <a:off x="-26353" y="26353"/>
                                    <a:ext cx="1340485" cy="1287780"/>
                                  </a:xfrm>
                                  <a:prstGeom prst="circularArrow">
                                    <a:avLst>
                                      <a:gd name="adj1" fmla="val 0"/>
                                      <a:gd name="adj2" fmla="val 795131"/>
                                      <a:gd name="adj3" fmla="val 1355080"/>
                                      <a:gd name="adj4" fmla="val 20186248"/>
                                      <a:gd name="adj5" fmla="val 4712"/>
                                    </a:avLst>
                                  </a:prstGeom>
                                  <a:noFill/>
                                  <a:ln>
                                    <a:solidFill>
                                      <a:srgbClr val="000000"/>
                                    </a:solidFill>
                                  </a:ln>
                                  <a:effectLst/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3">
                                    <a:schemeClr val="accent1"/>
                                  </a:fillRef>
                                  <a:effectRef idx="2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411" name="Zone de texte 411"/>
                              <wps:cNvSpPr txBox="1"/>
                              <wps:spPr>
                                <a:xfrm>
                                  <a:off x="0" y="10795"/>
                                  <a:ext cx="506729" cy="2895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BA39E61" w14:textId="55AC7846" w:rsidR="0026367A" w:rsidRPr="00796C19" w:rsidRDefault="0026367A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96C19">
                                      <w:rPr>
                                        <w:rFonts w:eastAsiaTheme="minorHAnsi" w:cs="Arial"/>
                                        <w:sz w:val="18"/>
                                        <w:szCs w:val="18"/>
                                      </w:rPr>
                                      <w:t>Ω &gt;0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2" name="Zone de texte 412"/>
                              <wps:cNvSpPr txBox="1"/>
                              <wps:spPr>
                                <a:xfrm>
                                  <a:off x="0" y="553720"/>
                                  <a:ext cx="361950" cy="2895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825C86A" w14:textId="5BC1462F" w:rsidR="0026367A" w:rsidRPr="00877121" w:rsidRDefault="0026367A" w:rsidP="00877121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877121">
                                      <w:rPr>
                                        <w:rFonts w:eastAsiaTheme="minorHAnsi" w:cs="Arial"/>
                                        <w:sz w:val="18"/>
                                        <w:szCs w:val="18"/>
                                      </w:rPr>
                                      <w:t>C</w:t>
                                    </w:r>
                                    <w:r w:rsidRPr="00877121">
                                      <w:rPr>
                                        <w:rFonts w:eastAsiaTheme="minorHAnsi" w:cs="Arial"/>
                                        <w:sz w:val="18"/>
                                        <w:szCs w:val="18"/>
                                        <w:vertAlign w:val="subscript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3" name="Zone de texte 413"/>
                              <wps:cNvSpPr txBox="1"/>
                              <wps:spPr>
                                <a:xfrm>
                                  <a:off x="977265" y="553720"/>
                                  <a:ext cx="361950" cy="2895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BDD3E31" w14:textId="6B180F84" w:rsidR="0026367A" w:rsidRPr="00877121" w:rsidRDefault="0026367A" w:rsidP="00877121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877121">
                                      <w:rPr>
                                        <w:rFonts w:eastAsiaTheme="minorHAnsi" w:cs="Arial"/>
                                        <w:sz w:val="18"/>
                                        <w:szCs w:val="18"/>
                                      </w:rPr>
                                      <w:t>C</w:t>
                                    </w:r>
                                    <w:r>
                                      <w:rPr>
                                        <w:rFonts w:eastAsiaTheme="minorHAnsi" w:cs="Arial"/>
                                        <w:sz w:val="18"/>
                                        <w:szCs w:val="18"/>
                                        <w:vertAlign w:val="subscript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DFE83D4" id="Grouper 414" o:spid="_x0000_s1101" style="position:absolute;margin-left:9.15pt;margin-top:7.7pt;width:108.3pt;height:105.55pt;z-index:251811840;mso-width-relative:margin;mso-height-relative:margin" coordsize="1375410,134048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">
                      <v:group id="Grouper 410" o:spid="_x0000_s1102" style="position:absolute;left:87630;width:1287780;height:1340485" coordsize="1287780,134048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KNzrwXDAAAA3AAAAA8A&#10;AAAAAAAAAAAAAAAAqQIAAGRycy9kb3ducmV2LnhtbFBLBQYAAAAABAAEAPoAAACZAwAAAAA=&#10;">
                        <v:oval id="Ellipse 402" o:spid="_x0000_s1103" style="position:absolute;left:389255;top:408940;width:398145;height:39814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ylTQxQAA&#10;ANwAAAAPAAAAZHJzL2Rvd25yZXYueG1sRI9bawIxFITfC/6HcIS+1axSRFbjIhZpxe1DvbwfN2cv&#10;uDlZkuhu/31TKPRxmJlvmFU2mFY8yPnGsoLpJAFBXFjdcKXgfNq9LED4gKyxtUwKvslDth49rTDV&#10;tucvehxDJSKEfYoK6hC6VEpf1GTQT2xHHL3SOoMhSldJ7bCPcNPKWZLMpcGG40KNHW1rKm7Hu1Fg&#10;7gdrr++LS37Od81n7vZ9+bZX6nk8bJYgAg3hP/zX/tAKXpMZ/J6JR0Cuf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3KVNDFAAAA3AAAAA8AAAAAAAAAAAAAAAAAlwIAAGRycy9k&#10;b3ducmV2LnhtbFBLBQYAAAAABAAEAPUAAACJAwAAAAA=&#10;" filled="f"/>
                        <v:shape id="Flèche en arc 407" o:spid="_x0000_s1104" style="position:absolute;left:120015;top:155575;width:941070;height:941070;visibility:visible;mso-wrap-style:square;v-text-anchor:middle" coordsize="941070,94107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ccMhwQAA&#10;ANwAAAAPAAAAZHJzL2Rvd25yZXYueG1sRI9Pi8IwFMTvwn6H8Ba82dTFv9UoiyJ4XSt4fTTPtmzz&#10;0k2ird/eCAseh5n5DbPe9qYRd3K+tqxgnKQgiAuray4VnPPDaAHCB2SNjWVS8CAP283HYI2Zth3/&#10;0P0UShEh7DNUUIXQZlL6oiKDPrEtcfSu1hkMUbpSaoddhJtGfqXpTBqsOS5U2NKuouL3dDMKussU&#10;S1ebyfiB4W9/WObGNrlSw8/+ewUiUB/e4f/2USuYpHN4nYlHQG6e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H3HDIcEAAADcAAAADwAAAAAAAAAAAAAAAACXAgAAZHJzL2Rvd25y&#10;ZXYueG1sUEsFBgAAAAAEAAQA9QAAAIUDAAAAAA==&#10;" path="m478653,81784c644488,85247,789867,193527,840678,351424l920500,350564,823416,466735,685246,353098,764601,352243c717214,234442,604100,156289,477153,153638l478653,81784xe" fillcolor="#e5b8b7 [1301]">
                          <v:path arrowok="t" o:connecttype="custom" o:connectlocs="478653,81784;840678,351424;920500,350564;823416,466735;685246,353098;764601,352243;477153,153638;478653,81784" o:connectangles="0,0,0,0,0,0,0,0"/>
                        </v:shape>
                        <v:shape id="Flèche en arc 408" o:spid="_x0000_s1105" style="position:absolute;left:120015;top:155575;width:941070;height:941070;flip:x;visibility:visible;mso-wrap-style:square;v-text-anchor:middle" coordsize="941070,94107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6P4vwvgAA&#10;ANwAAAAPAAAAZHJzL2Rvd25yZXYueG1sRE9Ni8IwEL0v+B/CCN7WVF0WqUYRxbXXVr0PzdgWm0lJ&#10;shr/vTks7PHxvtfbaHrxIOc7ywpm0wwEcW11x42Cy/n4uQThA7LG3jIpeJGH7Wb0scZc2yeX9KhC&#10;I1II+xwVtCEMuZS+bsmgn9qBOHE36wyGBF0jtcNnCje9nGfZtzTYcWpocaB9S/W9+jUKCucXP4fS&#10;xWXZHa/zWCxiNTspNRnH3QpEoBj+xX/uQiv4ytLadCYdAbl5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+j+L8L4AAADcAAAADwAAAAAAAAAAAAAAAACXAgAAZHJzL2Rvd25yZXYu&#10;eG1sUEsFBgAAAAAEAAQA9QAAAIIDAAAAAA==&#10;" path="m477581,81763c643819,84776,789747,193152,840679,351424l920500,350564,823416,466735,685246,353098,764601,352243c717095,234147,603550,155927,476279,153621l477581,81763xe" fillcolor="#d6e3bc [1302]">
                          <v:path arrowok="t" o:connecttype="custom" o:connectlocs="477581,81763;840679,351424;920500,350564;823416,466735;685246,353098;764601,352243;476279,153621;477581,81763" o:connectangles="0,0,0,0,0,0,0,0"/>
                        </v:shape>
                        <v:shape id="Flèche en arc 409" o:spid="_x0000_s1106" style="position:absolute;left:-26353;top:26353;width:1340485;height:1287780;rotation:-4015499fd;flip:x;visibility:visible;mso-wrap-style:square;v-text-anchor:middle" coordsize="1340485,12877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c7nIxAAA&#10;ANwAAAAPAAAAZHJzL2Rvd25yZXYueG1sRI9Ba8JAFITvQv/D8gq96aYqYlJXKUqLoChqen/sPpNg&#10;9m3IbjX9911B8DjMzDfMbNHZWlyp9ZVjBe+DBASxdqbiQkF++upPQfiAbLB2TAr+yMNi/tKbYWbc&#10;jQ90PYZCRAj7DBWUITSZlF6XZNEPXEMcvbNrLYYo20KaFm8Rbms5TJKJtFhxXCixoWVJ+nL8tQpc&#10;GKXf+9FWn38u+e60XKX5Rhul3l67zw8QgbrwDD/aa6NgnKRwPxOPgJz/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HO5yMQAAADcAAAADwAAAAAAAAAAAAAAAACXAgAAZHJzL2Rv&#10;d25yZXYueG1sUEsFBgAAAAAEAAQA9QAAAIgDAAAAAA==&#10;" path="m1224902,401997c1296555,552399,1298140,724827,1229263,876412l1278455,911939,1156761,995254,1180070,840885,1229262,876412c1298140,724828,1296555,552399,1224901,401997l1224902,401997xe" filled="f">
                          <v:path arrowok="t" o:connecttype="custom" o:connectlocs="1224902,401997;1229263,876412;1278455,911939;1156761,995254;1180070,840885;1229262,876412;1224901,401997;1224902,401997" o:connectangles="0,0,0,0,0,0,0,0"/>
                        </v:shape>
                      </v:group>
                      <v:shape id="Zone de texte 411" o:spid="_x0000_s1107" type="#_x0000_t202" style="position:absolute;top:10795;width:506729;height:2895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q48ixQAA&#10;ANwAAAAPAAAAZHJzL2Rvd25yZXYueG1sRI/NasMwEITvhbyD2EButeTilNSNEkJDoKeU5qfQ22Jt&#10;bBNrZSzFdt++KhRyHGbmG2a5Hm0jeup87VhDmigQxIUzNZcaTsfd4wKED8gGG8ek4Yc8rFeThyXm&#10;xg38Sf0hlCJC2OeooQqhzaX0RUUWfeJa4uhdXGcxRNmV0nQ4RLht5JNSz9JizXGhwpbeKiquh5vV&#10;cN5fvr8y9VFu7bwd3Kgk2xep9Ww6bl5BBBrDPfzffjcasjSFvzPxCMjV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urjyLFAAAA3AAAAA8AAAAAAAAAAAAAAAAAlwIAAGRycy9k&#10;b3ducmV2LnhtbFBLBQYAAAAABAAEAPUAAACJAwAAAAA=&#10;" filled="f" stroked="f">
                        <v:textbox>
                          <w:txbxContent>
                            <w:p w14:paraId="3BA39E61" w14:textId="55AC7846" w:rsidR="0026367A" w:rsidRPr="00796C19" w:rsidRDefault="0026367A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796C19">
                                <w:rPr>
                                  <w:rFonts w:eastAsiaTheme="minorHAnsi" w:cs="Arial"/>
                                  <w:sz w:val="18"/>
                                  <w:szCs w:val="18"/>
                                </w:rPr>
                                <w:t>Ω &gt;0</w:t>
                              </w:r>
                            </w:p>
                          </w:txbxContent>
                        </v:textbox>
                      </v:shape>
                      <v:shape id="Zone de texte 412" o:spid="_x0000_s1108" type="#_x0000_t202" style="position:absolute;top:553720;width:361950;height:2895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eRFVxAAA&#10;ANwAAAAPAAAAZHJzL2Rvd25yZXYueG1sRI9Ba8JAFITvBf/D8gRvdTdii0bXIBahp5amKnh7ZJ9J&#10;MPs2ZLdJ+u+7hUKPw8x8w2yz0Taip87XjjUkcwWCuHCm5lLD6fP4uALhA7LBxjFp+CYP2W7ysMXU&#10;uIE/qM9DKSKEfYoaqhDaVEpfVGTRz11LHL2b6yyGKLtSmg6HCLeNXCj1LC3WHBcqbOlQUXHPv6yG&#10;89vtelmq9/LFPrWDG5Vku5Zaz6bjfgMi0Bj+w3/tV6NhmSzg90w8AnL3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3kRVcQAAADcAAAADwAAAAAAAAAAAAAAAACXAgAAZHJzL2Rv&#10;d25yZXYueG1sUEsFBgAAAAAEAAQA9QAAAIgDAAAAAA==&#10;" filled="f" stroked="f">
                        <v:textbox>
                          <w:txbxContent>
                            <w:p w14:paraId="7825C86A" w14:textId="5BC1462F" w:rsidR="0026367A" w:rsidRPr="00877121" w:rsidRDefault="0026367A" w:rsidP="00877121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877121">
                                <w:rPr>
                                  <w:rFonts w:eastAsiaTheme="minorHAnsi" w:cs="Arial"/>
                                  <w:sz w:val="18"/>
                                  <w:szCs w:val="18"/>
                                </w:rPr>
                                <w:t>C</w:t>
                              </w:r>
                              <w:r w:rsidRPr="00877121">
                                <w:rPr>
                                  <w:rFonts w:eastAsiaTheme="minorHAnsi" w:cs="Arial"/>
                                  <w:sz w:val="18"/>
                                  <w:szCs w:val="18"/>
                                  <w:vertAlign w:val="subscript"/>
                                </w:rPr>
                                <w:t>m</w:t>
                              </w:r>
                            </w:p>
                          </w:txbxContent>
                        </v:textbox>
                      </v:shape>
                      <v:shape id="Zone de texte 413" o:spid="_x0000_s1109" type="#_x0000_t202" style="position:absolute;left:977265;top:553720;width:361950;height:2895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0NbTOxAAA&#10;ANwAAAAPAAAAZHJzL2Rvd25yZXYueG1sRI9Ba8JAFITvgv9heQVvuqtVsamriKXQk2JaC709ss8k&#10;NPs2ZFcT/70rCB6HmfmGWa47W4kLNb50rGE8UiCIM2dKzjX8fH8OFyB8QDZYOSYNV/KwXvV7S0yM&#10;a/lAlzTkIkLYJ6ihCKFOpPRZQRb9yNXE0Tu5xmKIssmlabCNcFvJiVJzabHkuFBgTduCsv/0bDUc&#10;d6e/36na5x92VreuU5Ltm9R68NJt3kEE6sIz/Gh/GQ3T8Svcz8QjIFc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9DW0zsQAAADcAAAADwAAAAAAAAAAAAAAAACXAgAAZHJzL2Rv&#10;d25yZXYueG1sUEsFBgAAAAAEAAQA9QAAAIgDAAAAAA==&#10;" filled="f" stroked="f">
                        <v:textbox>
                          <w:txbxContent>
                            <w:p w14:paraId="1BDD3E31" w14:textId="6B180F84" w:rsidR="0026367A" w:rsidRPr="00877121" w:rsidRDefault="0026367A" w:rsidP="00877121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877121">
                                <w:rPr>
                                  <w:rFonts w:eastAsiaTheme="minorHAnsi" w:cs="Arial"/>
                                  <w:sz w:val="18"/>
                                  <w:szCs w:val="18"/>
                                </w:rPr>
                                <w:t>C</w:t>
                              </w:r>
                              <w:r>
                                <w:rPr>
                                  <w:rFonts w:eastAsiaTheme="minorHAnsi" w:cs="Arial"/>
                                  <w:sz w:val="18"/>
                                  <w:szCs w:val="18"/>
                                  <w:vertAlign w:val="subscript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  <w10:wrap type="through"/>
                    </v:group>
                  </w:pict>
                </mc:Fallback>
              </mc:AlternateContent>
            </w:r>
          </w:p>
        </w:tc>
      </w:tr>
      <w:tr w:rsidR="00796C19" w14:paraId="05096FB1" w14:textId="77777777" w:rsidTr="006D1919">
        <w:trPr>
          <w:trHeight w:val="339"/>
        </w:trPr>
        <w:tc>
          <w:tcPr>
            <w:tcW w:w="10206" w:type="dxa"/>
            <w:gridSpan w:val="2"/>
          </w:tcPr>
          <w:p w14:paraId="64AABC5F" w14:textId="252F1D56" w:rsidR="00796C19" w:rsidRPr="00BA1383" w:rsidRDefault="00796C19" w:rsidP="00BA1383">
            <w:pPr>
              <w:jc w:val="center"/>
              <w:rPr>
                <w:b/>
                <w:noProof/>
              </w:rPr>
            </w:pPr>
            <w:r w:rsidRPr="00BA1383">
              <w:rPr>
                <w:b/>
                <w:noProof/>
              </w:rPr>
              <w:t xml:space="preserve">Régime transitoire </w:t>
            </w:r>
            <w:r w:rsidR="00BA1383">
              <w:rPr>
                <w:b/>
                <w:noProof/>
              </w:rPr>
              <w:t>et</w:t>
            </w:r>
            <w:r w:rsidRPr="00BA1383">
              <w:rPr>
                <w:b/>
                <w:noProof/>
              </w:rPr>
              <w:t xml:space="preserve"> accélération</w:t>
            </w:r>
          </w:p>
        </w:tc>
      </w:tr>
      <w:tr w:rsidR="0071763E" w14:paraId="57703B73" w14:textId="77777777" w:rsidTr="006D1919">
        <w:tc>
          <w:tcPr>
            <w:tcW w:w="7133" w:type="dxa"/>
          </w:tcPr>
          <w:p w14:paraId="32EBDE2C" w14:textId="0D94BD62" w:rsidR="0071763E" w:rsidRDefault="0071763E" w:rsidP="00EB6EA2">
            <w:pPr>
              <w:rPr>
                <w:noProof/>
              </w:rPr>
            </w:pPr>
          </w:p>
          <w:p w14:paraId="1DB7016C" w14:textId="22FADC31" w:rsidR="00796C19" w:rsidRDefault="006F1666" w:rsidP="00EB6EA2">
            <w:pPr>
              <w:rPr>
                <w:noProof/>
              </w:rPr>
            </w:pPr>
            <w:r>
              <w:rPr>
                <w:noProof/>
              </w:rPr>
              <w:t xml:space="preserve">Lors des phases de montée en vitesse, on a  : </w:t>
            </w:r>
          </w:p>
          <w:p w14:paraId="705C5B3B" w14:textId="76BF6755" w:rsidR="00796C19" w:rsidRDefault="00796C19" w:rsidP="00EB6EA2">
            <w:pPr>
              <w:rPr>
                <w:noProof/>
              </w:rPr>
            </w:pPr>
          </w:p>
          <w:p w14:paraId="4E03C351" w14:textId="77777777" w:rsidR="00FE4537" w:rsidRDefault="00FE4537" w:rsidP="00EB6EA2">
            <w:pPr>
              <w:rPr>
                <w:noProof/>
              </w:rPr>
            </w:pPr>
          </w:p>
          <w:p w14:paraId="4B8D7A2C" w14:textId="0A1EBC58" w:rsidR="002E1A75" w:rsidRDefault="00A2264B" w:rsidP="00EB6EA2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0E52E2E8" wp14:editId="77176715">
                      <wp:simplePos x="0" y="0"/>
                      <wp:positionH relativeFrom="column">
                        <wp:posOffset>2750820</wp:posOffset>
                      </wp:positionH>
                      <wp:positionV relativeFrom="paragraph">
                        <wp:posOffset>-528320</wp:posOffset>
                      </wp:positionV>
                      <wp:extent cx="760095" cy="470535"/>
                      <wp:effectExtent l="0" t="0" r="27305" b="37465"/>
                      <wp:wrapSquare wrapText="bothSides"/>
                      <wp:docPr id="426" name="Zone de texte 4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60095" cy="4705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2DEB0A" w14:textId="10F81DD5" w:rsidR="0026367A" w:rsidRPr="00A2264B" w:rsidRDefault="0026367A" w:rsidP="006F1666">
                                  <w:pPr>
                                    <w:rPr>
                                      <w:b/>
                                      <w:color w:val="FF0000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i/>
                                              <w:noProof/>
                                              <w:color w:val="FF0000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noProof/>
                                              <w:color w:val="FF0000"/>
                                            </w:rPr>
                                            <m:t>d</m:t>
                                          </m:r>
                                          <m:r>
                                            <m:rPr>
                                              <m:sty m:val="b"/>
                                            </m:rPr>
                                            <w:rPr>
                                              <w:rFonts w:ascii="Cambria Math" w:hAnsi="Cambria Math"/>
                                              <w:noProof/>
                                              <w:color w:val="FF0000"/>
                                            </w:rPr>
                                            <m:t>Ω</m:t>
                                          </m: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noProof/>
                                              <w:color w:val="FF0000"/>
                                            </w:rPr>
                                          </m:ctrlPr>
                                        </m:num>
                                        <m:den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noProof/>
                                              <w:color w:val="FF0000"/>
                                            </w:rPr>
                                            <m:t>dt</m:t>
                                          </m:r>
                                        </m:den>
                                      </m:f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noProof/>
                                          <w:color w:val="FF0000"/>
                                        </w:rPr>
                                        <m:t>&gt;0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52E2E8" id="Zone de texte 426" o:spid="_x0000_s1110" type="#_x0000_t202" style="position:absolute;margin-left:216.6pt;margin-top:-41.55pt;width:59.85pt;height:37.05pt;z-index:251815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" filled="f">
                      <v:textbox>
                        <w:txbxContent>
                          <w:p w14:paraId="372DEB0A" w14:textId="10F81DD5" w:rsidR="0026367A" w:rsidRPr="00A2264B" w:rsidRDefault="0026367A" w:rsidP="006F1666">
                            <w:pPr>
                              <w:rPr>
                                <w:b/>
                                <w:color w:val="FF0000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noProof/>
                                        <w:color w:val="FF000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noProof/>
                                        <w:color w:val="FF0000"/>
                                      </w:rPr>
                                      <m:t>d</m:t>
                                    </m:r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 w:hAnsi="Cambria Math"/>
                                        <w:noProof/>
                                        <w:color w:val="FF0000"/>
                                      </w:rPr>
                                      <m:t>Ω</m:t>
                                    </m: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noProof/>
                                        <w:color w:val="FF0000"/>
                                      </w:rPr>
                                    </m:ctrlP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noProof/>
                                        <w:color w:val="FF0000"/>
                                      </w:rPr>
                                      <m:t>dt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noProof/>
                                    <w:color w:val="FF0000"/>
                                  </w:rPr>
                                  <m:t>&gt;0</m:t>
                                </m:r>
                              </m:oMath>
                            </m:oMathPara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E4537">
              <w:rPr>
                <w:noProof/>
              </w:rPr>
              <w:t>L'équat</w:t>
            </w:r>
            <w:r w:rsidR="002E1A75">
              <w:rPr>
                <w:noProof/>
              </w:rPr>
              <w:t>ion de la dynamique se réduit : C</w:t>
            </w:r>
            <w:r w:rsidR="002E1A75" w:rsidRPr="00FE4537">
              <w:rPr>
                <w:noProof/>
                <w:vertAlign w:val="subscript"/>
              </w:rPr>
              <w:t>m</w:t>
            </w:r>
            <w:r w:rsidR="002E1A75">
              <w:rPr>
                <w:noProof/>
              </w:rPr>
              <w:t xml:space="preserve"> – C</w:t>
            </w:r>
            <w:r w:rsidR="002E1A75" w:rsidRPr="00FE4537">
              <w:rPr>
                <w:noProof/>
                <w:vertAlign w:val="subscript"/>
              </w:rPr>
              <w:t>r</w:t>
            </w:r>
            <w:r w:rsidR="002E1A75">
              <w:rPr>
                <w:noProof/>
                <w:vertAlign w:val="subscript"/>
              </w:rPr>
              <w:t xml:space="preserve"> </w:t>
            </w:r>
            <w:r w:rsidR="002E1A75" w:rsidRPr="002E1A75">
              <w:rPr>
                <w:noProof/>
              </w:rPr>
              <w:t>=</w:t>
            </w:r>
            <w:r w:rsidR="002E1A75">
              <w:rPr>
                <w:noProof/>
              </w:rPr>
              <w:t xml:space="preserve"> </w:t>
            </w:r>
            <w:r w:rsidR="003F741D">
              <w:rPr>
                <w:noProof/>
              </w:rPr>
              <w:t>J.</w:t>
            </w:r>
            <w:r w:rsidR="002E1A75">
              <w:rPr>
                <w:noProof/>
              </w:rPr>
              <w:t>d</w:t>
            </w:r>
            <w:r w:rsidR="002E1A75">
              <w:rPr>
                <w:rFonts w:eastAsiaTheme="minorHAnsi" w:cs="Arial"/>
              </w:rPr>
              <w:t>Ω/dt</w:t>
            </w:r>
          </w:p>
          <w:p w14:paraId="2224DE19" w14:textId="17FC77D2" w:rsidR="00796C19" w:rsidRPr="007F3642" w:rsidRDefault="00FE4537" w:rsidP="00EB6EA2">
            <w:pPr>
              <w:rPr>
                <w:noProof/>
              </w:rPr>
            </w:pPr>
            <w:r>
              <w:rPr>
                <w:noProof/>
              </w:rPr>
              <w:t>C</w:t>
            </w:r>
            <w:r w:rsidRPr="00FE4537">
              <w:rPr>
                <w:noProof/>
                <w:vertAlign w:val="subscript"/>
              </w:rPr>
              <w:t>m</w:t>
            </w:r>
            <w:r>
              <w:rPr>
                <w:noProof/>
              </w:rPr>
              <w:t xml:space="preserve"> – C</w:t>
            </w:r>
            <w:r w:rsidRPr="00FE4537">
              <w:rPr>
                <w:noProof/>
                <w:vertAlign w:val="subscript"/>
              </w:rPr>
              <w:t>r</w:t>
            </w:r>
            <w:r>
              <w:rPr>
                <w:noProof/>
              </w:rPr>
              <w:t xml:space="preserve"> &gt; 0</w:t>
            </w:r>
            <w:r w:rsidR="005E046C">
              <w:rPr>
                <w:noProof/>
              </w:rPr>
              <w:t xml:space="preserve"> ou </w:t>
            </w:r>
            <w:r w:rsidR="005E046C" w:rsidRPr="005E046C">
              <w:rPr>
                <w:b/>
                <w:noProof/>
                <w:color w:val="FF0000"/>
              </w:rPr>
              <w:t>C</w:t>
            </w:r>
            <w:r w:rsidR="005E046C" w:rsidRPr="005E046C">
              <w:rPr>
                <w:b/>
                <w:noProof/>
                <w:color w:val="FF0000"/>
                <w:vertAlign w:val="subscript"/>
              </w:rPr>
              <w:t>m</w:t>
            </w:r>
            <w:r w:rsidR="005E046C" w:rsidRPr="005E046C">
              <w:rPr>
                <w:b/>
                <w:noProof/>
                <w:color w:val="FF0000"/>
              </w:rPr>
              <w:t xml:space="preserve"> &gt; C</w:t>
            </w:r>
            <w:r w:rsidR="005E046C" w:rsidRPr="005E046C">
              <w:rPr>
                <w:b/>
                <w:noProof/>
                <w:color w:val="FF0000"/>
                <w:vertAlign w:val="subscript"/>
              </w:rPr>
              <w:t>r</w:t>
            </w:r>
          </w:p>
          <w:p w14:paraId="7B691BB4" w14:textId="5221C2A3" w:rsidR="00796C19" w:rsidRDefault="00796C19" w:rsidP="00EB6EA2">
            <w:pPr>
              <w:rPr>
                <w:noProof/>
              </w:rPr>
            </w:pPr>
          </w:p>
          <w:p w14:paraId="0A58B231" w14:textId="53088D3A" w:rsidR="00796C19" w:rsidRPr="00B83AF4" w:rsidRDefault="00B83AF4" w:rsidP="00EB6EA2">
            <w:pPr>
              <w:rPr>
                <w:noProof/>
              </w:rPr>
            </w:pPr>
            <w:r>
              <w:rPr>
                <w:noProof/>
              </w:rPr>
              <w:t xml:space="preserve">On appelle </w:t>
            </w:r>
            <w:r w:rsidR="00D53C93">
              <w:rPr>
                <w:noProof/>
              </w:rPr>
              <w:t>C</w:t>
            </w:r>
            <w:r w:rsidR="00D53C93" w:rsidRPr="00D53C93">
              <w:rPr>
                <w:noProof/>
                <w:vertAlign w:val="subscript"/>
              </w:rPr>
              <w:t>a</w:t>
            </w:r>
            <w:r w:rsidR="00D53C93">
              <w:rPr>
                <w:noProof/>
              </w:rPr>
              <w:t xml:space="preserve"> = </w:t>
            </w:r>
            <w:r>
              <w:rPr>
                <w:noProof/>
              </w:rPr>
              <w:t>C</w:t>
            </w:r>
            <w:r w:rsidRPr="00FE4537">
              <w:rPr>
                <w:noProof/>
                <w:vertAlign w:val="subscript"/>
              </w:rPr>
              <w:t>m</w:t>
            </w:r>
            <w:r>
              <w:rPr>
                <w:noProof/>
              </w:rPr>
              <w:t xml:space="preserve"> – C</w:t>
            </w:r>
            <w:r w:rsidRPr="00FE4537">
              <w:rPr>
                <w:noProof/>
                <w:vertAlign w:val="subscript"/>
              </w:rPr>
              <w:t>r</w:t>
            </w:r>
            <w:r>
              <w:rPr>
                <w:noProof/>
                <w:vertAlign w:val="subscript"/>
              </w:rPr>
              <w:t xml:space="preserve"> </w:t>
            </w:r>
            <w:r>
              <w:rPr>
                <w:noProof/>
              </w:rPr>
              <w:t>=</w:t>
            </w:r>
            <w:r w:rsidR="00D53C93">
              <w:rPr>
                <w:noProof/>
              </w:rPr>
              <w:t xml:space="preserve"> </w:t>
            </w:r>
            <w:r w:rsidR="003F741D">
              <w:rPr>
                <w:noProof/>
              </w:rPr>
              <w:t>J.</w:t>
            </w:r>
            <w:r>
              <w:rPr>
                <w:noProof/>
              </w:rPr>
              <w:t>d</w:t>
            </w:r>
            <w:r w:rsidR="00D53C93">
              <w:rPr>
                <w:rFonts w:eastAsiaTheme="minorHAnsi" w:cs="Arial"/>
              </w:rPr>
              <w:t>Ω/dt le couple ac</w:t>
            </w:r>
            <w:r w:rsidR="005E046C">
              <w:rPr>
                <w:rFonts w:eastAsiaTheme="minorHAnsi" w:cs="Arial"/>
              </w:rPr>
              <w:t>célérateur, ou couple d'inertie</w:t>
            </w:r>
            <w:r w:rsidR="00D53C93">
              <w:rPr>
                <w:rFonts w:eastAsiaTheme="minorHAnsi" w:cs="Arial"/>
              </w:rPr>
              <w:t>, nécessaire pour vaincre l'inertie s'opposant à la variation positive de vitesse.</w:t>
            </w:r>
          </w:p>
          <w:p w14:paraId="560E9159" w14:textId="1A7450B6" w:rsidR="00796C19" w:rsidRDefault="00796C19" w:rsidP="00EB6EA2">
            <w:pPr>
              <w:rPr>
                <w:noProof/>
              </w:rPr>
            </w:pPr>
          </w:p>
        </w:tc>
        <w:tc>
          <w:tcPr>
            <w:tcW w:w="3073" w:type="dxa"/>
          </w:tcPr>
          <w:p w14:paraId="07EAD814" w14:textId="190549D5" w:rsidR="0071763E" w:rsidRDefault="00B83AF4" w:rsidP="00EB6EA2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22080" behindDoc="0" locked="0" layoutInCell="1" allowOverlap="1" wp14:anchorId="7AEE299F" wp14:editId="57DA89C9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110490</wp:posOffset>
                      </wp:positionV>
                      <wp:extent cx="1592580" cy="1411605"/>
                      <wp:effectExtent l="0" t="0" r="7620" b="0"/>
                      <wp:wrapThrough wrapText="bothSides">
                        <wp:wrapPolygon edited="0">
                          <wp:start x="15158" y="0"/>
                          <wp:lineTo x="689" y="1555"/>
                          <wp:lineTo x="344" y="3498"/>
                          <wp:lineTo x="1722" y="6607"/>
                          <wp:lineTo x="3100" y="12826"/>
                          <wp:lineTo x="1033" y="13603"/>
                          <wp:lineTo x="344" y="14769"/>
                          <wp:lineTo x="344" y="17490"/>
                          <wp:lineTo x="4134" y="17490"/>
                          <wp:lineTo x="17569" y="13215"/>
                          <wp:lineTo x="17914" y="11660"/>
                          <wp:lineTo x="16880" y="9717"/>
                          <wp:lineTo x="14124" y="6607"/>
                          <wp:lineTo x="18603" y="6607"/>
                          <wp:lineTo x="21359" y="4275"/>
                          <wp:lineTo x="21014" y="0"/>
                          <wp:lineTo x="15158" y="0"/>
                        </wp:wrapPolygon>
                      </wp:wrapThrough>
                      <wp:docPr id="431" name="Grouper 4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92580" cy="1411605"/>
                                <a:chOff x="0" y="0"/>
                                <a:chExt cx="1592580" cy="1411605"/>
                              </a:xfrm>
                            </wpg:grpSpPr>
                            <wpg:grpSp>
                              <wpg:cNvPr id="417" name="Grouper 417"/>
                              <wpg:cNvGrpSpPr/>
                              <wpg:grpSpPr>
                                <a:xfrm>
                                  <a:off x="0" y="71120"/>
                                  <a:ext cx="1375410" cy="1340485"/>
                                  <a:chOff x="0" y="0"/>
                                  <a:chExt cx="1375410" cy="1340485"/>
                                </a:xfrm>
                              </wpg:grpSpPr>
                              <wpg:grpSp>
                                <wpg:cNvPr id="418" name="Grouper 418"/>
                                <wpg:cNvGrpSpPr/>
                                <wpg:grpSpPr>
                                  <a:xfrm>
                                    <a:off x="87630" y="0"/>
                                    <a:ext cx="1287780" cy="1340485"/>
                                    <a:chOff x="0" y="0"/>
                                    <a:chExt cx="1287780" cy="1340485"/>
                                  </a:xfrm>
                                </wpg:grpSpPr>
                                <wps:wsp>
                                  <wps:cNvPr id="419" name="Ellipse 419"/>
                                  <wps:cNvSpPr/>
                                  <wps:spPr>
                                    <a:xfrm>
                                      <a:off x="389255" y="408940"/>
                                      <a:ext cx="398145" cy="39814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rgbClr val="000000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20" name="Flèche en arc 420"/>
                                  <wps:cNvSpPr/>
                                  <wps:spPr>
                                    <a:xfrm>
                                      <a:off x="120015" y="155575"/>
                                      <a:ext cx="941070" cy="941070"/>
                                    </a:xfrm>
                                    <a:prstGeom prst="circularArrow">
                                      <a:avLst>
                                        <a:gd name="adj1" fmla="val 7637"/>
                                        <a:gd name="adj2" fmla="val 1142319"/>
                                        <a:gd name="adj3" fmla="val 20420663"/>
                                        <a:gd name="adj4" fmla="val 16271781"/>
                                        <a:gd name="adj5" fmla="val 12500"/>
                                      </a:avLst>
                                    </a:prstGeom>
                                    <a:solidFill>
                                      <a:schemeClr val="accent2">
                                        <a:lumMod val="40000"/>
                                        <a:lumOff val="60000"/>
                                      </a:schemeClr>
                                    </a:solidFill>
                                    <a:ln>
                                      <a:solidFill>
                                        <a:srgbClr val="000000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21" name="Flèche en arc 421"/>
                                  <wps:cNvSpPr/>
                                  <wps:spPr>
                                    <a:xfrm rot="18821987" flipH="1">
                                      <a:off x="120015" y="155575"/>
                                      <a:ext cx="941070" cy="941070"/>
                                    </a:xfrm>
                                    <a:prstGeom prst="circularArrow">
                                      <a:avLst>
                                        <a:gd name="adj1" fmla="val 7637"/>
                                        <a:gd name="adj2" fmla="val 1142319"/>
                                        <a:gd name="adj3" fmla="val 20420663"/>
                                        <a:gd name="adj4" fmla="val 13487687"/>
                                        <a:gd name="adj5" fmla="val 12500"/>
                                      </a:avLst>
                                    </a:prstGeom>
                                    <a:solidFill>
                                      <a:schemeClr val="accent3">
                                        <a:lumMod val="40000"/>
                                        <a:lumOff val="60000"/>
                                      </a:schemeClr>
                                    </a:solidFill>
                                    <a:ln>
                                      <a:solidFill>
                                        <a:srgbClr val="000000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22" name="Flèche en arc 422"/>
                                  <wps:cNvSpPr/>
                                  <wps:spPr>
                                    <a:xfrm rot="3676299" flipH="1">
                                      <a:off x="-26353" y="26353"/>
                                      <a:ext cx="1340485" cy="1287780"/>
                                    </a:xfrm>
                                    <a:prstGeom prst="circularArrow">
                                      <a:avLst>
                                        <a:gd name="adj1" fmla="val 0"/>
                                        <a:gd name="adj2" fmla="val 795131"/>
                                        <a:gd name="adj3" fmla="val 1355080"/>
                                        <a:gd name="adj4" fmla="val 20186248"/>
                                        <a:gd name="adj5" fmla="val 4712"/>
                                      </a:avLst>
                                    </a:prstGeom>
                                    <a:noFill/>
                                    <a:ln>
                                      <a:solidFill>
                                        <a:srgbClr val="000000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423" name="Zone de texte 423"/>
                                <wps:cNvSpPr txBox="1"/>
                                <wps:spPr>
                                  <a:xfrm>
                                    <a:off x="0" y="10795"/>
                                    <a:ext cx="506729" cy="2895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C572A759-6A51-4108-AA02-DFA0A04FC94B}">
                                      <ma14:wrappingTextBoxFlag xmlns:ma14="http://schemas.microsoft.com/office/mac/drawingml/2011/main"/>
                                    </a:ext>
                                  </a:extLst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07B8C790" w14:textId="77777777" w:rsidR="0026367A" w:rsidRPr="00796C19" w:rsidRDefault="0026367A" w:rsidP="00796C19">
                                      <w:pPr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 w:rsidRPr="00796C19">
                                        <w:rPr>
                                          <w:rFonts w:eastAsiaTheme="minorHAnsi" w:cs="Arial"/>
                                          <w:sz w:val="18"/>
                                          <w:szCs w:val="18"/>
                                        </w:rPr>
                                        <w:t>Ω &gt;0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24" name="Zone de texte 424"/>
                                <wps:cNvSpPr txBox="1"/>
                                <wps:spPr>
                                  <a:xfrm>
                                    <a:off x="0" y="812165"/>
                                    <a:ext cx="361950" cy="2895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C572A759-6A51-4108-AA02-DFA0A04FC94B}">
                                      <ma14:wrappingTextBoxFlag xmlns:ma14="http://schemas.microsoft.com/office/mac/drawingml/2011/main"/>
                                    </a:ext>
                                  </a:extLst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01C639F2" w14:textId="77777777" w:rsidR="0026367A" w:rsidRPr="00877121" w:rsidRDefault="0026367A" w:rsidP="00796C19">
                                      <w:pPr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 w:rsidRPr="00877121">
                                        <w:rPr>
                                          <w:rFonts w:eastAsiaTheme="minorHAnsi" w:cs="Arial"/>
                                          <w:sz w:val="18"/>
                                          <w:szCs w:val="18"/>
                                        </w:rPr>
                                        <w:t>C</w:t>
                                      </w:r>
                                      <w:r w:rsidRPr="00877121">
                                        <w:rPr>
                                          <w:rFonts w:eastAsiaTheme="minorHAnsi" w:cs="Arial"/>
                                          <w:sz w:val="18"/>
                                          <w:szCs w:val="18"/>
                                          <w:vertAlign w:val="subscript"/>
                                        </w:rPr>
                                        <w:t>m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25" name="Zone de texte 425"/>
                                <wps:cNvSpPr txBox="1"/>
                                <wps:spPr>
                                  <a:xfrm>
                                    <a:off x="977265" y="553720"/>
                                    <a:ext cx="361950" cy="2895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C572A759-6A51-4108-AA02-DFA0A04FC94B}">
                                      <ma14:wrappingTextBoxFlag xmlns:ma14="http://schemas.microsoft.com/office/mac/drawingml/2011/main"/>
                                    </a:ext>
                                  </a:extLst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04BD24B4" w14:textId="77777777" w:rsidR="0026367A" w:rsidRPr="00877121" w:rsidRDefault="0026367A" w:rsidP="00796C19">
                                      <w:pPr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 w:rsidRPr="00877121">
                                        <w:rPr>
                                          <w:rFonts w:eastAsiaTheme="minorHAnsi" w:cs="Arial"/>
                                          <w:sz w:val="18"/>
                                          <w:szCs w:val="18"/>
                                        </w:rPr>
                                        <w:t>C</w:t>
                                      </w:r>
                                      <w:r>
                                        <w:rPr>
                                          <w:rFonts w:eastAsiaTheme="minorHAnsi" w:cs="Arial"/>
                                          <w:sz w:val="18"/>
                                          <w:szCs w:val="18"/>
                                          <w:vertAlign w:val="subscript"/>
                                        </w:rPr>
                                        <w:t>r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429" name="Flèche en arc 429"/>
                              <wps:cNvSpPr/>
                              <wps:spPr>
                                <a:xfrm rot="7804734" flipH="1">
                                  <a:off x="70167" y="85408"/>
                                  <a:ext cx="1340485" cy="1287780"/>
                                </a:xfrm>
                                <a:prstGeom prst="circularArrow">
                                  <a:avLst>
                                    <a:gd name="adj1" fmla="val 0"/>
                                    <a:gd name="adj2" fmla="val 795131"/>
                                    <a:gd name="adj3" fmla="val 1355080"/>
                                    <a:gd name="adj4" fmla="val 21587653"/>
                                    <a:gd name="adj5" fmla="val 4712"/>
                                  </a:avLst>
                                </a:prstGeom>
                                <a:noFill/>
                                <a:ln>
                                  <a:solidFill>
                                    <a:srgbClr val="000000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0" name="Zone de texte 430"/>
                              <wps:cNvSpPr txBox="1"/>
                              <wps:spPr>
                                <a:xfrm>
                                  <a:off x="1086485" y="0"/>
                                  <a:ext cx="506095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1DB99BB" w14:textId="26222F9A" w:rsidR="0026367A" w:rsidRPr="00796C19" w:rsidRDefault="0026367A" w:rsidP="00B83AF4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eastAsiaTheme="minorHAnsi" w:cs="Arial"/>
                                        <w:sz w:val="18"/>
                                        <w:szCs w:val="18"/>
                                      </w:rPr>
                                      <w:t>d</w:t>
                                    </w:r>
                                    <w:r w:rsidRPr="00796C19">
                                      <w:rPr>
                                        <w:rFonts w:eastAsiaTheme="minorHAnsi" w:cs="Arial"/>
                                        <w:sz w:val="18"/>
                                        <w:szCs w:val="18"/>
                                      </w:rPr>
                                      <w:t>Ω</w:t>
                                    </w:r>
                                    <w:r>
                                      <w:rPr>
                                        <w:rFonts w:eastAsiaTheme="minorHAnsi" w:cs="Arial"/>
                                        <w:sz w:val="18"/>
                                        <w:szCs w:val="18"/>
                                      </w:rPr>
                                      <w:t>/dt</w:t>
                                    </w:r>
                                    <w:r w:rsidRPr="00796C19">
                                      <w:rPr>
                                        <w:rFonts w:eastAsiaTheme="minorHAnsi" w:cs="Arial"/>
                                        <w:sz w:val="18"/>
                                        <w:szCs w:val="18"/>
                                      </w:rPr>
                                      <w:t xml:space="preserve"> &gt;0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AEE299F" id="Grouper 431" o:spid="_x0000_s1111" style="position:absolute;margin-left:5.15pt;margin-top:8.7pt;width:125.4pt;height:111.15pt;z-index:251822080" coordsize="1592580,141160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">
                      <v:group id="Grouper 417" o:spid="_x0000_s1112" style="position:absolute;top:71120;width:1375410;height:1340485" coordsize="1375410,134048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CyaN3HGAAAA3AAA&#10;AA8AAAAAAAAAAAAAAAAAqQIAAGRycy9kb3ducmV2LnhtbFBLBQYAAAAABAAEAPoAAACcAwAAAAA=&#10;">
                        <v:group id="Grouper 418" o:spid="_x0000_s1113" style="position:absolute;left:87630;width:1287780;height:1340485" coordsize="1287780,134048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F0FowPDAAAA3AAAAA8A&#10;AAAAAAAAAAAAAAAAqQIAAGRycy9kb3ducmV2LnhtbFBLBQYAAAAABAAEAPoAAACZAwAAAAA=&#10;">
                          <v:oval id="Ellipse 419" o:spid="_x0000_s1114" style="position:absolute;left:389255;top:408940;width:398145;height:39814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t1B8xQAA&#10;ANwAAAAPAAAAZHJzL2Rvd25yZXYueG1sRI9Pa8JAFMTvBb/D8oTe6sZSikZXEUVaMR78d39mn0kw&#10;+zbsrib99l2h0OMwM79hpvPO1OJBzleWFQwHCQji3OqKCwWn4/ptBMIHZI21ZVLwQx7ms97LFFNt&#10;W97T4xAKESHsU1RQhtCkUvq8JIN+YBvi6F2tMxiidIXUDtsIN7V8T5JPabDiuFBiQ8uS8tvhbhSY&#10;+9bay9fonJ2ydbXL3Ka9rjZKvfa7xQREoC78h//a31rBx3AMzzPxCMjZ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a3UHzFAAAA3AAAAA8AAAAAAAAAAAAAAAAAlwIAAGRycy9k&#10;b3ducmV2LnhtbFBLBQYAAAAABAAEAPUAAACJAwAAAAA=&#10;" filled="f"/>
                          <v:shape id="Flèche en arc 420" o:spid="_x0000_s1115" style="position:absolute;left:120015;top:155575;width:941070;height:941070;visibility:visible;mso-wrap-style:square;v-text-anchor:middle" coordsize="941070,94107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LQc1vgAA&#10;ANwAAAAPAAAAZHJzL2Rvd25yZXYueG1sRE9Ni8IwEL0v+B/CCN7W1NIVrUYRRfC6dmGvQzO2xWZS&#10;k2jrvzcHwePjfa+3g2nFg5xvLCuYTRMQxKXVDVcK/orj9wKED8gaW8uk4EketpvR1xpzbXv+pcc5&#10;VCKGsM9RQR1Cl0vpy5oM+qntiCN3sc5giNBVUjvsY7hpZZokc2mw4dhQY0f7msrr+W4U9P8/WLnG&#10;ZLMnhtvhuCyMbQulJuNhtwIRaAgf8dt90gqyNM6PZ+IRkJsX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2y0HNb4AAADcAAAADwAAAAAAAAAAAAAAAACXAgAAZHJzL2Rvd25yZXYu&#10;eG1sUEsFBgAAAAAEAAQA9QAAAIIDAAAAAA==&#10;" path="m478653,81784c644488,85247,789867,193527,840678,351424l920500,350564,823416,466735,685246,353098,764601,352243c717214,234442,604100,156289,477153,153638l478653,81784xe" fillcolor="#e5b8b7 [1301]">
                            <v:path arrowok="t" o:connecttype="custom" o:connectlocs="478653,81784;840678,351424;920500,350564;823416,466735;685246,353098;764601,352243;477153,153638;478653,81784" o:connectangles="0,0,0,0,0,0,0,0"/>
                          </v:shape>
                          <v:shape id="Flèche en arc 421" o:spid="_x0000_s1116" style="position:absolute;left:120015;top:155575;width:941070;height:941070;rotation:3034331fd;flip:x;visibility:visible;mso-wrap-style:square;v-text-anchor:middle" coordsize="941070,94107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uanQxgAA&#10;ANwAAAAPAAAAZHJzL2Rvd25yZXYueG1sRI9Ba8JAFITvhf6H5QleRDcJbZHoKqVF0EupqRdvj+wz&#10;iWbfhuwmRn99tyD0OMzMN8xyPZha9NS6yrKCeBaBIM6trrhQcPjZTOcgnEfWWFsmBTdysF49Py0x&#10;1fbKe+ozX4gAYZeigtL7JpXS5SUZdDPbEAfvZFuDPsi2kLrFa4CbWiZR9CYNVhwWSmzoo6T8knVG&#10;wbnvvr7t5DPpjnez3flDfH/NYqXGo+F9AcLT4P/Dj/ZWK3hJYvg7E46AXP0C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buanQxgAAANwAAAAPAAAAAAAAAAAAAAAAAJcCAABkcnMv&#10;ZG93bnJldi54bWxQSwUGAAAAAAQABAD1AAAAigMAAAAA&#10;" path="m194603,196573c290235,100254,429171,60772,561164,92408,693157,124044,799100,222218,840678,351424l920500,350564,823416,466735,685246,353098,764601,352243c724804,253310,637926,181019,533408,159867,428889,138715,320739,171536,245606,247210l194603,196573xe" fillcolor="#d6e3bc [1302]">
                            <v:path arrowok="t" o:connecttype="custom" o:connectlocs="194603,196573;561164,92408;840678,351424;920500,350564;823416,466735;685246,353098;764601,352243;533408,159867;245606,247210;194603,196573" o:connectangles="0,0,0,0,0,0,0,0,0,0"/>
                          </v:shape>
                          <v:shape id="Flèche en arc 422" o:spid="_x0000_s1117" style="position:absolute;left:-26353;top:26353;width:1340485;height:1287780;rotation:-4015499fd;flip:x;visibility:visible;mso-wrap-style:square;v-text-anchor:middle" coordsize="1340485,12877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YnfZxAAA&#10;ANwAAAAPAAAAZHJzL2Rvd25yZXYueG1sRI9Ba8JAFITvBf/D8oTedGMsRaOriFIptChqvD92n0kw&#10;+zZkV03/fbcg9DjMzDfMfNnZWtyp9ZVjBaNhAoJYO1NxoSA/fQwmIHxANlg7JgU/5GG56L3MMTPu&#10;wQe6H0MhIoR9hgrKEJpMSq9LsuiHriGO3sW1FkOUbSFNi48It7VMk+RdWqw4LpTY0LokfT3erAIX&#10;xtPtfvytL+drvjutN9P8SxulXvvdagYiUBf+w8/2p1HwlqbwdyYeAbn4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WJ32cQAAADcAAAADwAAAAAAAAAAAAAAAACXAgAAZHJzL2Rv&#10;d25yZXYueG1sUEsFBgAAAAAEAAQA9QAAAIgDAAAAAA==&#10;" path="m1224902,401997c1296555,552399,1298140,724827,1229263,876412l1278455,911939,1156761,995254,1180070,840885,1229262,876412c1298140,724828,1296555,552399,1224901,401997l1224902,401997xe" filled="f">
                            <v:path arrowok="t" o:connecttype="custom" o:connectlocs="1224902,401997;1229263,876412;1278455,911939;1156761,995254;1180070,840885;1229262,876412;1224901,401997;1224902,401997" o:connectangles="0,0,0,0,0,0,0,0"/>
                          </v:shape>
                        </v:group>
                        <v:shape id="Zone de texte 423" o:spid="_x0000_s1118" type="#_x0000_t202" style="position:absolute;top:10795;width:506729;height:2895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WX5zxQAA&#10;ANwAAAAPAAAAZHJzL2Rvd25yZXYueG1sRI9La8MwEITvgfwHsYHeGql5lMS1HEJCoaeE5gW9LdbG&#10;NrVWxlJj999XgUKOw8x8w6Sr3tbiRq2vHGt4GSsQxLkzFRcaTsf35wUIH5AN1o5Jwy95WGXDQYqJ&#10;cR1/0u0QChEh7BPUUIbQJFL6vCSLfuwa4uhdXWsxRNkW0rTYRbit5USpV2mx4rhQYkObkvLvw4/V&#10;cN5dvy4ztS+2dt50rleS7VJq/TTq128gAvXhEf5vfxgNs8kU7mfiEZDZ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pZfnPFAAAA3AAAAA8AAAAAAAAAAAAAAAAAlwIAAGRycy9k&#10;b3ducmV2LnhtbFBLBQYAAAAABAAEAPUAAACJAwAAAAA=&#10;" filled="f" stroked="f">
                          <v:textbox>
                            <w:txbxContent>
                              <w:p w14:paraId="07B8C790" w14:textId="77777777" w:rsidR="0026367A" w:rsidRPr="00796C19" w:rsidRDefault="0026367A" w:rsidP="00796C19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796C19">
                                  <w:rPr>
                                    <w:rFonts w:eastAsiaTheme="minorHAnsi" w:cs="Arial"/>
                                    <w:sz w:val="18"/>
                                    <w:szCs w:val="18"/>
                                  </w:rPr>
                                  <w:t>Ω &gt;0</w:t>
                                </w:r>
                              </w:p>
                            </w:txbxContent>
                          </v:textbox>
                        </v:shape>
                        <v:shape id="Zone de texte 424" o:spid="_x0000_s1119" type="#_x0000_t202" style="position:absolute;top:812165;width:361950;height:2895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sOYHxAAA&#10;ANwAAAAPAAAAZHJzL2Rvd25yZXYueG1sRI9Pa8JAFMTvgt9heUJvutuQSpu6iigFTxXtH+jtkX0m&#10;odm3Ibsm8du7guBxmJnfMIvVYGvRUesrxxqeZwoEce5MxYWG76+P6SsIH5AN1o5Jw4U8rJbj0QIz&#10;43o+UHcMhYgQ9hlqKENoMil9XpJFP3MNcfROrrUYomwLaVrsI9zWMlFqLi1WHBdKbGhTUv5/PFsN&#10;P5+nv99U7YutfWl6NyjJ9k1q/TQZ1u8gAg3hEb63d0ZDmqRwOxOPgFxe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bDmB8QAAADcAAAADwAAAAAAAAAAAAAAAACXAgAAZHJzL2Rv&#10;d25yZXYueG1sUEsFBgAAAAAEAAQA9QAAAIgDAAAAAA==&#10;" filled="f" stroked="f">
                          <v:textbox>
                            <w:txbxContent>
                              <w:p w14:paraId="01C639F2" w14:textId="77777777" w:rsidR="0026367A" w:rsidRPr="00877121" w:rsidRDefault="0026367A" w:rsidP="00796C19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877121">
                                  <w:rPr>
                                    <w:rFonts w:eastAsiaTheme="minorHAnsi" w:cs="Arial"/>
                                    <w:sz w:val="18"/>
                                    <w:szCs w:val="18"/>
                                  </w:rPr>
                                  <w:t>C</w:t>
                                </w:r>
                                <w:r w:rsidRPr="00877121">
                                  <w:rPr>
                                    <w:rFonts w:eastAsiaTheme="minorHAnsi" w:cs="Arial"/>
                                    <w:sz w:val="18"/>
                                    <w:szCs w:val="18"/>
                                    <w:vertAlign w:val="subscript"/>
                                  </w:rPr>
                                  <w:t>m</w:t>
                                </w:r>
                              </w:p>
                            </w:txbxContent>
                          </v:textbox>
                        </v:shape>
                        <v:shape id="Zone de texte 425" o:spid="_x0000_s1120" type="#_x0000_t202" style="position:absolute;left:977265;top:553720;width:361950;height:2895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/EOcxAAA&#10;ANwAAAAPAAAAZHJzL2Rvd25yZXYueG1sRI9Ba8JAFITvgv9heYXezG7FSJtmFWkRerKYtoK3R/aZ&#10;hGbfhuxq4r/vCkKPw8x8w+Tr0bbiQr1vHGt4ShQI4tKZhisN31/b2TMIH5ANto5Jw5U8rFfTSY6Z&#10;cQPv6VKESkQI+ww11CF0mZS+rMmiT1xHHL2T6y2GKPtKmh6HCLetnCu1lBYbjgs1dvRWU/lbnK2G&#10;n93peFioz+rdpt3gRiXZvkitHx/GzSuIQGP4D9/bH0bDYp7C7Uw8AnL1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2vxDnMQAAADcAAAADwAAAAAAAAAAAAAAAACXAgAAZHJzL2Rv&#10;d25yZXYueG1sUEsFBgAAAAAEAAQA9QAAAIgDAAAAAA==&#10;" filled="f" stroked="f">
                          <v:textbox>
                            <w:txbxContent>
                              <w:p w14:paraId="04BD24B4" w14:textId="77777777" w:rsidR="0026367A" w:rsidRPr="00877121" w:rsidRDefault="0026367A" w:rsidP="00796C19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877121">
                                  <w:rPr>
                                    <w:rFonts w:eastAsiaTheme="minorHAnsi" w:cs="Arial"/>
                                    <w:sz w:val="18"/>
                                    <w:szCs w:val="18"/>
                                  </w:rPr>
                                  <w:t>C</w:t>
                                </w:r>
                                <w:r>
                                  <w:rPr>
                                    <w:rFonts w:eastAsiaTheme="minorHAnsi" w:cs="Arial"/>
                                    <w:sz w:val="18"/>
                                    <w:szCs w:val="18"/>
                                    <w:vertAlign w:val="subscript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  <v:shape id="Flèche en arc 429" o:spid="_x0000_s1121" style="position:absolute;left:70167;top:85408;width:1340485;height:1287780;rotation:-8524851fd;flip:x;visibility:visible;mso-wrap-style:square;v-text-anchor:middle" coordsize="1340485,12877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NW40wwAA&#10;ANwAAAAPAAAAZHJzL2Rvd25yZXYueG1sRI/RisIwFETfhf2HcIV909SisluNIivC+qBg9QOuzbUt&#10;JjeliVr/3ggL+zjMnBlmvuysEXdqfe1YwWiYgCAunK65VHA6bgZfIHxA1mgck4IneVguPnpzzLR7&#10;8IHueShFLGGfoYIqhCaT0hcVWfRD1xBH7+JaiyHKtpS6xUcst0amSTKVFmuOCxU29FNRcc1vVsE4&#10;H5suPa5O+1t9XoedH10nW6PUZ79bzUAE6sJ/+I/+1ZFLv+F9Jh4BuXg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VNW40wwAAANwAAAAPAAAAAAAAAAAAAAAAAJcCAABkcnMvZG93&#10;bnJldi54bWxQSwUGAAAAAAQABAD1AAAAhwMAAAAA&#10;" path="m1279801,641701c1280118,722442,1262909,802366,1229263,876412l1278455,911939,1156761,995254,1180070,840885,1229262,876412c1262908,802365,1280117,722441,1279800,641701l1279801,641701xe" filled="f">
                        <v:path arrowok="t" o:connecttype="custom" o:connectlocs="1279801,641701;1229263,876412;1278455,911939;1156761,995254;1180070,840885;1229262,876412;1279800,641701;1279801,641701" o:connectangles="0,0,0,0,0,0,0,0"/>
                      </v:shape>
                      <v:shape id="Zone de texte 430" o:spid="_x0000_s1122" type="#_x0000_t202" style="position:absolute;left:1086485;width:506095;height:3619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UnbZwAAA&#10;ANwAAAAPAAAAZHJzL2Rvd25yZXYueG1sRE/LisIwFN0L/kO4gjtNfDJWo4gyMCtFZ0Zwd2mubbG5&#10;KU3Gdv7eLASXh/NebVpbigfVvnCsYTRUIIhTZwrONPx8fw4+QPiAbLB0TBr+ycNm3e2sMDGu4RM9&#10;ziETMYR9ghryEKpESp/mZNEPXUUcuZurLYYI60yaGpsYbks5VmouLRYcG3KsaJdTej//WQ2/h9v1&#10;MlXHbG9nVeNaJdkupNb9XrtdggjUhrf45f4yGqaTOD+eiUdArp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PUnbZwAAAANwAAAAPAAAAAAAAAAAAAAAAAJcCAABkcnMvZG93bnJl&#10;di54bWxQSwUGAAAAAAQABAD1AAAAhAMAAAAA&#10;" filled="f" stroked="f">
                        <v:textbox>
                          <w:txbxContent>
                            <w:p w14:paraId="31DB99BB" w14:textId="26222F9A" w:rsidR="0026367A" w:rsidRPr="00796C19" w:rsidRDefault="0026367A" w:rsidP="00B83AF4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eastAsiaTheme="minorHAnsi" w:cs="Arial"/>
                                  <w:sz w:val="18"/>
                                  <w:szCs w:val="18"/>
                                </w:rPr>
                                <w:t>d</w:t>
                              </w:r>
                              <w:r w:rsidRPr="00796C19">
                                <w:rPr>
                                  <w:rFonts w:eastAsiaTheme="minorHAnsi" w:cs="Arial"/>
                                  <w:sz w:val="18"/>
                                  <w:szCs w:val="18"/>
                                </w:rPr>
                                <w:t>Ω</w:t>
                              </w:r>
                              <w:r>
                                <w:rPr>
                                  <w:rFonts w:eastAsiaTheme="minorHAnsi" w:cs="Arial"/>
                                  <w:sz w:val="18"/>
                                  <w:szCs w:val="18"/>
                                </w:rPr>
                                <w:t>/dt</w:t>
                              </w:r>
                              <w:r w:rsidRPr="00796C19">
                                <w:rPr>
                                  <w:rFonts w:eastAsiaTheme="minorHAnsi" w:cs="Arial"/>
                                  <w:sz w:val="18"/>
                                  <w:szCs w:val="18"/>
                                </w:rPr>
                                <w:t xml:space="preserve"> &gt;0</w:t>
                              </w:r>
                            </w:p>
                          </w:txbxContent>
                        </v:textbox>
                      </v:shape>
                      <w10:wrap type="through"/>
                    </v:group>
                  </w:pict>
                </mc:Fallback>
              </mc:AlternateContent>
            </w:r>
          </w:p>
        </w:tc>
      </w:tr>
      <w:tr w:rsidR="00BA1383" w14:paraId="781E9137" w14:textId="77777777" w:rsidTr="006D1919">
        <w:trPr>
          <w:trHeight w:val="361"/>
        </w:trPr>
        <w:tc>
          <w:tcPr>
            <w:tcW w:w="10206" w:type="dxa"/>
            <w:gridSpan w:val="2"/>
          </w:tcPr>
          <w:p w14:paraId="17461EF6" w14:textId="6793066B" w:rsidR="00BA1383" w:rsidRDefault="00BA1383" w:rsidP="00BA1383">
            <w:pPr>
              <w:jc w:val="center"/>
              <w:rPr>
                <w:noProof/>
              </w:rPr>
            </w:pPr>
            <w:r w:rsidRPr="00BA1383">
              <w:rPr>
                <w:b/>
                <w:noProof/>
              </w:rPr>
              <w:t xml:space="preserve">Régime transitoire </w:t>
            </w:r>
            <w:r>
              <w:rPr>
                <w:b/>
                <w:noProof/>
              </w:rPr>
              <w:t>et dé</w:t>
            </w:r>
            <w:r w:rsidRPr="00BA1383">
              <w:rPr>
                <w:b/>
                <w:noProof/>
              </w:rPr>
              <w:t>ccélération</w:t>
            </w:r>
          </w:p>
        </w:tc>
      </w:tr>
      <w:tr w:rsidR="001D2317" w14:paraId="2ED65E88" w14:textId="77777777" w:rsidTr="006D1919">
        <w:tc>
          <w:tcPr>
            <w:tcW w:w="7133" w:type="dxa"/>
            <w:vMerge w:val="restart"/>
          </w:tcPr>
          <w:p w14:paraId="73F2BE7F" w14:textId="6264F351" w:rsidR="00A2264B" w:rsidRDefault="00A2264B" w:rsidP="00EB6EA2">
            <w:pPr>
              <w:rPr>
                <w:noProof/>
              </w:rPr>
            </w:pPr>
          </w:p>
          <w:p w14:paraId="3F25DE45" w14:textId="109BDEBE" w:rsidR="001D2317" w:rsidRDefault="00A2264B" w:rsidP="00EB6EA2">
            <w:pPr>
              <w:rPr>
                <w:noProof/>
              </w:rPr>
            </w:pPr>
            <w:r>
              <w:rPr>
                <w:noProof/>
              </w:rPr>
              <w:t xml:space="preserve">Lors des phases de </w:t>
            </w:r>
            <w:r w:rsidR="00143310">
              <w:rPr>
                <w:noProof/>
              </w:rPr>
              <w:t>déccélération</w:t>
            </w:r>
            <w:r>
              <w:rPr>
                <w:noProof/>
              </w:rPr>
              <w:t xml:space="preserve">, on a  : </w:t>
            </w:r>
          </w:p>
          <w:p w14:paraId="2ACCDC74" w14:textId="77777777" w:rsidR="001D2317" w:rsidRDefault="001D2317" w:rsidP="00EB6EA2">
            <w:pPr>
              <w:rPr>
                <w:noProof/>
              </w:rPr>
            </w:pPr>
          </w:p>
          <w:p w14:paraId="10320A63" w14:textId="77777777" w:rsidR="001D2317" w:rsidRDefault="00A2264B" w:rsidP="00EB6EA2">
            <w:pPr>
              <w:rPr>
                <w:noProof/>
              </w:rPr>
            </w:pPr>
            <w:r>
              <w:rPr>
                <w:noProof/>
              </w:rPr>
              <w:t>Trois cas peuvent se présenter :</w:t>
            </w:r>
          </w:p>
          <w:p w14:paraId="5AEFC41C" w14:textId="5D5157D2" w:rsidR="00A2264B" w:rsidRDefault="00A2264B" w:rsidP="00EB6EA2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6A52C0E9" wp14:editId="75E4D948">
                      <wp:simplePos x="0" y="0"/>
                      <wp:positionH relativeFrom="column">
                        <wp:posOffset>2750820</wp:posOffset>
                      </wp:positionH>
                      <wp:positionV relativeFrom="paragraph">
                        <wp:posOffset>-554990</wp:posOffset>
                      </wp:positionV>
                      <wp:extent cx="760095" cy="470535"/>
                      <wp:effectExtent l="0" t="0" r="27305" b="37465"/>
                      <wp:wrapSquare wrapText="bothSides"/>
                      <wp:docPr id="475" name="Zone de texte 4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60095" cy="4705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EDA9D9D" w14:textId="78970093" w:rsidR="0026367A" w:rsidRPr="00FD77D5" w:rsidRDefault="0026367A" w:rsidP="00A2264B">
                                  <w:pPr>
                                    <w:rPr>
                                      <w:b/>
                                      <w:color w:val="FF0000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i/>
                                              <w:noProof/>
                                              <w:color w:val="FF0000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noProof/>
                                              <w:color w:val="FF0000"/>
                                            </w:rPr>
                                            <m:t>d</m:t>
                                          </m:r>
                                          <m:r>
                                            <m:rPr>
                                              <m:sty m:val="b"/>
                                            </m:rPr>
                                            <w:rPr>
                                              <w:rFonts w:ascii="Cambria Math" w:hAnsi="Cambria Math"/>
                                              <w:noProof/>
                                              <w:color w:val="FF0000"/>
                                            </w:rPr>
                                            <m:t>Ω</m:t>
                                          </m: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noProof/>
                                              <w:color w:val="FF0000"/>
                                            </w:rPr>
                                          </m:ctrlPr>
                                        </m:num>
                                        <m:den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noProof/>
                                              <w:color w:val="FF0000"/>
                                            </w:rPr>
                                            <m:t>dt</m:t>
                                          </m:r>
                                        </m:den>
                                      </m:f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noProof/>
                                          <w:color w:val="FF0000"/>
                                        </w:rPr>
                                        <m:t>&lt;0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52C0E9" id="Zone de texte 475" o:spid="_x0000_s1123" type="#_x0000_t202" style="position:absolute;margin-left:216.6pt;margin-top:-43.65pt;width:59.85pt;height:37.05pt;z-index:251839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" filled="f">
                      <v:textbox>
                        <w:txbxContent>
                          <w:p w14:paraId="3EDA9D9D" w14:textId="78970093" w:rsidR="0026367A" w:rsidRPr="00FD77D5" w:rsidRDefault="0026367A" w:rsidP="00A2264B">
                            <w:pPr>
                              <w:rPr>
                                <w:b/>
                                <w:color w:val="FF0000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noProof/>
                                        <w:color w:val="FF000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noProof/>
                                        <w:color w:val="FF0000"/>
                                      </w:rPr>
                                      <m:t>d</m:t>
                                    </m:r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 w:hAnsi="Cambria Math"/>
                                        <w:noProof/>
                                        <w:color w:val="FF0000"/>
                                      </w:rPr>
                                      <m:t>Ω</m:t>
                                    </m: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noProof/>
                                        <w:color w:val="FF0000"/>
                                      </w:rPr>
                                    </m:ctrlP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noProof/>
                                        <w:color w:val="FF0000"/>
                                      </w:rPr>
                                      <m:t>dt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noProof/>
                                    <w:color w:val="FF0000"/>
                                  </w:rPr>
                                  <m:t>&lt;0</m:t>
                                </m:r>
                              </m:oMath>
                            </m:oMathPara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1F48F5C3" w14:textId="6F11C1C2" w:rsidR="00A2264B" w:rsidRPr="00DD2982" w:rsidRDefault="00A2264B" w:rsidP="00C8744D">
            <w:pPr>
              <w:pStyle w:val="Pardeliste"/>
              <w:numPr>
                <w:ilvl w:val="0"/>
                <w:numId w:val="8"/>
              </w:numPr>
              <w:ind w:left="426"/>
              <w:rPr>
                <w:b/>
                <w:noProof/>
                <w:u w:val="single"/>
              </w:rPr>
            </w:pPr>
            <w:r w:rsidRPr="00DD2982">
              <w:rPr>
                <w:b/>
                <w:noProof/>
                <w:u w:val="single"/>
              </w:rPr>
              <w:t>Décélération naturelle</w:t>
            </w:r>
          </w:p>
          <w:p w14:paraId="5784AF93" w14:textId="00E01C19" w:rsidR="00A2264B" w:rsidRPr="00A2264B" w:rsidRDefault="00A2264B" w:rsidP="00A2264B">
            <w:pPr>
              <w:rPr>
                <w:b/>
                <w:noProof/>
              </w:rPr>
            </w:pPr>
            <w:r w:rsidRPr="00A2264B">
              <w:rPr>
                <w:noProof/>
              </w:rPr>
              <w:t>Le moteur n'est plus alimenté :</w:t>
            </w:r>
            <w:r>
              <w:rPr>
                <w:b/>
                <w:noProof/>
              </w:rPr>
              <w:t xml:space="preserve"> </w:t>
            </w:r>
            <w:r w:rsidRPr="009760B3">
              <w:rPr>
                <w:noProof/>
              </w:rPr>
              <w:t>C</w:t>
            </w:r>
            <w:r w:rsidRPr="009760B3">
              <w:rPr>
                <w:noProof/>
                <w:vertAlign w:val="subscript"/>
              </w:rPr>
              <w:t>m</w:t>
            </w:r>
            <w:r w:rsidRPr="009760B3">
              <w:rPr>
                <w:noProof/>
              </w:rPr>
              <w:t xml:space="preserve"> = 0</w:t>
            </w:r>
          </w:p>
          <w:p w14:paraId="6AC52CF0" w14:textId="48A2B7BB" w:rsidR="001D2317" w:rsidRDefault="001D2317" w:rsidP="00EB6EA2">
            <w:pPr>
              <w:rPr>
                <w:noProof/>
              </w:rPr>
            </w:pPr>
          </w:p>
          <w:p w14:paraId="02E84D56" w14:textId="0D10E6A9" w:rsidR="001D2317" w:rsidRDefault="00FD77D5" w:rsidP="00EB6EA2">
            <w:pPr>
              <w:rPr>
                <w:noProof/>
              </w:rPr>
            </w:pPr>
            <w:r>
              <w:rPr>
                <w:noProof/>
              </w:rPr>
              <w:t xml:space="preserve">L'équation de la dynamique se réduit : </w:t>
            </w:r>
            <w:r w:rsidRPr="002E1A75">
              <w:rPr>
                <w:b/>
                <w:noProof/>
                <w:color w:val="FF0000"/>
              </w:rPr>
              <w:t>– C</w:t>
            </w:r>
            <w:r w:rsidRPr="002E1A75">
              <w:rPr>
                <w:b/>
                <w:noProof/>
                <w:color w:val="FF0000"/>
                <w:vertAlign w:val="subscript"/>
              </w:rPr>
              <w:t xml:space="preserve">r </w:t>
            </w:r>
            <w:r w:rsidR="002E1A75">
              <w:rPr>
                <w:b/>
                <w:noProof/>
                <w:color w:val="FF0000"/>
              </w:rPr>
              <w:t>=</w:t>
            </w:r>
            <w:r w:rsidRPr="002E1A75">
              <w:rPr>
                <w:b/>
                <w:noProof/>
                <w:color w:val="FF0000"/>
              </w:rPr>
              <w:t xml:space="preserve"> </w:t>
            </w:r>
            <w:r w:rsidR="003F741D">
              <w:rPr>
                <w:b/>
                <w:noProof/>
                <w:color w:val="FF0000"/>
              </w:rPr>
              <w:t>J.</w:t>
            </w:r>
            <w:r w:rsidRPr="002E1A75">
              <w:rPr>
                <w:b/>
                <w:noProof/>
                <w:color w:val="FF0000"/>
              </w:rPr>
              <w:t>d</w:t>
            </w:r>
            <w:r w:rsidRPr="002E1A75">
              <w:rPr>
                <w:rFonts w:eastAsiaTheme="minorHAnsi" w:cs="Arial"/>
                <w:b/>
                <w:color w:val="FF0000"/>
              </w:rPr>
              <w:t>Ω/dt</w:t>
            </w:r>
          </w:p>
          <w:p w14:paraId="7C0C567B" w14:textId="22546C21" w:rsidR="001D2317" w:rsidRDefault="002E1A75" w:rsidP="00EB6EA2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840512" behindDoc="0" locked="0" layoutInCell="1" allowOverlap="1" wp14:anchorId="5816A7B4" wp14:editId="72A73D40">
                  <wp:simplePos x="0" y="0"/>
                  <wp:positionH relativeFrom="column">
                    <wp:posOffset>2769870</wp:posOffset>
                  </wp:positionH>
                  <wp:positionV relativeFrom="paragraph">
                    <wp:posOffset>125095</wp:posOffset>
                  </wp:positionV>
                  <wp:extent cx="1539240" cy="1621790"/>
                  <wp:effectExtent l="0" t="0" r="10160" b="3810"/>
                  <wp:wrapSquare wrapText="bothSides"/>
                  <wp:docPr id="476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9240" cy="1621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56B80D5" w14:textId="3D8AA825" w:rsidR="00DD2982" w:rsidRPr="00DD2982" w:rsidRDefault="00DD2982" w:rsidP="00C8744D">
            <w:pPr>
              <w:pStyle w:val="Pardeliste"/>
              <w:numPr>
                <w:ilvl w:val="0"/>
                <w:numId w:val="8"/>
              </w:numPr>
              <w:rPr>
                <w:b/>
                <w:noProof/>
                <w:u w:val="single"/>
              </w:rPr>
            </w:pPr>
            <w:r>
              <w:rPr>
                <w:b/>
                <w:noProof/>
                <w:u w:val="single"/>
              </w:rPr>
              <w:t>Décélération lent</w:t>
            </w:r>
            <w:r w:rsidRPr="00DD2982">
              <w:rPr>
                <w:b/>
                <w:noProof/>
                <w:u w:val="single"/>
              </w:rPr>
              <w:t>e</w:t>
            </w:r>
          </w:p>
          <w:p w14:paraId="005EA27A" w14:textId="000EF962" w:rsidR="001D2317" w:rsidRDefault="002E1A75" w:rsidP="00EB6EA2">
            <w:pPr>
              <w:rPr>
                <w:noProof/>
              </w:rPr>
            </w:pPr>
            <w:r>
              <w:rPr>
                <w:noProof/>
              </w:rPr>
              <w:t>Le moteur développe un couple mécanique "moteur" pour éviter un arrêt prématuré.</w:t>
            </w:r>
          </w:p>
          <w:p w14:paraId="0FC0FC78" w14:textId="3E207CCB" w:rsidR="00DD2982" w:rsidRDefault="00DD2982" w:rsidP="00EB6EA2">
            <w:pPr>
              <w:rPr>
                <w:noProof/>
              </w:rPr>
            </w:pPr>
          </w:p>
          <w:p w14:paraId="0B7555A0" w14:textId="77777777" w:rsidR="002E1A75" w:rsidRDefault="002E1A75" w:rsidP="00EB6EA2">
            <w:pPr>
              <w:rPr>
                <w:noProof/>
              </w:rPr>
            </w:pPr>
            <w:r>
              <w:rPr>
                <w:noProof/>
              </w:rPr>
              <w:t>L'équation de la dynamique se réduit :</w:t>
            </w:r>
          </w:p>
          <w:p w14:paraId="6F405BEB" w14:textId="7BB7179C" w:rsidR="002E1A75" w:rsidRDefault="002E1A75" w:rsidP="00EB6EA2">
            <w:pPr>
              <w:rPr>
                <w:b/>
                <w:noProof/>
                <w:color w:val="FF0000"/>
              </w:rPr>
            </w:pPr>
            <w:r>
              <w:rPr>
                <w:noProof/>
              </w:rPr>
              <w:t>C</w:t>
            </w:r>
            <w:r w:rsidRPr="00FE4537">
              <w:rPr>
                <w:noProof/>
                <w:vertAlign w:val="subscript"/>
              </w:rPr>
              <w:t>m</w:t>
            </w:r>
            <w:r>
              <w:rPr>
                <w:noProof/>
              </w:rPr>
              <w:t xml:space="preserve"> – C</w:t>
            </w:r>
            <w:r w:rsidRPr="00FE4537">
              <w:rPr>
                <w:noProof/>
                <w:vertAlign w:val="subscript"/>
              </w:rPr>
              <w:t>r</w:t>
            </w:r>
            <w:r>
              <w:rPr>
                <w:noProof/>
                <w:vertAlign w:val="subscript"/>
              </w:rPr>
              <w:t xml:space="preserve"> </w:t>
            </w:r>
            <w:r w:rsidRPr="002E1A75">
              <w:rPr>
                <w:noProof/>
              </w:rPr>
              <w:t>=</w:t>
            </w:r>
            <w:r>
              <w:rPr>
                <w:noProof/>
              </w:rPr>
              <w:t xml:space="preserve"> </w:t>
            </w:r>
            <w:r w:rsidR="003F741D">
              <w:rPr>
                <w:noProof/>
              </w:rPr>
              <w:t>J.</w:t>
            </w:r>
            <w:r>
              <w:rPr>
                <w:noProof/>
              </w:rPr>
              <w:t>d</w:t>
            </w:r>
            <w:r>
              <w:rPr>
                <w:rFonts w:eastAsiaTheme="minorHAnsi" w:cs="Arial"/>
              </w:rPr>
              <w:t>Ω/dt</w:t>
            </w:r>
          </w:p>
          <w:p w14:paraId="79A24D6C" w14:textId="63CBD6F2" w:rsidR="00DD2982" w:rsidRDefault="002E1A75" w:rsidP="00EB6EA2">
            <w:pPr>
              <w:rPr>
                <w:noProof/>
              </w:rPr>
            </w:pPr>
            <w:r>
              <w:rPr>
                <w:noProof/>
              </w:rPr>
              <w:t>C</w:t>
            </w:r>
            <w:r w:rsidRPr="00FE4537">
              <w:rPr>
                <w:noProof/>
                <w:vertAlign w:val="subscript"/>
              </w:rPr>
              <w:t>m</w:t>
            </w:r>
            <w:r>
              <w:rPr>
                <w:noProof/>
              </w:rPr>
              <w:t xml:space="preserve"> – C</w:t>
            </w:r>
            <w:r w:rsidRPr="00FE4537">
              <w:rPr>
                <w:noProof/>
                <w:vertAlign w:val="subscript"/>
              </w:rPr>
              <w:t>r</w:t>
            </w:r>
            <w:r>
              <w:rPr>
                <w:noProof/>
                <w:vertAlign w:val="subscript"/>
              </w:rPr>
              <w:t xml:space="preserve"> </w:t>
            </w:r>
            <w:r>
              <w:rPr>
                <w:noProof/>
              </w:rPr>
              <w:t>&lt;</w:t>
            </w:r>
            <w:r w:rsidR="009760B3">
              <w:rPr>
                <w:noProof/>
              </w:rPr>
              <w:t xml:space="preserve"> </w:t>
            </w:r>
            <w:r>
              <w:rPr>
                <w:noProof/>
              </w:rPr>
              <w:t xml:space="preserve">0 ou </w:t>
            </w:r>
            <w:r w:rsidRPr="002E1A75">
              <w:rPr>
                <w:b/>
                <w:noProof/>
                <w:color w:val="FF0000"/>
              </w:rPr>
              <w:t>C</w:t>
            </w:r>
            <w:r w:rsidRPr="002E1A75">
              <w:rPr>
                <w:b/>
                <w:noProof/>
                <w:color w:val="FF0000"/>
                <w:vertAlign w:val="subscript"/>
              </w:rPr>
              <w:t xml:space="preserve">m </w:t>
            </w:r>
            <w:r>
              <w:rPr>
                <w:b/>
                <w:noProof/>
                <w:color w:val="FF0000"/>
              </w:rPr>
              <w:t>&lt;</w:t>
            </w:r>
            <w:r w:rsidRPr="002E1A75">
              <w:rPr>
                <w:b/>
                <w:noProof/>
                <w:color w:val="FF0000"/>
              </w:rPr>
              <w:t xml:space="preserve"> C</w:t>
            </w:r>
            <w:r w:rsidRPr="002E1A75">
              <w:rPr>
                <w:b/>
                <w:noProof/>
                <w:color w:val="FF0000"/>
                <w:vertAlign w:val="subscript"/>
              </w:rPr>
              <w:t>r</w:t>
            </w:r>
          </w:p>
          <w:p w14:paraId="62813386" w14:textId="3052F150" w:rsidR="00DD2982" w:rsidRDefault="00DD2982" w:rsidP="00EB6EA2">
            <w:pPr>
              <w:rPr>
                <w:noProof/>
              </w:rPr>
            </w:pPr>
          </w:p>
          <w:p w14:paraId="498BC41D" w14:textId="18AF62BE" w:rsidR="001D2317" w:rsidRDefault="001D2317" w:rsidP="00EB6EA2">
            <w:pPr>
              <w:rPr>
                <w:noProof/>
              </w:rPr>
            </w:pPr>
          </w:p>
          <w:p w14:paraId="7BA6AA5B" w14:textId="43E263EA" w:rsidR="002E1A75" w:rsidRDefault="002E1A75" w:rsidP="00C8744D">
            <w:pPr>
              <w:pStyle w:val="Pardeliste"/>
              <w:numPr>
                <w:ilvl w:val="0"/>
                <w:numId w:val="8"/>
              </w:numPr>
              <w:rPr>
                <w:b/>
                <w:noProof/>
                <w:u w:val="single"/>
              </w:rPr>
            </w:pPr>
            <w:r>
              <w:rPr>
                <w:b/>
                <w:noProof/>
                <w:u w:val="single"/>
              </w:rPr>
              <w:t>Décélération rapide</w:t>
            </w:r>
          </w:p>
          <w:p w14:paraId="5F1FCF6A" w14:textId="01A4F6B0" w:rsidR="002E1A75" w:rsidRPr="002E1A75" w:rsidRDefault="002E1A75" w:rsidP="002E1A75">
            <w:pPr>
              <w:rPr>
                <w:noProof/>
              </w:rPr>
            </w:pPr>
            <w:r w:rsidRPr="002E1A75">
              <w:rPr>
                <w:noProof/>
              </w:rPr>
              <w:t>Le moteur développe un couple mécanique "résistant", renfoçent celui produit par la machine</w:t>
            </w:r>
            <w:r>
              <w:rPr>
                <w:noProof/>
              </w:rPr>
              <w:t>.</w:t>
            </w:r>
          </w:p>
          <w:p w14:paraId="11EF634F" w14:textId="1C7B0BCB" w:rsidR="001D2317" w:rsidRDefault="001D2317" w:rsidP="00EB6EA2">
            <w:pPr>
              <w:rPr>
                <w:noProof/>
              </w:rPr>
            </w:pPr>
          </w:p>
          <w:p w14:paraId="2CA4AA43" w14:textId="77777777" w:rsidR="009760B3" w:rsidRDefault="009760B3" w:rsidP="009760B3">
            <w:pPr>
              <w:rPr>
                <w:noProof/>
              </w:rPr>
            </w:pPr>
            <w:r>
              <w:rPr>
                <w:noProof/>
              </w:rPr>
              <w:t>L'équation de la dynamique se réduit :</w:t>
            </w:r>
          </w:p>
          <w:p w14:paraId="194FADC9" w14:textId="3AE4EF24" w:rsidR="001D2317" w:rsidRPr="009760B3" w:rsidRDefault="009760B3" w:rsidP="00EB6EA2">
            <w:pPr>
              <w:rPr>
                <w:rFonts w:eastAsiaTheme="minorHAnsi" w:cs="Arial"/>
                <w:b/>
                <w:color w:val="FF0000"/>
              </w:rPr>
            </w:pPr>
            <w:r w:rsidRPr="009760B3">
              <w:rPr>
                <w:b/>
                <w:noProof/>
                <w:color w:val="FF0000"/>
              </w:rPr>
              <w:t>- C</w:t>
            </w:r>
            <w:r w:rsidRPr="009760B3">
              <w:rPr>
                <w:b/>
                <w:noProof/>
                <w:color w:val="FF0000"/>
                <w:vertAlign w:val="subscript"/>
              </w:rPr>
              <w:t>m</w:t>
            </w:r>
            <w:r w:rsidRPr="009760B3">
              <w:rPr>
                <w:b/>
                <w:noProof/>
                <w:color w:val="FF0000"/>
              </w:rPr>
              <w:t xml:space="preserve"> – C</w:t>
            </w:r>
            <w:r w:rsidRPr="009760B3">
              <w:rPr>
                <w:b/>
                <w:noProof/>
                <w:color w:val="FF0000"/>
                <w:vertAlign w:val="subscript"/>
              </w:rPr>
              <w:t xml:space="preserve">r </w:t>
            </w:r>
            <w:r w:rsidRPr="009760B3">
              <w:rPr>
                <w:b/>
                <w:noProof/>
                <w:color w:val="FF0000"/>
              </w:rPr>
              <w:t xml:space="preserve">= </w:t>
            </w:r>
            <w:r w:rsidR="003F741D">
              <w:rPr>
                <w:b/>
                <w:noProof/>
                <w:color w:val="FF0000"/>
              </w:rPr>
              <w:t>J.</w:t>
            </w:r>
            <w:r w:rsidRPr="009760B3">
              <w:rPr>
                <w:b/>
                <w:noProof/>
                <w:color w:val="FF0000"/>
              </w:rPr>
              <w:t>d</w:t>
            </w:r>
            <w:r w:rsidRPr="009760B3">
              <w:rPr>
                <w:rFonts w:eastAsiaTheme="minorHAnsi" w:cs="Arial"/>
                <w:b/>
                <w:color w:val="FF0000"/>
              </w:rPr>
              <w:t>Ω/dt</w:t>
            </w:r>
          </w:p>
          <w:p w14:paraId="20CAC965" w14:textId="77777777" w:rsidR="001D2317" w:rsidRDefault="001D2317" w:rsidP="00EB6EA2">
            <w:pPr>
              <w:rPr>
                <w:noProof/>
              </w:rPr>
            </w:pPr>
          </w:p>
          <w:p w14:paraId="07A58FDC" w14:textId="7A020774" w:rsidR="001D2317" w:rsidRDefault="003F741D" w:rsidP="003F741D">
            <w:pPr>
              <w:rPr>
                <w:noProof/>
              </w:rPr>
            </w:pPr>
            <w:r>
              <w:rPr>
                <w:noProof/>
              </w:rPr>
              <w:t>On appelle C</w:t>
            </w:r>
            <w:r>
              <w:rPr>
                <w:noProof/>
                <w:vertAlign w:val="subscript"/>
              </w:rPr>
              <w:t>f</w:t>
            </w:r>
            <w:r>
              <w:rPr>
                <w:noProof/>
              </w:rPr>
              <w:t xml:space="preserve"> = C</w:t>
            </w:r>
            <w:r w:rsidRPr="00FE4537">
              <w:rPr>
                <w:noProof/>
                <w:vertAlign w:val="subscript"/>
              </w:rPr>
              <w:t>m</w:t>
            </w:r>
            <w:r>
              <w:rPr>
                <w:noProof/>
              </w:rPr>
              <w:t xml:space="preserve"> + C</w:t>
            </w:r>
            <w:r w:rsidRPr="00FE4537">
              <w:rPr>
                <w:noProof/>
                <w:vertAlign w:val="subscript"/>
              </w:rPr>
              <w:t>r</w:t>
            </w:r>
            <w:r>
              <w:rPr>
                <w:noProof/>
                <w:vertAlign w:val="subscript"/>
              </w:rPr>
              <w:t xml:space="preserve"> </w:t>
            </w:r>
            <w:r>
              <w:rPr>
                <w:noProof/>
              </w:rPr>
              <w:t xml:space="preserve"> </w:t>
            </w:r>
            <w:r>
              <w:rPr>
                <w:rFonts w:eastAsiaTheme="minorHAnsi" w:cs="Arial"/>
              </w:rPr>
              <w:t>le couple de freinage pour vaincre l'inertie s'opposant à la variation positive de vitesse.</w:t>
            </w:r>
          </w:p>
        </w:tc>
        <w:tc>
          <w:tcPr>
            <w:tcW w:w="3073" w:type="dxa"/>
          </w:tcPr>
          <w:p w14:paraId="758C9FAB" w14:textId="74E618BC" w:rsidR="001D2317" w:rsidRDefault="001D2317" w:rsidP="00EB6EA2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32320" behindDoc="0" locked="0" layoutInCell="1" allowOverlap="1" wp14:anchorId="3A4FCDCC" wp14:editId="62686E97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51435</wp:posOffset>
                      </wp:positionV>
                      <wp:extent cx="1593215" cy="1410335"/>
                      <wp:effectExtent l="0" t="0" r="6985" b="0"/>
                      <wp:wrapThrough wrapText="bothSides">
                        <wp:wrapPolygon edited="0">
                          <wp:start x="15152" y="0"/>
                          <wp:lineTo x="689" y="1556"/>
                          <wp:lineTo x="344" y="3501"/>
                          <wp:lineTo x="1722" y="6613"/>
                          <wp:lineTo x="1722" y="7002"/>
                          <wp:lineTo x="6198" y="12837"/>
                          <wp:lineTo x="7232" y="13615"/>
                          <wp:lineTo x="11020" y="13615"/>
                          <wp:lineTo x="17907" y="12448"/>
                          <wp:lineTo x="18251" y="8947"/>
                          <wp:lineTo x="14119" y="6613"/>
                          <wp:lineTo x="18595" y="6613"/>
                          <wp:lineTo x="21350" y="4279"/>
                          <wp:lineTo x="21006" y="0"/>
                          <wp:lineTo x="15152" y="0"/>
                        </wp:wrapPolygon>
                      </wp:wrapThrough>
                      <wp:docPr id="445" name="Grouper 4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93215" cy="1410335"/>
                                <a:chOff x="46355" y="0"/>
                                <a:chExt cx="1592580" cy="1411605"/>
                              </a:xfrm>
                            </wpg:grpSpPr>
                            <wps:wsp>
                              <wps:cNvPr id="446" name="Flèche en arc 446"/>
                              <wps:cNvSpPr/>
                              <wps:spPr>
                                <a:xfrm rot="17115941">
                                  <a:off x="23794" y="91677"/>
                                  <a:ext cx="1340485" cy="1287780"/>
                                </a:xfrm>
                                <a:prstGeom prst="circularArrow">
                                  <a:avLst>
                                    <a:gd name="adj1" fmla="val 0"/>
                                    <a:gd name="adj2" fmla="val 795131"/>
                                    <a:gd name="adj3" fmla="val 1355080"/>
                                    <a:gd name="adj4" fmla="val 21484267"/>
                                    <a:gd name="adj5" fmla="val 4712"/>
                                  </a:avLst>
                                </a:prstGeom>
                                <a:noFill/>
                                <a:ln>
                                  <a:solidFill>
                                    <a:srgbClr val="000000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447" name="Grouper 447"/>
                              <wpg:cNvGrpSpPr/>
                              <wpg:grpSpPr>
                                <a:xfrm>
                                  <a:off x="46355" y="0"/>
                                  <a:ext cx="1592580" cy="1411605"/>
                                  <a:chOff x="0" y="0"/>
                                  <a:chExt cx="1592580" cy="1411605"/>
                                </a:xfrm>
                              </wpg:grpSpPr>
                              <wpg:grpSp>
                                <wpg:cNvPr id="448" name="Grouper 448"/>
                                <wpg:cNvGrpSpPr/>
                                <wpg:grpSpPr>
                                  <a:xfrm>
                                    <a:off x="0" y="71120"/>
                                    <a:ext cx="1400887" cy="1340485"/>
                                    <a:chOff x="0" y="0"/>
                                    <a:chExt cx="1400887" cy="1340485"/>
                                  </a:xfrm>
                                </wpg:grpSpPr>
                                <wpg:grpSp>
                                  <wpg:cNvPr id="449" name="Grouper 449"/>
                                  <wpg:cNvGrpSpPr/>
                                  <wpg:grpSpPr>
                                    <a:xfrm>
                                      <a:off x="87630" y="0"/>
                                      <a:ext cx="1287780" cy="1340485"/>
                                      <a:chOff x="0" y="0"/>
                                      <a:chExt cx="1287780" cy="1340485"/>
                                    </a:xfrm>
                                  </wpg:grpSpPr>
                                  <wps:wsp>
                                    <wps:cNvPr id="450" name="Ellipse 450"/>
                                    <wps:cNvSpPr/>
                                    <wps:spPr>
                                      <a:xfrm>
                                        <a:off x="389255" y="408940"/>
                                        <a:ext cx="398145" cy="398145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  <a:effectLst/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3">
                                        <a:schemeClr val="accent1"/>
                                      </a:fillRef>
                                      <a:effectRef idx="2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51" name="Flèche en arc 451"/>
                                    <wps:cNvSpPr/>
                                    <wps:spPr>
                                      <a:xfrm>
                                        <a:off x="120015" y="155574"/>
                                        <a:ext cx="941070" cy="941070"/>
                                      </a:xfrm>
                                      <a:prstGeom prst="circularArrow">
                                        <a:avLst>
                                          <a:gd name="adj1" fmla="val 7637"/>
                                          <a:gd name="adj2" fmla="val 1142319"/>
                                          <a:gd name="adj3" fmla="val 20420663"/>
                                          <a:gd name="adj4" fmla="val 16502244"/>
                                          <a:gd name="adj5" fmla="val 12500"/>
                                        </a:avLst>
                                      </a:prstGeom>
                                      <a:solidFill>
                                        <a:srgbClr val="E6B9B8"/>
                                      </a:solidFill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  <a:effectLst/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3">
                                        <a:schemeClr val="accent1"/>
                                      </a:fillRef>
                                      <a:effectRef idx="2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53" name="Flèche en arc 453"/>
                                    <wps:cNvSpPr/>
                                    <wps:spPr>
                                      <a:xfrm rot="3676299" flipH="1">
                                        <a:off x="-26353" y="26353"/>
                                        <a:ext cx="1340485" cy="1287780"/>
                                      </a:xfrm>
                                      <a:prstGeom prst="circularArrow">
                                        <a:avLst>
                                          <a:gd name="adj1" fmla="val 0"/>
                                          <a:gd name="adj2" fmla="val 795131"/>
                                          <a:gd name="adj3" fmla="val 1355080"/>
                                          <a:gd name="adj4" fmla="val 20186248"/>
                                          <a:gd name="adj5" fmla="val 4712"/>
                                        </a:avLst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  <a:effectLst/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3">
                                        <a:schemeClr val="accent1"/>
                                      </a:fillRef>
                                      <a:effectRef idx="2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454" name="Zone de texte 454"/>
                                  <wps:cNvSpPr txBox="1"/>
                                  <wps:spPr>
                                    <a:xfrm>
                                      <a:off x="0" y="10795"/>
                                      <a:ext cx="506729" cy="2895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71E27C04" w14:textId="77777777" w:rsidR="0026367A" w:rsidRPr="00796C19" w:rsidRDefault="0026367A" w:rsidP="00BA1383">
                                        <w:pPr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796C19">
                                          <w:rPr>
                                            <w:rFonts w:eastAsiaTheme="minorHAnsi" w:cs="Arial"/>
                                            <w:sz w:val="18"/>
                                            <w:szCs w:val="18"/>
                                          </w:rPr>
                                          <w:t>Ω &gt;0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56" name="Zone de texte 456"/>
                                  <wps:cNvSpPr txBox="1"/>
                                  <wps:spPr>
                                    <a:xfrm>
                                      <a:off x="1038937" y="488183"/>
                                      <a:ext cx="361950" cy="2895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6F633055" w14:textId="77777777" w:rsidR="0026367A" w:rsidRPr="00877121" w:rsidRDefault="0026367A" w:rsidP="00BA1383">
                                        <w:pPr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877121">
                                          <w:rPr>
                                            <w:rFonts w:eastAsiaTheme="minorHAnsi" w:cs="Arial"/>
                                            <w:sz w:val="18"/>
                                            <w:szCs w:val="18"/>
                                          </w:rPr>
                                          <w:t>C</w:t>
                                        </w:r>
                                        <w:r>
                                          <w:rPr>
                                            <w:rFonts w:eastAsiaTheme="minorHAnsi" w:cs="Arial"/>
                                            <w:sz w:val="18"/>
                                            <w:szCs w:val="18"/>
                                            <w:vertAlign w:val="subscript"/>
                                          </w:rPr>
                                          <w:t>r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457" name="Zone de texte 457"/>
                                <wps:cNvSpPr txBox="1"/>
                                <wps:spPr>
                                  <a:xfrm>
                                    <a:off x="1086485" y="0"/>
                                    <a:ext cx="506095" cy="3619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C572A759-6A51-4108-AA02-DFA0A04FC94B}">
                                      <ma14:wrappingTextBoxFlag xmlns:ma14="http://schemas.microsoft.com/office/mac/drawingml/2011/main"/>
                                    </a:ext>
                                  </a:extLst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421F0F1A" w14:textId="77777777" w:rsidR="0026367A" w:rsidRPr="00796C19" w:rsidRDefault="0026367A" w:rsidP="00BA1383">
                                      <w:pPr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eastAsiaTheme="minorHAnsi" w:cs="Arial"/>
                                          <w:sz w:val="18"/>
                                          <w:szCs w:val="18"/>
                                        </w:rPr>
                                        <w:t>d</w:t>
                                      </w:r>
                                      <w:r w:rsidRPr="00796C19">
                                        <w:rPr>
                                          <w:rFonts w:eastAsiaTheme="minorHAnsi" w:cs="Arial"/>
                                          <w:sz w:val="18"/>
                                          <w:szCs w:val="18"/>
                                        </w:rPr>
                                        <w:t>Ω</w:t>
                                      </w:r>
                                      <w:r>
                                        <w:rPr>
                                          <w:rFonts w:eastAsiaTheme="minorHAnsi" w:cs="Arial"/>
                                          <w:sz w:val="18"/>
                                          <w:szCs w:val="18"/>
                                        </w:rPr>
                                        <w:t xml:space="preserve">/dt &lt; </w:t>
                                      </w:r>
                                      <w:r w:rsidRPr="00796C19">
                                        <w:rPr>
                                          <w:rFonts w:eastAsiaTheme="minorHAnsi" w:cs="Arial"/>
                                          <w:sz w:val="18"/>
                                          <w:szCs w:val="18"/>
                                        </w:rPr>
                                        <w:t>0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A4FCDCC" id="Grouper 445" o:spid="_x0000_s1124" style="position:absolute;margin-left:2.6pt;margin-top:4.05pt;width:125.45pt;height:111.05pt;z-index:251832320;mso-width-relative:margin;mso-height-relative:margin" coordorigin="46355" coordsize="1592580,141160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">
                      <v:shape id="Flèche en arc 446" o:spid="_x0000_s1125" style="position:absolute;left:23794;top:91677;width:1340485;height:1287780;rotation:-4897788fd;visibility:visible;mso-wrap-style:square;v-text-anchor:middle" coordsize="1340485,12877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+mwTwgAA&#10;ANwAAAAPAAAAZHJzL2Rvd25yZXYueG1sRI9Pi8IwFMTvC36H8ARva6qoaDWKCAsLXtz65/xonk2x&#10;eSlNtNVPbxYW9jjMzG+Y1aazlXhQ40vHCkbDBARx7nTJhYLT8etzDsIHZI2VY1LwJA+bde9jhal2&#10;Lf/QIwuFiBD2KSowIdSplD43ZNEPXU0cvatrLIYom0LqBtsIt5UcJ8lMWiw5LhisaWcov2V3qwDP&#10;bbXbd+71XGQXM71LxMMYlRr0u+0SRKAu/If/2t9awWQyg98z8QjI9Rs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T6bBPCAAAA3AAAAA8AAAAAAAAAAAAAAAAAlwIAAGRycy9kb3du&#10;cmV2LnhtbFBLBQYAAAAABAAEAPUAAACGAwAAAAA=&#10;" path="m1279428,623374c1282624,710243,1265484,796697,1229263,876412l1278455,911939,1156761,995254,1180070,840885,1229262,876412c1265483,796697,1282623,710243,1279427,623374l1279428,623374xe" filled="f">
                        <v:path arrowok="t" o:connecttype="custom" o:connectlocs="1279428,623374;1229263,876412;1278455,911939;1156761,995254;1180070,840885;1229262,876412;1279427,623374;1279428,623374" o:connectangles="0,0,0,0,0,0,0,0"/>
                      </v:shape>
                      <v:group id="Grouper 447" o:spid="_x0000_s1126" style="position:absolute;left:46355;width:1592580;height:1411605" coordsize="1592580,14116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D8pGGzGAAAA3AAA&#10;AA8AAAAAAAAAAAAAAAAAqQIAAGRycy9kb3ducmV2LnhtbFBLBQYAAAAABAAEAPoAAACcAwAAAAA=&#10;">
                        <v:group id="Grouper 448" o:spid="_x0000_s1127" style="position:absolute;top:71120;width:1400887;height:1340485" coordsize="1400887,134048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E62jB7DAAAA3AAAAA8A&#10;AAAAAAAAAAAAAAAAqQIAAGRycy9kb3ducmV2LnhtbFBLBQYAAAAABAAEAPoAAACZAwAAAAA=&#10;">
                          <v:group id="Grouper 449" o:spid="_x0000_s1128" style="position:absolute;left:87630;width:1287780;height:1340485" coordsize="1287780,134048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CH6KYXGAAAA3AAA&#10;AA8AAAAAAAAAAAAAAAAAqQIAAGRycy9kb3ducmV2LnhtbFBLBQYAAAAABAAEAPoAAACcAwAAAAA=&#10;">
                            <v:oval id="Ellipse 450" o:spid="_x0000_s1129" style="position:absolute;left:389255;top:408940;width:398145;height:39814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50AhwgAA&#10;ANwAAAAPAAAAZHJzL2Rvd25yZXYueG1sRE/Pa8IwFL4L+x/CG3jTdKJSOqOMDVGxHubc/a15tmXN&#10;S0mirf+9OQgeP77fi1VvGnEl52vLCt7GCQjiwuqaSwWnn/UoBeEDssbGMim4kYfV8mWwwEzbjr/p&#10;egyliCHsM1RQhdBmUvqiIoN+bFviyJ2tMxgidKXUDrsYbho5SZK5NFhzbKiwpc+Kiv/jxSgwl721&#10;f5v0Nz/l6/qQu113/topNXztP95BBOrDU/xwb7WC6SzOj2fiEZDLO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HnQCHCAAAA3AAAAA8AAAAAAAAAAAAAAAAAlwIAAGRycy9kb3du&#10;cmV2LnhtbFBLBQYAAAAABAAEAPUAAACGAwAAAAA=&#10;" filled="f"/>
                            <v:shape id="Flèche en arc 451" o:spid="_x0000_s1130" style="position:absolute;left:120015;top:155574;width:941070;height:941070;visibility:visible;mso-wrap-style:square;v-text-anchor:middle" coordsize="941070,94107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Xk7DxAAA&#10;ANwAAAAPAAAAZHJzL2Rvd25yZXYueG1sRI9Ba8JAFITvQv/D8gq96UapItFVWqFUDxVj9P7IPpNg&#10;9m3YXTX++64geBxm5htmvuxMI67kfG1ZwXCQgCAurK65VHDIf/pTED4ga2wsk4I7eVgu3npzTLW9&#10;cUbXfShFhLBPUUEVQptK6YuKDPqBbYmjd7LOYIjSlVI7vEW4aeQoSSbSYM1xocKWVhUV5/3FKDgf&#10;s+1lk++ybveXfx/KDa/dLyv18d59zUAE6sIr/GyvtYLP8RAeZ+IRkIt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V5Ow8QAAADcAAAADwAAAAAAAAAAAAAAAACXAgAAZHJzL2Rv&#10;d25yZXYueG1sUEsFBgAAAAAEAAQA9QAAAIgDAAAAAA==&#10;" path="m504677,83201c660416,96929,792786,202598,840678,351424l920500,350564,823416,466735,685246,353098,764601,352243c720082,241571,617196,165267,498367,154793l504677,83201xe" fillcolor="#e6b9b8">
                              <v:path arrowok="t" o:connecttype="custom" o:connectlocs="504677,83201;840678,351424;920500,350564;823416,466735;685246,353098;764601,352243;498367,154793;504677,83201" o:connectangles="0,0,0,0,0,0,0,0"/>
                            </v:shape>
                            <v:shape id="Flèche en arc 453" o:spid="_x0000_s1131" style="position:absolute;left:-26353;top:26353;width:1340485;height:1287780;rotation:-4015499fd;flip:x;visibility:visible;mso-wrap-style:square;v-text-anchor:middle" coordsize="1340485,12877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KKE/xQAA&#10;ANwAAAAPAAAAZHJzL2Rvd25yZXYueG1sRI9Ba8JAFITvBf/D8oTe6kbTikZXEUtLQVHUeH/sPpNg&#10;9m3IbjX9926h0OMwM98w82Vna3Gj1leOFQwHCQhi7UzFhYL89PEyAeEDssHaMSn4IQ/LRe9pjplx&#10;dz7Q7RgKESHsM1RQhtBkUnpdkkU/cA1x9C6utRiibAtpWrxHuK3lKEnG0mLFcaHEhtYl6evx2ypw&#10;IZ1+7tOtvpyv+e60fp/mG22Ueu53qxmIQF34D/+1v4yC17cUfs/EIyAX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YooT/FAAAA3AAAAA8AAAAAAAAAAAAAAAAAlwIAAGRycy9k&#10;b3ducmV2LnhtbFBLBQYAAAAABAAEAPUAAACJAwAAAAA=&#10;" path="m1224902,401997c1296555,552399,1298140,724827,1229263,876412l1278455,911939,1156761,995254,1180070,840885,1229262,876412c1298140,724828,1296555,552399,1224901,401997l1224902,401997xe" filled="f">
                              <v:path arrowok="t" o:connecttype="custom" o:connectlocs="1224902,401997;1229263,876412;1278455,911939;1156761,995254;1180070,840885;1229262,876412;1224901,401997;1224902,401997" o:connectangles="0,0,0,0,0,0,0,0"/>
                            </v:shape>
                          </v:group>
                          <v:shape id="Zone de texte 454" o:spid="_x0000_s1132" type="#_x0000_t202" style="position:absolute;top:10795;width:506729;height:2895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tpV6xAAA&#10;ANwAAAAPAAAAZHJzL2Rvd25yZXYueG1sRI9Pa8JAFMTvgt9heYI3s1uJ0qZugigFTxXtH+jtkX0m&#10;odm3Ibs16bd3CwWPw8z8htkUo23FlXrfONbwkCgQxKUzDVca3t9eFo8gfEA22DomDb/kocinkw1m&#10;xg18ous5VCJC2GeooQ6hy6T0ZU0WfeI64uhdXG8xRNlX0vQ4RLht5VKptbTYcFyosaNdTeX3+cdq&#10;+Hi9fH2m6ljt7aob3Kgk2yep9Xw2bp9BBBrDPfzfPhgN6SqFvzPxCMj8B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7baVesQAAADcAAAADwAAAAAAAAAAAAAAAACXAgAAZHJzL2Rv&#10;d25yZXYueG1sUEsFBgAAAAAEAAQA9QAAAIgDAAAAAA==&#10;" filled="f" stroked="f">
                            <v:textbox>
                              <w:txbxContent>
                                <w:p w14:paraId="71E27C04" w14:textId="77777777" w:rsidR="0026367A" w:rsidRPr="00796C19" w:rsidRDefault="0026367A" w:rsidP="00BA1383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96C19">
                                    <w:rPr>
                                      <w:rFonts w:eastAsiaTheme="minorHAnsi" w:cs="Arial"/>
                                      <w:sz w:val="18"/>
                                      <w:szCs w:val="18"/>
                                    </w:rPr>
                                    <w:t>Ω &gt;0</w:t>
                                  </w:r>
                                </w:p>
                              </w:txbxContent>
                            </v:textbox>
                          </v:shape>
                          <v:shape id="Zone de texte 456" o:spid="_x0000_s1133" type="#_x0000_t202" style="position:absolute;left:1038937;top:488183;width:361950;height:2895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KK6WwwAA&#10;ANwAAAAPAAAAZHJzL2Rvd25yZXYueG1sRI9Pi8IwFMTvC36H8ARva+KiotUosiLsSVn/gbdH82yL&#10;zUtpou1+eyMseBxm5jfMfNnaUjyo9oVjDYO+AkGcOlNwpuF42HxOQPiAbLB0TBr+yMNy0fmYY2Jc&#10;w7/02IdMRAj7BDXkIVSJlD7NyaLvu4o4eldXWwxR1pk0NTYRbkv5pdRYWiw4LuRY0XdO6W1/txpO&#10;2+vlPFS7bG1HVeNaJdlOpda9bruagQjUhnf4v/1jNAxHY3idiUdALp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yKK6WwwAAANwAAAAPAAAAAAAAAAAAAAAAAJcCAABkcnMvZG93&#10;bnJldi54bWxQSwUGAAAAAAQABAD1AAAAhwMAAAAA&#10;" filled="f" stroked="f">
                            <v:textbox>
                              <w:txbxContent>
                                <w:p w14:paraId="6F633055" w14:textId="77777777" w:rsidR="0026367A" w:rsidRPr="00877121" w:rsidRDefault="0026367A" w:rsidP="00BA1383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877121">
                                    <w:rPr>
                                      <w:rFonts w:eastAsiaTheme="minorHAnsi" w:cs="Arial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Theme="minorHAnsi" w:cs="Arial"/>
                                      <w:sz w:val="18"/>
                                      <w:szCs w:val="18"/>
                                      <w:vertAlign w:val="subscript"/>
                                    </w:rPr>
                                    <w:t>r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Zone de texte 457" o:spid="_x0000_s1134" type="#_x0000_t202" style="position:absolute;left:1086485;width:506095;height:3619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ZAsNxAAA&#10;ANwAAAAPAAAAZHJzL2Rvd25yZXYueG1sRI9Ba8JAFITvBf/D8oTedFfRaqOriCJ4ajGtBW+P7DMJ&#10;Zt+G7NbEf+8WhB6HmfmGWa47W4kbNb50rGE0VCCIM2dKzjV8f+0HcxA+IBusHJOGO3lYr3ovS0yM&#10;a/lItzTkIkLYJ6ihCKFOpPRZQRb90NXE0bu4xmKIssmlabCNcFvJsVJv0mLJcaHAmrYFZdf012o4&#10;fVzOPxP1me/stG5dpyTbd6n1a7/bLEAE6sJ/+Nk+GA2T6Qz+zsQjIFc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WQLDcQAAADcAAAADwAAAAAAAAAAAAAAAACXAgAAZHJzL2Rv&#10;d25yZXYueG1sUEsFBgAAAAAEAAQA9QAAAIgDAAAAAA==&#10;" filled="f" stroked="f">
                          <v:textbox>
                            <w:txbxContent>
                              <w:p w14:paraId="421F0F1A" w14:textId="77777777" w:rsidR="0026367A" w:rsidRPr="00796C19" w:rsidRDefault="0026367A" w:rsidP="00BA1383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eastAsiaTheme="minorHAnsi" w:cs="Arial"/>
                                    <w:sz w:val="18"/>
                                    <w:szCs w:val="18"/>
                                  </w:rPr>
                                  <w:t>d</w:t>
                                </w:r>
                                <w:r w:rsidRPr="00796C19">
                                  <w:rPr>
                                    <w:rFonts w:eastAsiaTheme="minorHAnsi" w:cs="Arial"/>
                                    <w:sz w:val="18"/>
                                    <w:szCs w:val="18"/>
                                  </w:rPr>
                                  <w:t>Ω</w:t>
                                </w:r>
                                <w:r>
                                  <w:rPr>
                                    <w:rFonts w:eastAsiaTheme="minorHAnsi" w:cs="Arial"/>
                                    <w:sz w:val="18"/>
                                    <w:szCs w:val="18"/>
                                  </w:rPr>
                                  <w:t xml:space="preserve">/dt &lt; </w:t>
                                </w:r>
                                <w:r w:rsidRPr="00796C19">
                                  <w:rPr>
                                    <w:rFonts w:eastAsiaTheme="minorHAnsi" w:cs="Arial"/>
                                    <w:sz w:val="18"/>
                                    <w:szCs w:val="18"/>
                                  </w:rPr>
                                  <w:t>0</w:t>
                                </w:r>
                              </w:p>
                            </w:txbxContent>
                          </v:textbox>
                        </v:shape>
                      </v:group>
                      <w10:wrap type="through"/>
                    </v:group>
                  </w:pict>
                </mc:Fallback>
              </mc:AlternateContent>
            </w:r>
          </w:p>
        </w:tc>
      </w:tr>
      <w:tr w:rsidR="001D2317" w14:paraId="2A5D4334" w14:textId="77777777" w:rsidTr="006D1919">
        <w:tc>
          <w:tcPr>
            <w:tcW w:w="7133" w:type="dxa"/>
            <w:vMerge/>
          </w:tcPr>
          <w:p w14:paraId="29BB370E" w14:textId="77777777" w:rsidR="001D2317" w:rsidRDefault="001D2317" w:rsidP="00EB6EA2">
            <w:pPr>
              <w:rPr>
                <w:noProof/>
              </w:rPr>
            </w:pPr>
          </w:p>
        </w:tc>
        <w:tc>
          <w:tcPr>
            <w:tcW w:w="3073" w:type="dxa"/>
          </w:tcPr>
          <w:p w14:paraId="0E3BE217" w14:textId="255428F3" w:rsidR="001D2317" w:rsidRDefault="001D2317" w:rsidP="00EB6EA2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31296" behindDoc="0" locked="0" layoutInCell="1" allowOverlap="1" wp14:anchorId="16A24488" wp14:editId="5B677B1C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71120</wp:posOffset>
                      </wp:positionV>
                      <wp:extent cx="1634490" cy="1410335"/>
                      <wp:effectExtent l="0" t="0" r="0" b="0"/>
                      <wp:wrapThrough wrapText="bothSides">
                        <wp:wrapPolygon edited="0">
                          <wp:start x="15441" y="0"/>
                          <wp:lineTo x="1678" y="1556"/>
                          <wp:lineTo x="1007" y="2723"/>
                          <wp:lineTo x="2014" y="6613"/>
                          <wp:lineTo x="671" y="9725"/>
                          <wp:lineTo x="671" y="13226"/>
                          <wp:lineTo x="13091" y="14783"/>
                          <wp:lineTo x="14769" y="15561"/>
                          <wp:lineTo x="18462" y="15561"/>
                          <wp:lineTo x="18797" y="12837"/>
                          <wp:lineTo x="14434" y="6613"/>
                          <wp:lineTo x="18462" y="6613"/>
                          <wp:lineTo x="21147" y="4279"/>
                          <wp:lineTo x="20811" y="0"/>
                          <wp:lineTo x="15441" y="0"/>
                        </wp:wrapPolygon>
                      </wp:wrapThrough>
                      <wp:docPr id="444" name="Grouper 4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34490" cy="1410335"/>
                                <a:chOff x="5096" y="0"/>
                                <a:chExt cx="1633839" cy="1411605"/>
                              </a:xfrm>
                            </wpg:grpSpPr>
                            <wps:wsp>
                              <wps:cNvPr id="428" name="Flèche en arc 428"/>
                              <wps:cNvSpPr/>
                              <wps:spPr>
                                <a:xfrm rot="17115941">
                                  <a:off x="23794" y="91677"/>
                                  <a:ext cx="1340485" cy="1287780"/>
                                </a:xfrm>
                                <a:prstGeom prst="circularArrow">
                                  <a:avLst>
                                    <a:gd name="adj1" fmla="val 0"/>
                                    <a:gd name="adj2" fmla="val 795131"/>
                                    <a:gd name="adj3" fmla="val 1355080"/>
                                    <a:gd name="adj4" fmla="val 21484267"/>
                                    <a:gd name="adj5" fmla="val 4712"/>
                                  </a:avLst>
                                </a:prstGeom>
                                <a:noFill/>
                                <a:ln>
                                  <a:solidFill>
                                    <a:srgbClr val="000000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432" name="Grouper 432"/>
                              <wpg:cNvGrpSpPr/>
                              <wpg:grpSpPr>
                                <a:xfrm>
                                  <a:off x="5096" y="0"/>
                                  <a:ext cx="1633839" cy="1411605"/>
                                  <a:chOff x="-41259" y="0"/>
                                  <a:chExt cx="1633839" cy="1411605"/>
                                </a:xfrm>
                              </wpg:grpSpPr>
                              <wpg:grpSp>
                                <wpg:cNvPr id="433" name="Grouper 433"/>
                                <wpg:cNvGrpSpPr/>
                                <wpg:grpSpPr>
                                  <a:xfrm>
                                    <a:off x="-41259" y="71120"/>
                                    <a:ext cx="1442146" cy="1340485"/>
                                    <a:chOff x="-41259" y="0"/>
                                    <a:chExt cx="1442146" cy="1340485"/>
                                  </a:xfrm>
                                </wpg:grpSpPr>
                                <wpg:grpSp>
                                  <wpg:cNvPr id="434" name="Grouper 434"/>
                                  <wpg:cNvGrpSpPr/>
                                  <wpg:grpSpPr>
                                    <a:xfrm>
                                      <a:off x="87630" y="0"/>
                                      <a:ext cx="1287780" cy="1340485"/>
                                      <a:chOff x="0" y="0"/>
                                      <a:chExt cx="1287780" cy="1340485"/>
                                    </a:xfrm>
                                  </wpg:grpSpPr>
                                  <wps:wsp>
                                    <wps:cNvPr id="435" name="Ellipse 435"/>
                                    <wps:cNvSpPr/>
                                    <wps:spPr>
                                      <a:xfrm>
                                        <a:off x="389255" y="408940"/>
                                        <a:ext cx="398145" cy="398145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  <a:effectLst/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3">
                                        <a:schemeClr val="accent1"/>
                                      </a:fillRef>
                                      <a:effectRef idx="2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36" name="Flèche en arc 436"/>
                                    <wps:cNvSpPr/>
                                    <wps:spPr>
                                      <a:xfrm>
                                        <a:off x="120015" y="155574"/>
                                        <a:ext cx="941070" cy="941070"/>
                                      </a:xfrm>
                                      <a:prstGeom prst="circularArrow">
                                        <a:avLst>
                                          <a:gd name="adj1" fmla="val 7637"/>
                                          <a:gd name="adj2" fmla="val 1142319"/>
                                          <a:gd name="adj3" fmla="val 20420663"/>
                                          <a:gd name="adj4" fmla="val 16315471"/>
                                          <a:gd name="adj5" fmla="val 12500"/>
                                        </a:avLst>
                                      </a:prstGeom>
                                      <a:solidFill>
                                        <a:srgbClr val="E6B9B8"/>
                                      </a:solidFill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  <a:effectLst/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3">
                                        <a:schemeClr val="accent1"/>
                                      </a:fillRef>
                                      <a:effectRef idx="2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37" name="Flèche en arc 437"/>
                                    <wps:cNvSpPr/>
                                    <wps:spPr>
                                      <a:xfrm rot="1924505" flipH="1">
                                        <a:off x="120443" y="155147"/>
                                        <a:ext cx="940214" cy="941926"/>
                                      </a:xfrm>
                                      <a:prstGeom prst="circularArrow">
                                        <a:avLst>
                                          <a:gd name="adj1" fmla="val 7637"/>
                                          <a:gd name="adj2" fmla="val 1142319"/>
                                          <a:gd name="adj3" fmla="val 20420663"/>
                                          <a:gd name="adj4" fmla="val 18216860"/>
                                          <a:gd name="adj5" fmla="val 12500"/>
                                        </a:avLst>
                                      </a:prstGeom>
                                      <a:solidFill>
                                        <a:schemeClr val="accent3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  <a:effectLst/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3">
                                        <a:schemeClr val="accent1"/>
                                      </a:fillRef>
                                      <a:effectRef idx="2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38" name="Flèche en arc 438"/>
                                    <wps:cNvSpPr/>
                                    <wps:spPr>
                                      <a:xfrm rot="3676299" flipH="1">
                                        <a:off x="-26353" y="26353"/>
                                        <a:ext cx="1340485" cy="1287780"/>
                                      </a:xfrm>
                                      <a:prstGeom prst="circularArrow">
                                        <a:avLst>
                                          <a:gd name="adj1" fmla="val 0"/>
                                          <a:gd name="adj2" fmla="val 795131"/>
                                          <a:gd name="adj3" fmla="val 1355080"/>
                                          <a:gd name="adj4" fmla="val 20186248"/>
                                          <a:gd name="adj5" fmla="val 4712"/>
                                        </a:avLst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  <a:effectLst/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3">
                                        <a:schemeClr val="accent1"/>
                                      </a:fillRef>
                                      <a:effectRef idx="2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439" name="Zone de texte 439"/>
                                  <wps:cNvSpPr txBox="1"/>
                                  <wps:spPr>
                                    <a:xfrm>
                                      <a:off x="0" y="10795"/>
                                      <a:ext cx="506729" cy="2895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2A1AF777" w14:textId="77777777" w:rsidR="0026367A" w:rsidRPr="00796C19" w:rsidRDefault="0026367A" w:rsidP="00BA1383">
                                        <w:pPr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796C19">
                                          <w:rPr>
                                            <w:rFonts w:eastAsiaTheme="minorHAnsi" w:cs="Arial"/>
                                            <w:sz w:val="18"/>
                                            <w:szCs w:val="18"/>
                                          </w:rPr>
                                          <w:t>Ω &gt;0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40" name="Zone de texte 440"/>
                                  <wps:cNvSpPr txBox="1"/>
                                  <wps:spPr>
                                    <a:xfrm>
                                      <a:off x="-41259" y="524411"/>
                                      <a:ext cx="361950" cy="2895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3FB6B440" w14:textId="77777777" w:rsidR="0026367A" w:rsidRPr="00877121" w:rsidRDefault="0026367A" w:rsidP="00BA1383">
                                        <w:pPr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877121">
                                          <w:rPr>
                                            <w:rFonts w:eastAsiaTheme="minorHAnsi" w:cs="Arial"/>
                                            <w:sz w:val="18"/>
                                            <w:szCs w:val="18"/>
                                          </w:rPr>
                                          <w:t>C</w:t>
                                        </w:r>
                                        <w:r w:rsidRPr="00877121">
                                          <w:rPr>
                                            <w:rFonts w:eastAsiaTheme="minorHAnsi" w:cs="Arial"/>
                                            <w:sz w:val="18"/>
                                            <w:szCs w:val="18"/>
                                            <w:vertAlign w:val="subscript"/>
                                          </w:rPr>
                                          <w:t>m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41" name="Zone de texte 441"/>
                                  <wps:cNvSpPr txBox="1"/>
                                  <wps:spPr>
                                    <a:xfrm>
                                      <a:off x="1038937" y="669582"/>
                                      <a:ext cx="361950" cy="2895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7DA7D5C3" w14:textId="77777777" w:rsidR="0026367A" w:rsidRPr="00877121" w:rsidRDefault="0026367A" w:rsidP="00BA1383">
                                        <w:pPr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877121">
                                          <w:rPr>
                                            <w:rFonts w:eastAsiaTheme="minorHAnsi" w:cs="Arial"/>
                                            <w:sz w:val="18"/>
                                            <w:szCs w:val="18"/>
                                          </w:rPr>
                                          <w:t>C</w:t>
                                        </w:r>
                                        <w:r>
                                          <w:rPr>
                                            <w:rFonts w:eastAsiaTheme="minorHAnsi" w:cs="Arial"/>
                                            <w:sz w:val="18"/>
                                            <w:szCs w:val="18"/>
                                            <w:vertAlign w:val="subscript"/>
                                          </w:rPr>
                                          <w:t>r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443" name="Zone de texte 443"/>
                                <wps:cNvSpPr txBox="1"/>
                                <wps:spPr>
                                  <a:xfrm>
                                    <a:off x="1086485" y="0"/>
                                    <a:ext cx="506095" cy="3619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C572A759-6A51-4108-AA02-DFA0A04FC94B}">
                                      <ma14:wrappingTextBoxFlag xmlns:ma14="http://schemas.microsoft.com/office/mac/drawingml/2011/main"/>
                                    </a:ext>
                                  </a:extLst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3BAE550D" w14:textId="28719D2A" w:rsidR="0026367A" w:rsidRPr="00796C19" w:rsidRDefault="0026367A" w:rsidP="00BA1383">
                                      <w:pPr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eastAsiaTheme="minorHAnsi" w:cs="Arial"/>
                                          <w:sz w:val="18"/>
                                          <w:szCs w:val="18"/>
                                        </w:rPr>
                                        <w:t>d</w:t>
                                      </w:r>
                                      <w:r w:rsidRPr="00796C19">
                                        <w:rPr>
                                          <w:rFonts w:eastAsiaTheme="minorHAnsi" w:cs="Arial"/>
                                          <w:sz w:val="18"/>
                                          <w:szCs w:val="18"/>
                                        </w:rPr>
                                        <w:t>Ω</w:t>
                                      </w:r>
                                      <w:r>
                                        <w:rPr>
                                          <w:rFonts w:eastAsiaTheme="minorHAnsi" w:cs="Arial"/>
                                          <w:sz w:val="18"/>
                                          <w:szCs w:val="18"/>
                                        </w:rPr>
                                        <w:t xml:space="preserve">/dt &lt; </w:t>
                                      </w:r>
                                      <w:r w:rsidRPr="00796C19">
                                        <w:rPr>
                                          <w:rFonts w:eastAsiaTheme="minorHAnsi" w:cs="Arial"/>
                                          <w:sz w:val="18"/>
                                          <w:szCs w:val="18"/>
                                        </w:rPr>
                                        <w:t>0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A24488" id="Grouper 444" o:spid="_x0000_s1135" style="position:absolute;margin-left:2.6pt;margin-top:5.6pt;width:128.7pt;height:111.05pt;z-index:251831296;mso-width-relative:margin;mso-height-relative:margin" coordorigin="5096" coordsize="1633839,141160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">
                      <v:shape id="Flèche en arc 428" o:spid="_x0000_s1136" style="position:absolute;left:23794;top:91677;width:1340485;height:1287780;rotation:-4897788fd;visibility:visible;mso-wrap-style:square;v-text-anchor:middle" coordsize="1340485,12877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9rhawQAA&#10;ANwAAAAPAAAAZHJzL2Rvd25yZXYueG1sRE/JasMwEL0H8g9iAr3Fck1bGsdKCIFAoZfGbXMerIll&#10;ao2MpXjp11eHQI+Ptxf7ybZioN43jhU8JikI4srphmsFX5+n9SsIH5A1to5JwUwe9rvlosBcu5HP&#10;NJShFjGEfY4KTAhdLqWvDFn0ieuII3d1vcUQYV9L3eMYw20rszR9kRYbjg0GOzoaqn7Km1WA32N7&#10;fJ/c77wpL+b5JhE/MlTqYTUdtiACTeFffHe/aQVPWVwbz8QjIHd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p/a4WsEAAADcAAAADwAAAAAAAAAAAAAAAACXAgAAZHJzL2Rvd25y&#10;ZXYueG1sUEsFBgAAAAAEAAQA9QAAAIUDAAAAAA==&#10;" path="m1279428,623374c1282624,710243,1265484,796697,1229263,876412l1278455,911939,1156761,995254,1180070,840885,1229262,876412c1265483,796697,1282623,710243,1279427,623374l1279428,623374xe" filled="f">
                        <v:path arrowok="t" o:connecttype="custom" o:connectlocs="1279428,623374;1229263,876412;1278455,911939;1156761,995254;1180070,840885;1229262,876412;1279427,623374;1279428,623374" o:connectangles="0,0,0,0,0,0,0,0"/>
                      </v:shape>
                      <v:group id="Grouper 432" o:spid="_x0000_s1137" style="position:absolute;left:5096;width:1633839;height:1411605" coordorigin="-41259" coordsize="1633839,14116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HdYyInGAAAA3AAA&#10;AA8AAAAAAAAAAAAAAAAAqQIAAGRycy9kb3ducmV2LnhtbFBLBQYAAAAABAAEAPoAAACcAwAAAAA=&#10;">
                        <v:group id="Grouper 433" o:spid="_x0000_s1138" style="position:absolute;left:-41259;top:71120;width:1442146;height:1340485" coordorigin="-41259" coordsize="1442146,134048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GBRtEsUAAADcAAAA&#10;DwAAAAAAAAAAAAAAAACpAgAAZHJzL2Rvd25yZXYueG1sUEsFBgAAAAAEAAQA+gAAAJsDAAAAAA==&#10;">
                          <v:group id="Grouper 434" o:spid="_x0000_s1139" style="position:absolute;left:87630;width:1287780;height:1340485" coordsize="1287780,134048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Jf99WbGAAAA3AAA&#10;AA8AAAAAAAAAAAAAAAAAqQIAAGRycy9kb3ducmV2LnhtbFBLBQYAAAAABAAEAPoAAACcAwAAAAA=&#10;">
                            <v:oval id="Ellipse 435" o:spid="_x0000_s1140" style="position:absolute;left:389255;top:408940;width:398145;height:39814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TwYZxQAA&#10;ANwAAAAPAAAAZHJzL2Rvd25yZXYueG1sRI9Pa8JAFMTvhX6H5RW81Y3WFomuUiyiYnrw3/2ZfSah&#10;2bdhdzXpt+8KQo/DzPyGmc47U4sbOV9ZVjDoJyCIc6srLhQcD8vXMQgfkDXWlknBL3mYz56fpphq&#10;2/KObvtQiAhhn6KCMoQmldLnJRn0fdsQR+9incEQpSukdthGuKnlMEk+pMGK40KJDS1Kyn/2V6PA&#10;XLfWnlfjU3bMltV35jbt5WujVO+l+5yACNSF//CjvdYKRm/vcD8Tj4Cc/Q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xPBhnFAAAA3AAAAA8AAAAAAAAAAAAAAAAAlwIAAGRycy9k&#10;b3ducmV2LnhtbFBLBQYAAAAABAAEAPUAAACJAwAAAAA=&#10;" filled="f"/>
                            <v:shape id="Flèche en arc 436" o:spid="_x0000_s1141" style="position:absolute;left:120015;top:155574;width:941070;height:941070;visibility:visible;mso-wrap-style:square;v-text-anchor:middle" coordsize="941070,94107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aDMXxAAA&#10;ANwAAAAPAAAAZHJzL2Rvd25yZXYueG1sRI9Ba8JAFITvBf/D8oTe6sYqItFVVCjqocUYvT+yzySY&#10;fRt2V03/vVsoeBxm5htmvuxMI+7kfG1ZwXCQgCAurK65VHDKvz6mIHxA1thYJgW/5GG56L3NMdX2&#10;wRndj6EUEcI+RQVVCG0qpS8qMugHtiWO3sU6gyFKV0rt8BHhppGfSTKRBmuOCxW2tKmouB5vRsH1&#10;nP3c9vkh6w7f+fpU7nnntqzUe79bzUAE6sIr/N/eaQXj0QT+zsQjIBd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2gzF8QAAADcAAAADwAAAAAAAAAAAAAAAACXAgAAZHJzL2Rv&#10;d25yZXYueG1sUEsFBgAAAAAEAAQA9QAAAIgDAAAAAA==&#10;" path="m483593,81918c647557,87427,790423,195254,840678,351424l920500,350564,823416,466735,685246,353098,764601,352243c717760,235799,606621,157962,481180,153747,481984,129804,482789,105861,483593,81918xe" fillcolor="#e6b9b8">
                              <v:path arrowok="t" o:connecttype="custom" o:connectlocs="483593,81918;840678,351424;920500,350564;823416,466735;685246,353098;764601,352243;481180,153747;483593,81918" o:connectangles="0,0,0,0,0,0,0,0"/>
                            </v:shape>
                            <v:shape id="Flèche en arc 437" o:spid="_x0000_s1142" style="position:absolute;left:120443;top:155147;width:940214;height:941926;rotation:-2102073fd;flip:x;visibility:visible;mso-wrap-style:square;v-text-anchor:middle" coordsize="940214,94192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NkfNxQAA&#10;ANwAAAAPAAAAZHJzL2Rvd25yZXYueG1sRI9BTwIxFITvJv6H5pl4c7sqCFkpxIAkxBtowvWxfW4r&#10;29dlW9mFX09NSDxOZuabzGTWu1ocqQ3Ws4LHLAdBXHptuVLw9bl8GIMIEVlj7ZkUnCjAbHp7M8FC&#10;+47XdNzESiQIhwIVmBibQspQGnIYMt8QJ+/btw5jkm0ldYtdgrtaPuX5i3RoOS0YbGhuqNxvfp0C&#10;a6uOu/e4Nbg7Hz4W+/JnPgxK3d/1b68gIvXxP3xtr7SCwfMI/s6kIyCnF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c2R83FAAAA3AAAAA8AAAAAAAAAAAAAAAAAlwIAAGRycy9k&#10;b3ducmV2LnhtbFBLBQYAAAAABAAEAPUAAACJAwAAAAA=&#10;" path="m685499,146948c758651,195791,813113,268053,839987,351928l919754,351069,822667,467166,684714,353600,764020,352746c740206,293219,698973,242318,645748,206745l685499,146948xe" fillcolor="#d6e3bc [1302]">
                              <v:path arrowok="t" o:connecttype="custom" o:connectlocs="685499,146948;839987,351928;919754,351069;822667,467166;684714,353600;764020,352746;645748,206745;685499,146948" o:connectangles="0,0,0,0,0,0,0,0"/>
                            </v:shape>
                            <v:shape id="Flèche en arc 438" o:spid="_x0000_s1143" style="position:absolute;left:-26353;top:26353;width:1340485;height:1287780;rotation:-4015499fd;flip:x;visibility:visible;mso-wrap-style:square;v-text-anchor:middle" coordsize="1340485,12877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U9buwgAA&#10;ANwAAAAPAAAAZHJzL2Rvd25yZXYueG1sRE9ba8IwFH4f+B/CEXybqXYMraYijo3BhqLW90NyesHm&#10;pDRRu3+/PAz2+PHd15vBtuJOvW8cK5hNExDE2pmGKwXF+f15AcIHZIOtY1LwQx42+ehpjZlxDz7S&#10;/RQqEUPYZ6igDqHLpPS6Jot+6jriyJWutxgi7CtpenzEcNvKeZK8SosNx4YaO9rVpK+nm1XgQrr8&#10;OKTfurxci/1597YsvrRRajIetisQgYbwL/5zfxoFL2lcG8/EIyDzX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VT1u7CAAAA3AAAAA8AAAAAAAAAAAAAAAAAlwIAAGRycy9kb3du&#10;cmV2LnhtbFBLBQYAAAAABAAEAPUAAACGAwAAAAA=&#10;" path="m1224902,401997c1296555,552399,1298140,724827,1229263,876412l1278455,911939,1156761,995254,1180070,840885,1229262,876412c1298140,724828,1296555,552399,1224901,401997l1224902,401997xe" filled="f">
                              <v:path arrowok="t" o:connecttype="custom" o:connectlocs="1224902,401997;1229263,876412;1278455,911939;1156761,995254;1180070,840885;1229262,876412;1224901,401997;1224902,401997" o:connectangles="0,0,0,0,0,0,0,0"/>
                            </v:shape>
                          </v:group>
                          <v:shape id="Zone de texte 439" o:spid="_x0000_s1144" type="#_x0000_t202" style="position:absolute;top:10795;width:506729;height:2895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aN9ExAAA&#10;ANwAAAAPAAAAZHJzL2Rvd25yZXYueG1sRI9Pi8IwFMTvC36H8ARvmvhnF61GEUXwtMu6q+Dt0Tzb&#10;YvNSmmjrtzcLwh6HmfkNs1i1thR3qn3hWMNwoEAQp84UnGn4/dn1pyB8QDZYOiYND/KwWnbeFpgY&#10;1/A33Q8hExHCPkENeQhVIqVPc7LoB64ijt7F1RZDlHUmTY1NhNtSjpT6kBYLjgs5VrTJKb0eblbD&#10;8fNyPk3UV7a171XjWiXZzqTWvW67noMI1Ib/8Ku9Nxom4xn8nYlHQC6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3mjfRMQAAADcAAAADwAAAAAAAAAAAAAAAACXAgAAZHJzL2Rv&#10;d25yZXYueG1sUEsFBgAAAAAEAAQA9QAAAIgDAAAAAA==&#10;" filled="f" stroked="f">
                            <v:textbox>
                              <w:txbxContent>
                                <w:p w14:paraId="2A1AF777" w14:textId="77777777" w:rsidR="0026367A" w:rsidRPr="00796C19" w:rsidRDefault="0026367A" w:rsidP="00BA1383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96C19">
                                    <w:rPr>
                                      <w:rFonts w:eastAsiaTheme="minorHAnsi" w:cs="Arial"/>
                                      <w:sz w:val="18"/>
                                      <w:szCs w:val="18"/>
                                    </w:rPr>
                                    <w:t>Ω &gt;0</w:t>
                                  </w:r>
                                </w:p>
                              </w:txbxContent>
                            </v:textbox>
                          </v:shape>
                          <v:shape id="Zone de texte 440" o:spid="_x0000_s1145" type="#_x0000_t202" style="position:absolute;left:-41259;top:524411;width:361950;height:2895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VAWkwAAA&#10;ANwAAAAPAAAAZHJzL2Rvd25yZXYueG1sRE9Ni8IwEL0L/ocwwt40Uarsdo0iyoInRd0VvA3N2JZt&#10;JqWJtv57cxA8Pt73fNnZStyp8aVjDeORAkGcOVNyruH39DP8BOEDssHKMWl4kIflot+bY2pcywe6&#10;H0MuYgj7FDUUIdSplD4ryKIfuZo4clfXWAwRNrk0DbYx3FZyotRMWiw5NhRY07qg7P94sxr+dtfL&#10;OVH7fGOndes6Jdl+Sa0/Bt3qG0SgLrzFL/fWaEiSOD+eiUdALp4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XVAWkwAAAANwAAAAPAAAAAAAAAAAAAAAAAJcCAABkcnMvZG93bnJl&#10;di54bWxQSwUGAAAAAAQABAD1AAAAhAMAAAAA&#10;" filled="f" stroked="f">
                            <v:textbox>
                              <w:txbxContent>
                                <w:p w14:paraId="3FB6B440" w14:textId="77777777" w:rsidR="0026367A" w:rsidRPr="00877121" w:rsidRDefault="0026367A" w:rsidP="00BA1383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877121">
                                    <w:rPr>
                                      <w:rFonts w:eastAsiaTheme="minorHAnsi" w:cs="Arial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 w:rsidRPr="00877121">
                                    <w:rPr>
                                      <w:rFonts w:eastAsiaTheme="minorHAnsi" w:cs="Arial"/>
                                      <w:sz w:val="18"/>
                                      <w:szCs w:val="18"/>
                                      <w:vertAlign w:val="subscript"/>
                                    </w:rPr>
                                    <w:t>m</w:t>
                                  </w:r>
                                </w:p>
                              </w:txbxContent>
                            </v:textbox>
                          </v:shape>
                          <v:shape id="Zone de texte 441" o:spid="_x0000_s1146" type="#_x0000_t202" style="position:absolute;left:1038937;top:669582;width:361950;height:2895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GKA/xAAA&#10;ANwAAAAPAAAAZHJzL2Rvd25yZXYueG1sRI9Ba8JAFITvBf/D8gq9NbuRWGzqKmIpeFKqbaG3R/aZ&#10;hGbfhuw2if/eFQSPw8x8wyxWo21ET52vHWtIEwWCuHCm5lLD1/HjeQ7CB2SDjWPScCYPq+XkYYG5&#10;cQN/Un8IpYgQ9jlqqEJocyl9UZFFn7iWOHon11kMUXalNB0OEW4bOVXqRVqsOS5U2NKmouLv8G81&#10;fO9Ovz+Z2pfvdtYOblSS7avU+ulxXL+BCDSGe/jW3hoNWZbC9Uw8AnJ5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BigP8QAAADcAAAADwAAAAAAAAAAAAAAAACXAgAAZHJzL2Rv&#10;d25yZXYueG1sUEsFBgAAAAAEAAQA9QAAAIgDAAAAAA==&#10;" filled="f" stroked="f">
                            <v:textbox>
                              <w:txbxContent>
                                <w:p w14:paraId="7DA7D5C3" w14:textId="77777777" w:rsidR="0026367A" w:rsidRPr="00877121" w:rsidRDefault="0026367A" w:rsidP="00BA1383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877121">
                                    <w:rPr>
                                      <w:rFonts w:eastAsiaTheme="minorHAnsi" w:cs="Arial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Theme="minorHAnsi" w:cs="Arial"/>
                                      <w:sz w:val="18"/>
                                      <w:szCs w:val="18"/>
                                      <w:vertAlign w:val="subscript"/>
                                    </w:rPr>
                                    <w:t>r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Zone de texte 443" o:spid="_x0000_s1147" type="#_x0000_t202" style="position:absolute;left:1086485;width:506095;height:3619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hpvTxAAA&#10;ANwAAAAPAAAAZHJzL2Rvd25yZXYueG1sRI9Pa8JAFMTvBb/D8gRvumtNxUZXkYrgyeKfFnp7ZJ9J&#10;MPs2ZFeTfvuuIPQ4zMxvmMWqs5W4U+NLxxrGIwWCOHOm5FzD+bQdzkD4gGywckwafsnDatl7WWBq&#10;XMsHuh9DLiKEfYoaihDqVEqfFWTRj1xNHL2LayyGKJtcmgbbCLeVfFVqKi2WHBcKrOmjoOx6vFkN&#10;X/vLz3eiPvONfatb1ynJ9l1qPeh36zmIQF34Dz/bO6MhSSbwOBOPgFz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54ab08QAAADcAAAADwAAAAAAAAAAAAAAAACXAgAAZHJzL2Rv&#10;d25yZXYueG1sUEsFBgAAAAAEAAQA9QAAAIgDAAAAAA==&#10;" filled="f" stroked="f">
                          <v:textbox>
                            <w:txbxContent>
                              <w:p w14:paraId="3BAE550D" w14:textId="28719D2A" w:rsidR="0026367A" w:rsidRPr="00796C19" w:rsidRDefault="0026367A" w:rsidP="00BA1383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eastAsiaTheme="minorHAnsi" w:cs="Arial"/>
                                    <w:sz w:val="18"/>
                                    <w:szCs w:val="18"/>
                                  </w:rPr>
                                  <w:t>d</w:t>
                                </w:r>
                                <w:r w:rsidRPr="00796C19">
                                  <w:rPr>
                                    <w:rFonts w:eastAsiaTheme="minorHAnsi" w:cs="Arial"/>
                                    <w:sz w:val="18"/>
                                    <w:szCs w:val="18"/>
                                  </w:rPr>
                                  <w:t>Ω</w:t>
                                </w:r>
                                <w:r>
                                  <w:rPr>
                                    <w:rFonts w:eastAsiaTheme="minorHAnsi" w:cs="Arial"/>
                                    <w:sz w:val="18"/>
                                    <w:szCs w:val="18"/>
                                  </w:rPr>
                                  <w:t xml:space="preserve">/dt &lt; </w:t>
                                </w:r>
                                <w:r w:rsidRPr="00796C19">
                                  <w:rPr>
                                    <w:rFonts w:eastAsiaTheme="minorHAnsi" w:cs="Arial"/>
                                    <w:sz w:val="18"/>
                                    <w:szCs w:val="18"/>
                                  </w:rPr>
                                  <w:t>0</w:t>
                                </w:r>
                              </w:p>
                            </w:txbxContent>
                          </v:textbox>
                        </v:shape>
                      </v:group>
                      <w10:wrap type="through"/>
                    </v:group>
                  </w:pict>
                </mc:Fallback>
              </mc:AlternateContent>
            </w:r>
          </w:p>
        </w:tc>
      </w:tr>
      <w:tr w:rsidR="001D2317" w14:paraId="1A91614A" w14:textId="77777777" w:rsidTr="006D1919">
        <w:trPr>
          <w:trHeight w:val="2244"/>
        </w:trPr>
        <w:tc>
          <w:tcPr>
            <w:tcW w:w="7133" w:type="dxa"/>
            <w:vMerge/>
          </w:tcPr>
          <w:p w14:paraId="70F5412C" w14:textId="77777777" w:rsidR="001D2317" w:rsidRDefault="001D2317" w:rsidP="00EB6EA2">
            <w:pPr>
              <w:rPr>
                <w:noProof/>
              </w:rPr>
            </w:pPr>
          </w:p>
        </w:tc>
        <w:tc>
          <w:tcPr>
            <w:tcW w:w="3073" w:type="dxa"/>
          </w:tcPr>
          <w:p w14:paraId="0BD236EA" w14:textId="24BC2079" w:rsidR="001D2317" w:rsidRDefault="00A2264B" w:rsidP="00EB6EA2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37440" behindDoc="0" locked="0" layoutInCell="1" allowOverlap="1" wp14:anchorId="2175087D" wp14:editId="2BEABC5C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113665</wp:posOffset>
                      </wp:positionV>
                      <wp:extent cx="1593215" cy="1572260"/>
                      <wp:effectExtent l="0" t="0" r="0" b="0"/>
                      <wp:wrapThrough wrapText="bothSides">
                        <wp:wrapPolygon edited="0">
                          <wp:start x="15152" y="0"/>
                          <wp:lineTo x="689" y="2443"/>
                          <wp:lineTo x="344" y="5932"/>
                          <wp:lineTo x="1377" y="9073"/>
                          <wp:lineTo x="5854" y="11515"/>
                          <wp:lineTo x="5854" y="13609"/>
                          <wp:lineTo x="10331" y="15703"/>
                          <wp:lineTo x="14463" y="16052"/>
                          <wp:lineTo x="18251" y="16052"/>
                          <wp:lineTo x="17907" y="12911"/>
                          <wp:lineTo x="15841" y="11515"/>
                          <wp:lineTo x="17907" y="5932"/>
                          <wp:lineTo x="19629" y="5932"/>
                          <wp:lineTo x="21006" y="3141"/>
                          <wp:lineTo x="21006" y="0"/>
                          <wp:lineTo x="15152" y="0"/>
                        </wp:wrapPolygon>
                      </wp:wrapThrough>
                      <wp:docPr id="474" name="Grouper 47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93215" cy="1572260"/>
                                <a:chOff x="0" y="0"/>
                                <a:chExt cx="1593215" cy="1572260"/>
                              </a:xfrm>
                            </wpg:grpSpPr>
                            <wpg:grpSp>
                              <wpg:cNvPr id="460" name="Grouper 460"/>
                              <wpg:cNvGrpSpPr/>
                              <wpg:grpSpPr>
                                <a:xfrm>
                                  <a:off x="0" y="0"/>
                                  <a:ext cx="1593215" cy="1572260"/>
                                  <a:chOff x="46355" y="-162958"/>
                                  <a:chExt cx="1592580" cy="1574563"/>
                                </a:xfrm>
                              </wpg:grpSpPr>
                              <wps:wsp>
                                <wps:cNvPr id="461" name="Flèche en arc 461"/>
                                <wps:cNvSpPr/>
                                <wps:spPr>
                                  <a:xfrm rot="16711378">
                                    <a:off x="101495" y="-147836"/>
                                    <a:ext cx="1287013" cy="1378869"/>
                                  </a:xfrm>
                                  <a:prstGeom prst="circularArrow">
                                    <a:avLst>
                                      <a:gd name="adj1" fmla="val 0"/>
                                      <a:gd name="adj2" fmla="val 795131"/>
                                      <a:gd name="adj3" fmla="val 1355080"/>
                                      <a:gd name="adj4" fmla="val 21484267"/>
                                      <a:gd name="adj5" fmla="val 4712"/>
                                    </a:avLst>
                                  </a:prstGeom>
                                  <a:noFill/>
                                  <a:ln>
                                    <a:solidFill>
                                      <a:srgbClr val="000000"/>
                                    </a:solidFill>
                                  </a:ln>
                                  <a:effectLst/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3">
                                    <a:schemeClr val="accent1"/>
                                  </a:fillRef>
                                  <a:effectRef idx="2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462" name="Grouper 462"/>
                                <wpg:cNvGrpSpPr/>
                                <wpg:grpSpPr>
                                  <a:xfrm>
                                    <a:off x="46355" y="-162958"/>
                                    <a:ext cx="1592580" cy="1574563"/>
                                    <a:chOff x="0" y="-162958"/>
                                    <a:chExt cx="1592580" cy="1574563"/>
                                  </a:xfrm>
                                </wpg:grpSpPr>
                                <wpg:grpSp>
                                  <wpg:cNvPr id="463" name="Grouper 463"/>
                                  <wpg:cNvGrpSpPr/>
                                  <wpg:grpSpPr>
                                    <a:xfrm>
                                      <a:off x="0" y="15889"/>
                                      <a:ext cx="1400887" cy="1395716"/>
                                      <a:chOff x="0" y="-55231"/>
                                      <a:chExt cx="1400887" cy="1395716"/>
                                    </a:xfrm>
                                  </wpg:grpSpPr>
                                  <wpg:grpSp>
                                    <wpg:cNvPr id="464" name="Grouper 464"/>
                                    <wpg:cNvGrpSpPr/>
                                    <wpg:grpSpPr>
                                      <a:xfrm>
                                        <a:off x="51424" y="0"/>
                                        <a:ext cx="1287780" cy="1340485"/>
                                        <a:chOff x="-36206" y="0"/>
                                        <a:chExt cx="1287780" cy="1340485"/>
                                      </a:xfrm>
                                    </wpg:grpSpPr>
                                    <wps:wsp>
                                      <wps:cNvPr id="465" name="Ellipse 465"/>
                                      <wps:cNvSpPr/>
                                      <wps:spPr>
                                        <a:xfrm>
                                          <a:off x="389255" y="408940"/>
                                          <a:ext cx="398145" cy="398145"/>
                                        </a:xfrm>
                                        <a:prstGeom prst="ellipse">
                                          <a:avLst/>
                                        </a:prstGeom>
                                        <a:noFill/>
                                        <a:ln>
                                          <a:solidFill>
                                            <a:srgbClr val="000000"/>
                                          </a:solidFill>
                                        </a:ln>
                                        <a:effectLst/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3">
                                          <a:schemeClr val="accent1"/>
                                        </a:fillRef>
                                        <a:effectRef idx="2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466" name="Flèche en arc 466"/>
                                      <wps:cNvSpPr/>
                                      <wps:spPr>
                                        <a:xfrm rot="536561">
                                          <a:off x="120015" y="155574"/>
                                          <a:ext cx="941070" cy="941070"/>
                                        </a:xfrm>
                                        <a:prstGeom prst="circularArrow">
                                          <a:avLst>
                                            <a:gd name="adj1" fmla="val 7637"/>
                                            <a:gd name="adj2" fmla="val 1142319"/>
                                            <a:gd name="adj3" fmla="val 20420663"/>
                                            <a:gd name="adj4" fmla="val 15725334"/>
                                            <a:gd name="adj5" fmla="val 12500"/>
                                          </a:avLst>
                                        </a:prstGeom>
                                        <a:solidFill>
                                          <a:srgbClr val="E6B9B8"/>
                                        </a:solidFill>
                                        <a:ln>
                                          <a:solidFill>
                                            <a:srgbClr val="000000"/>
                                          </a:solidFill>
                                        </a:ln>
                                        <a:effectLst/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3">
                                          <a:schemeClr val="accent1"/>
                                        </a:fillRef>
                                        <a:effectRef idx="2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468" name="Flèche en arc 468"/>
                                      <wps:cNvSpPr/>
                                      <wps:spPr>
                                        <a:xfrm rot="3676299" flipH="1">
                                          <a:off x="-62559" y="26353"/>
                                          <a:ext cx="1340485" cy="1287780"/>
                                        </a:xfrm>
                                        <a:prstGeom prst="circularArrow">
                                          <a:avLst>
                                            <a:gd name="adj1" fmla="val 0"/>
                                            <a:gd name="adj2" fmla="val 795131"/>
                                            <a:gd name="adj3" fmla="val 1355080"/>
                                            <a:gd name="adj4" fmla="val 20186248"/>
                                            <a:gd name="adj5" fmla="val 4712"/>
                                          </a:avLst>
                                        </a:prstGeom>
                                        <a:noFill/>
                                        <a:ln>
                                          <a:solidFill>
                                            <a:srgbClr val="000000"/>
                                          </a:solidFill>
                                        </a:ln>
                                        <a:effectLst/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3">
                                          <a:schemeClr val="accent1"/>
                                        </a:fillRef>
                                        <a:effectRef idx="2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469" name="Zone de texte 469"/>
                                    <wps:cNvSpPr txBox="1"/>
                                    <wps:spPr>
                                      <a:xfrm>
                                        <a:off x="0" y="-55231"/>
                                        <a:ext cx="506729" cy="289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C572A759-6A51-4108-AA02-DFA0A04FC94B}">
                                          <ma14:wrappingTextBoxFlag xmlns:ma14="http://schemas.microsoft.com/office/mac/drawingml/2011/main"/>
                                        </a:ext>
                                      </a:extLst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2F38F91C" w14:textId="77777777" w:rsidR="0026367A" w:rsidRPr="00796C19" w:rsidRDefault="0026367A" w:rsidP="009C4EB9">
                                          <w:pP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796C19">
                                            <w:rPr>
                                              <w:rFonts w:eastAsiaTheme="minorHAnsi" w:cs="Arial"/>
                                              <w:sz w:val="18"/>
                                              <w:szCs w:val="18"/>
                                            </w:rPr>
                                            <w:t>Ω &gt;0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70" name="Zone de texte 470"/>
                                    <wps:cNvSpPr txBox="1"/>
                                    <wps:spPr>
                                      <a:xfrm>
                                        <a:off x="1013690" y="77528"/>
                                        <a:ext cx="361950" cy="289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C572A759-6A51-4108-AA02-DFA0A04FC94B}">
                                          <ma14:wrappingTextBoxFlag xmlns:ma14="http://schemas.microsoft.com/office/mac/drawingml/2011/main"/>
                                        </a:ext>
                                      </a:extLst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37B96EBB" w14:textId="77777777" w:rsidR="0026367A" w:rsidRPr="00877121" w:rsidRDefault="0026367A" w:rsidP="009C4EB9">
                                          <w:pP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877121">
                                            <w:rPr>
                                              <w:rFonts w:eastAsiaTheme="minorHAnsi" w:cs="Arial"/>
                                              <w:sz w:val="18"/>
                                              <w:szCs w:val="18"/>
                                            </w:rPr>
                                            <w:t>C</w:t>
                                          </w:r>
                                          <w:r w:rsidRPr="00877121">
                                            <w:rPr>
                                              <w:rFonts w:eastAsiaTheme="minorHAnsi" w:cs="Arial"/>
                                              <w:sz w:val="18"/>
                                              <w:szCs w:val="18"/>
                                              <w:vertAlign w:val="subscript"/>
                                            </w:rPr>
                                            <w:t>m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71" name="Zone de texte 471"/>
                                    <wps:cNvSpPr txBox="1"/>
                                    <wps:spPr>
                                      <a:xfrm>
                                        <a:off x="1038937" y="669582"/>
                                        <a:ext cx="361950" cy="289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C572A759-6A51-4108-AA02-DFA0A04FC94B}">
                                          <ma14:wrappingTextBoxFlag xmlns:ma14="http://schemas.microsoft.com/office/mac/drawingml/2011/main"/>
                                        </a:ext>
                                      </a:extLst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3FDA21E8" w14:textId="77777777" w:rsidR="0026367A" w:rsidRPr="00877121" w:rsidRDefault="0026367A" w:rsidP="009C4EB9">
                                          <w:pP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877121">
                                            <w:rPr>
                                              <w:rFonts w:eastAsiaTheme="minorHAnsi" w:cs="Arial"/>
                                              <w:sz w:val="18"/>
                                              <w:szCs w:val="18"/>
                                            </w:rPr>
                                            <w:t>C</w:t>
                                          </w:r>
                                          <w:r>
                                            <w:rPr>
                                              <w:rFonts w:eastAsiaTheme="minorHAnsi" w:cs="Arial"/>
                                              <w:sz w:val="18"/>
                                              <w:szCs w:val="18"/>
                                              <w:vertAlign w:val="subscript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472" name="Zone de texte 472"/>
                                  <wps:cNvSpPr txBox="1"/>
                                  <wps:spPr>
                                    <a:xfrm>
                                      <a:off x="1086485" y="-162958"/>
                                      <a:ext cx="506095" cy="361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5A41911C" w14:textId="77777777" w:rsidR="0026367A" w:rsidRPr="00796C19" w:rsidRDefault="0026367A" w:rsidP="009C4EB9">
                                        <w:pPr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eastAsiaTheme="minorHAnsi" w:cs="Arial"/>
                                            <w:sz w:val="18"/>
                                            <w:szCs w:val="18"/>
                                          </w:rPr>
                                          <w:t>d</w:t>
                                        </w:r>
                                        <w:r w:rsidRPr="00796C19">
                                          <w:rPr>
                                            <w:rFonts w:eastAsiaTheme="minorHAnsi" w:cs="Arial"/>
                                            <w:sz w:val="18"/>
                                            <w:szCs w:val="18"/>
                                          </w:rPr>
                                          <w:t>Ω</w:t>
                                        </w:r>
                                        <w:r>
                                          <w:rPr>
                                            <w:rFonts w:eastAsiaTheme="minorHAnsi" w:cs="Arial"/>
                                            <w:sz w:val="18"/>
                                            <w:szCs w:val="18"/>
                                          </w:rPr>
                                          <w:t xml:space="preserve">/dt &lt; </w:t>
                                        </w:r>
                                        <w:r w:rsidRPr="00796C19">
                                          <w:rPr>
                                            <w:rFonts w:eastAsiaTheme="minorHAnsi" w:cs="Arial"/>
                                            <w:sz w:val="18"/>
                                            <w:szCs w:val="18"/>
                                          </w:rPr>
                                          <w:t>0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473" name="Flèche en arc 473"/>
                              <wps:cNvSpPr/>
                              <wps:spPr>
                                <a:xfrm rot="19954995">
                                  <a:off x="145415" y="202565"/>
                                  <a:ext cx="1065530" cy="1016000"/>
                                </a:xfrm>
                                <a:prstGeom prst="circularArrow">
                                  <a:avLst>
                                    <a:gd name="adj1" fmla="val 7637"/>
                                    <a:gd name="adj2" fmla="val 1142319"/>
                                    <a:gd name="adj3" fmla="val 20420663"/>
                                    <a:gd name="adj4" fmla="val 17861947"/>
                                    <a:gd name="adj5" fmla="val 12500"/>
                                  </a:avLst>
                                </a:prstGeom>
                                <a:solidFill>
                                  <a:srgbClr val="D7E4BD"/>
                                </a:solidFill>
                                <a:ln>
                                  <a:solidFill>
                                    <a:srgbClr val="000000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175087D" id="Grouper 474" o:spid="_x0000_s1148" style="position:absolute;margin-left:5.4pt;margin-top:8.95pt;width:125.45pt;height:123.8pt;z-index:251837440" coordsize="1593215,15722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">
                      <v:group id="Grouper 460" o:spid="_x0000_s1149" style="position:absolute;width:1593215;height:1572260" coordorigin="46355,-162958" coordsize="1592580,157456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+3XceMIAAADcAAAADwAA&#10;AAAAAAAAAAAAAACpAgAAZHJzL2Rvd25yZXYueG1sUEsFBgAAAAAEAAQA+gAAAJgDAAAAAA==&#10;">
                        <v:shape id="Flèche en arc 461" o:spid="_x0000_s1150" style="position:absolute;left:101495;top:-147836;width:1287013;height:1378869;rotation:-5339679fd;visibility:visible;mso-wrap-style:square;v-text-anchor:middle" coordsize="1287013,137886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IkbrxAAA&#10;ANwAAAAPAAAAZHJzL2Rvd25yZXYueG1sRI9fa8JAEMTfBb/DsULf9KJI0NRTimBpwRf/UPq45LZJ&#10;aG4v3K2afvueIPg4zMxvmNWmd626UoiNZwPTSQaKuPS24crA+bQbL0BFQbbYeiYDfxRhsx4OVlhY&#10;f+MDXY9SqQThWKCBWqQrtI5lTQ7jxHfEyfvxwaEkGSptA94S3LV6lmW5dthwWqixo21N5e/x4gzY&#10;MDt9SbtcfL73+bdk831+CXtjXkb92ysooV6e4Uf7wxqY51O4n0lHQK//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SJG68QAAADcAAAADwAAAAAAAAAAAAAAAACXAgAAZHJzL2Rv&#10;d25yZXYueG1sUEsFBgAAAAAEAAQA9QAAAIgDAAAAAA==&#10;" path="m1226085,669814c1228513,753725,1215341,837311,1187345,915642l1236509,951148,1127854,1039231,1138182,880136,1187345,915642c1215341,837311,1228513,753725,1226085,669814xe" filled="f">
                          <v:path arrowok="t" o:connecttype="custom" o:connectlocs="1226085,669814;1187345,915642;1236509,951148;1127854,1039231;1138182,880136;1187345,915642;1226085,669814" o:connectangles="0,0,0,0,0,0,0"/>
                        </v:shape>
                        <v:group id="Grouper 462" o:spid="_x0000_s1151" style="position:absolute;left:46355;top:-162958;width:1592580;height:1574563" coordorigin=",-162958" coordsize="1592580,157456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ZOvnlMUAAADcAAAA&#10;DwAAAAAAAAAAAAAAAACpAgAAZHJzL2Rvd25yZXYueG1sUEsFBgAAAAAEAAQA+gAAAJsDAAAAAA==&#10;">
                          <v:group id="Grouper 463" o:spid="_x0000_s1152" style="position:absolute;top:15889;width:1400887;height:1395716" coordorigin=",-55231" coordsize="1400887,139571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AunQg/GAAAA3AAA&#10;AA8AAAAAAAAAAAAAAAAAqQIAAGRycy9kb3ducmV2LnhtbFBLBQYAAAAABAAEAPoAAACcAwAAAAA=&#10;">
                            <v:group id="Grouper 464" o:spid="_x0000_s1153" style="position:absolute;left:51424;width:1287780;height:1340485" coordorigin="-36206" coordsize="1287780,134048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IRO2nvGAAAA3AAA&#10;AA8AAAAAAAAAAAAAAAAAqQIAAGRycy9kb3ducmV2LnhtbFBLBQYAAAAABAAEAPoAAACcAwAAAAA=&#10;">
                              <v:oval id="Ellipse 465" o:spid="_x0000_s1154" style="position:absolute;left:389255;top:408940;width:398145;height:39814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/CkExQAA&#10;ANwAAAAPAAAAZHJzL2Rvd25yZXYueG1sRI9Pa8JAFMTvgt9heYK3ummxIqmrFEVaMR780/sz+0yC&#10;2bdhdzXpt+8KBY/DzPyGmS06U4s7OV9ZVvA6SkAQ51ZXXCg4HdcvUxA+IGusLZOCX/KwmPd7M0y1&#10;bXlP90MoRISwT1FBGUKTSunzkgz6kW2Io3exzmCI0hVSO2wj3NTyLUkm0mDFcaHEhpYl5dfDzSgw&#10;t62156/pT3bK1tUuc5v2stooNRx0nx8gAnXhGf5vf2sF48k7PM7EIyDnf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/8KQTFAAAA3AAAAA8AAAAAAAAAAAAAAAAAlwIAAGRycy9k&#10;b3ducmV2LnhtbFBLBQYAAAAABAAEAPUAAACJAwAAAAA=&#10;" filled="f"/>
                              <v:shape id="Flèche en arc 466" o:spid="_x0000_s1155" style="position:absolute;left:120015;top:155574;width:941070;height:941070;rotation:586068fd;visibility:visible;mso-wrap-style:square;v-text-anchor:middle" coordsize="941070,94107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7a41yxgAA&#10;ANwAAAAPAAAAZHJzL2Rvd25yZXYueG1sRI9Ba8JAFITvBf/D8oTe6sYiaYmuIoWWHgpttSLeHtm3&#10;SXD3bchuk/TfdwXB4zAz3zCrzeis6KkLjWcF81kGgrj0uuFKwc/+9eEZRIjIGq1nUvBHATbryd0K&#10;C+0H/qZ+FyuRIBwKVFDH2BZShrImh2HmW+LkGd85jEl2ldQdDgnurHzMslw6bDgt1NjSS03leffr&#10;FAynhX0y7u34sbVGG/N56L/OB6Xup+N2CSLSGG/ha/tdK1jkOVzOpCMg1/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7a41yxgAAANwAAAAPAAAAAAAAAAAAAAAAAJcCAABkcnMv&#10;ZG93bnJldi54bWxQSwUGAAAAAAQABAD1AAAAigMAAAAA&#10;" path="m417017,85400c604106,59402,782817,171618,840678,351424l920500,350564,823416,466735,685246,353098,764601,352243c710294,217240,571041,136557,426909,156585l417017,85400xe" fillcolor="#e6b9b8">
                                <v:path arrowok="t" o:connecttype="custom" o:connectlocs="417017,85400;840678,351424;920500,350564;823416,466735;685246,353098;764601,352243;426909,156585;417017,85400" o:connectangles="0,0,0,0,0,0,0,0"/>
                              </v:shape>
                              <v:shape id="Flèche en arc 468" o:spid="_x0000_s1156" style="position:absolute;left:-62559;top:26353;width:1340485;height:1287780;rotation:-4015499fd;flip:x;visibility:visible;mso-wrap-style:square;v-text-anchor:middle" coordsize="1340485,12877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4PnzwwAA&#10;ANwAAAAPAAAAZHJzL2Rvd25yZXYueG1sRE9ba8IwFH4f7D+EI+xNUy+UtTPKUDaEycZq935Ijm2x&#10;OSlNZuu/Nw+DPX589/V2tK24Uu8bxwrmswQEsXam4UpBeXqbPoPwAdlg65gU3MjDdvP4sMbcuIG/&#10;6VqESsQQ9jkqqEPocim9rsmin7mOOHJn11sMEfaVND0OMdy2cpEkqbTYcGyosaNdTfpS/FoFLiyz&#10;96/lUZ9/LuXnabfPyg9tlHqajK8vIAKN4V/85z4YBas0ro1n4hGQmz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m4PnzwwAAANwAAAAPAAAAAAAAAAAAAAAAAJcCAABkcnMvZG93&#10;bnJldi54bWxQSwUGAAAAAAQABAD1AAAAhwMAAAAA&#10;" path="m1224902,401997c1296555,552399,1298140,724827,1229263,876412l1278455,911939,1156761,995254,1180070,840885,1229262,876412c1298140,724828,1296555,552399,1224901,401997l1224902,401997xe" filled="f">
                                <v:path arrowok="t" o:connecttype="custom" o:connectlocs="1224902,401997;1229263,876412;1278455,911939;1156761,995254;1180070,840885;1229262,876412;1224901,401997;1224902,401997" o:connectangles="0,0,0,0,0,0,0,0"/>
                              </v:shape>
                            </v:group>
                            <v:shape id="Zone de texte 469" o:spid="_x0000_s1157" type="#_x0000_t202" style="position:absolute;top:-55231;width:506729;height:2895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2/BZwwAA&#10;ANwAAAAPAAAAZHJzL2Rvd25yZXYueG1sRI9Bi8IwFITvC/6H8ARva6KoaDWKKIInl3VV8PZonm2x&#10;eSlNtPXfm4WFPQ4z8w2zWLW2FE+qfeFYw6CvQBCnzhScaTj97D6nIHxANlg6Jg0v8rBadj4WmBjX&#10;8Dc9jyETEcI+QQ15CFUipU9zsuj7riKO3s3VFkOUdSZNjU2E21IOlZpIiwXHhRwr2uSU3o8Pq+F8&#10;uF0vI/WVbe24alyrJNuZ1LrXbddzEIHa8B/+a++NhtFkBr9n4hGQyz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N2/BZwwAAANwAAAAPAAAAAAAAAAAAAAAAAJcCAABkcnMvZG93&#10;bnJldi54bWxQSwUGAAAAAAQABAD1AAAAhwMAAAAA&#10;" filled="f" stroked="f">
                              <v:textbox>
                                <w:txbxContent>
                                  <w:p w14:paraId="2F38F91C" w14:textId="77777777" w:rsidR="0026367A" w:rsidRPr="00796C19" w:rsidRDefault="0026367A" w:rsidP="009C4EB9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96C19">
                                      <w:rPr>
                                        <w:rFonts w:eastAsiaTheme="minorHAnsi" w:cs="Arial"/>
                                        <w:sz w:val="18"/>
                                        <w:szCs w:val="18"/>
                                      </w:rPr>
                                      <w:t>Ω &gt;0</w:t>
                                    </w:r>
                                  </w:p>
                                </w:txbxContent>
                              </v:textbox>
                            </v:shape>
                            <v:shape id="Zone de texte 470" o:spid="_x0000_s1158" type="#_x0000_t202" style="position:absolute;left:1013690;top:77528;width:361950;height:2895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OM8ZvwAA&#10;ANwAAAAPAAAAZHJzL2Rvd25yZXYueG1sRE/LisIwFN0L8w/hDsxOEwefHaMMiuBK8QmzuzTXttjc&#10;lCZj69+bheDycN6zRWtLcafaF4419HsKBHHqTMGZhtNx3Z2A8AHZYOmYNDzIw2L+0ZlhYlzDe7of&#10;QiZiCPsENeQhVImUPs3Jou+5ijhyV1dbDBHWmTQ1NjHclvJbqZG0WHBsyLGiZU7p7fBvNZy317/L&#10;QO2ylR1WjWuVZDuVWn99tr8/IAK14S1+uTdGw2Ac58cz8QjI+R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Nk4zxm/AAAA3AAAAA8AAAAAAAAAAAAAAAAAlwIAAGRycy9kb3ducmV2&#10;LnhtbFBLBQYAAAAABAAEAPUAAACDAwAAAAA=&#10;" filled="f" stroked="f">
                              <v:textbox>
                                <w:txbxContent>
                                  <w:p w14:paraId="37B96EBB" w14:textId="77777777" w:rsidR="0026367A" w:rsidRPr="00877121" w:rsidRDefault="0026367A" w:rsidP="009C4EB9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877121">
                                      <w:rPr>
                                        <w:rFonts w:eastAsiaTheme="minorHAnsi" w:cs="Arial"/>
                                        <w:sz w:val="18"/>
                                        <w:szCs w:val="18"/>
                                      </w:rPr>
                                      <w:t>C</w:t>
                                    </w:r>
                                    <w:r w:rsidRPr="00877121">
                                      <w:rPr>
                                        <w:rFonts w:eastAsiaTheme="minorHAnsi" w:cs="Arial"/>
                                        <w:sz w:val="18"/>
                                        <w:szCs w:val="18"/>
                                        <w:vertAlign w:val="subscript"/>
                                      </w:rPr>
                                      <w:t>m</w:t>
                                    </w:r>
                                  </w:p>
                                </w:txbxContent>
                              </v:textbox>
                            </v:shape>
                            <v:shape id="Zone de texte 471" o:spid="_x0000_s1159" type="#_x0000_t202" style="position:absolute;left:1038937;top:669582;width:361950;height:2895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2dGqCxQAA&#10;ANwAAAAPAAAAZHJzL2Rvd25yZXYueG1sRI9ba8JAFITfBf/Dcgq+6a5ivaSuIkqhTxXjBfp2yB6T&#10;0OzZkN2a9N93C4KPw8x8w6w2na3EnRpfOtYwHikQxJkzJecazqf34QKED8gGK8ek4Zc8bNb93goT&#10;41o+0j0NuYgQ9glqKEKoEyl9VpBFP3I1cfRurrEYomxyaRpsI9xWcqLUTFosOS4UWNOuoOw7/bEa&#10;Lp+3r+tUHfK9fa1b1ynJdim1Hrx02zcQgbrwDD/aH0bDdD6G/zPxCMj1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Z0aoLFAAAA3AAAAA8AAAAAAAAAAAAAAAAAlwIAAGRycy9k&#10;b3ducmV2LnhtbFBLBQYAAAAABAAEAPUAAACJAwAAAAA=&#10;" filled="f" stroked="f">
                              <v:textbox>
                                <w:txbxContent>
                                  <w:p w14:paraId="3FDA21E8" w14:textId="77777777" w:rsidR="0026367A" w:rsidRPr="00877121" w:rsidRDefault="0026367A" w:rsidP="009C4EB9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877121">
                                      <w:rPr>
                                        <w:rFonts w:eastAsiaTheme="minorHAnsi" w:cs="Arial"/>
                                        <w:sz w:val="18"/>
                                        <w:szCs w:val="18"/>
                                      </w:rPr>
                                      <w:t>C</w:t>
                                    </w:r>
                                    <w:r>
                                      <w:rPr>
                                        <w:rFonts w:eastAsiaTheme="minorHAnsi" w:cs="Arial"/>
                                        <w:sz w:val="18"/>
                                        <w:szCs w:val="18"/>
                                        <w:vertAlign w:val="subscript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Zone de texte 472" o:spid="_x0000_s1160" type="#_x0000_t202" style="position:absolute;left:1086485;top:-162958;width:506095;height:3619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pvT1xAAA&#10;ANwAAAAPAAAAZHJzL2Rvd25yZXYueG1sRI9Ba8JAFITvgv9heYK3uqvY1kZXEUXoydK0Frw9ss8k&#10;mH0bsquJ/94VCh6HmfmGWaw6W4krNb50rGE8UiCIM2dKzjX8/uxeZiB8QDZYOSYNN/KwWvZ7C0yM&#10;a/mbrmnIRYSwT1BDEUKdSOmzgiz6kauJo3dyjcUQZZNL02Ab4baSE6XepMWS40KBNW0Kys7pxWo4&#10;7E/Hv6n6yrf2tW5dpyTbD6n1cNCt5yACdeEZ/m9/Gg3T9wk8zsQjIJd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qb09cQAAADcAAAADwAAAAAAAAAAAAAAAACXAgAAZHJzL2Rv&#10;d25yZXYueG1sUEsFBgAAAAAEAAQA9QAAAIgDAAAAAA==&#10;" filled="f" stroked="f">
                            <v:textbox>
                              <w:txbxContent>
                                <w:p w14:paraId="5A41911C" w14:textId="77777777" w:rsidR="0026367A" w:rsidRPr="00796C19" w:rsidRDefault="0026367A" w:rsidP="009C4EB9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eastAsiaTheme="minorHAnsi" w:cs="Arial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 w:rsidRPr="00796C19">
                                    <w:rPr>
                                      <w:rFonts w:eastAsiaTheme="minorHAnsi" w:cs="Arial"/>
                                      <w:sz w:val="18"/>
                                      <w:szCs w:val="18"/>
                                    </w:rPr>
                                    <w:t>Ω</w:t>
                                  </w:r>
                                  <w:r>
                                    <w:rPr>
                                      <w:rFonts w:eastAsiaTheme="minorHAnsi" w:cs="Arial"/>
                                      <w:sz w:val="18"/>
                                      <w:szCs w:val="18"/>
                                    </w:rPr>
                                    <w:t xml:space="preserve">/dt &lt; </w:t>
                                  </w:r>
                                  <w:r w:rsidRPr="00796C19">
                                    <w:rPr>
                                      <w:rFonts w:eastAsiaTheme="minorHAnsi" w:cs="Arial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  <v:shape id="Flèche en arc 473" o:spid="_x0000_s1161" style="position:absolute;left:145415;top:202565;width:1065530;height:1016000;rotation:-1796784fd;visibility:visible;mso-wrap-style:square;v-text-anchor:middle" coordsize="1065530,10160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846gYxgAA&#10;ANwAAAAPAAAAZHJzL2Rvd25yZXYueG1sRI9PawIxFMTvBb9DeIK3mlVLldUoIq1oKcV/B709N8/N&#10;4uZl2aS6/fZNoeBxmJnfMJNZY0txo9oXjhX0ugkI4szpgnMFh/378wiED8gaS8ek4Ic8zKatpwmm&#10;2t15S7ddyEWEsE9RgQmhSqX0mSGLvusq4uhdXG0xRFnnUtd4j3Bbyn6SvEqLBccFgxUtDGXX3bdV&#10;sHxbfTXH8+ZjQEdTmfXnKe9v1kp12s18DCJQEx7h//ZKK3gZDuDvTDwCcvoL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846gYxgAAANwAAAAPAAAAAAAAAAAAAAAAAJcCAABkcnMv&#10;ZG93bnJldi54bWxQSwUGAAAAAAQABAD1AAAAigMAAAAA&#10;" path="m730222,131885c835234,181044,915439,267375,953384,372093l1039010,371172,938503,503631,785025,373907,869967,372992c835339,297783,772951,236639,694120,200651l730222,131885xe" fillcolor="#d7e4bd">
                        <v:path arrowok="t" o:connecttype="custom" o:connectlocs="730222,131885;953384,372093;1039010,371172;938503,503631;785025,373907;869967,372992;694120,200651;730222,131885" o:connectangles="0,0,0,0,0,0,0,0"/>
                      </v:shape>
                      <w10:wrap type="through"/>
                    </v:group>
                  </w:pict>
                </mc:Fallback>
              </mc:AlternateContent>
            </w:r>
          </w:p>
        </w:tc>
      </w:tr>
    </w:tbl>
    <w:p w14:paraId="63E7CAFD" w14:textId="5B6C833E" w:rsidR="00F306A7" w:rsidRDefault="00B50CD8" w:rsidP="00B50CD8">
      <w:pPr>
        <w:pStyle w:val="Titre3"/>
      </w:pPr>
      <w:r>
        <w:lastRenderedPageBreak/>
        <w:t>Régime établi et point de fonctionnement</w:t>
      </w:r>
    </w:p>
    <w:p w14:paraId="77A236EE" w14:textId="5D23FEB1" w:rsidR="00CF5559" w:rsidRDefault="00CF5559" w:rsidP="00EB6EA2">
      <w:pPr>
        <w:rPr>
          <w:noProof/>
        </w:rPr>
      </w:pPr>
    </w:p>
    <w:p w14:paraId="252242AC" w14:textId="1E7DBD1C" w:rsidR="00CF5559" w:rsidRDefault="00B50CD8" w:rsidP="00EB6EA2">
      <w:pPr>
        <w:rPr>
          <w:noProof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46656" behindDoc="0" locked="0" layoutInCell="1" allowOverlap="1" wp14:anchorId="1E9F3285" wp14:editId="6748F16F">
                <wp:simplePos x="0" y="0"/>
                <wp:positionH relativeFrom="column">
                  <wp:posOffset>3045460</wp:posOffset>
                </wp:positionH>
                <wp:positionV relativeFrom="paragraph">
                  <wp:posOffset>401955</wp:posOffset>
                </wp:positionV>
                <wp:extent cx="2818130" cy="1934210"/>
                <wp:effectExtent l="0" t="0" r="1270" b="0"/>
                <wp:wrapThrough wrapText="bothSides">
                  <wp:wrapPolygon edited="0">
                    <wp:start x="2336" y="0"/>
                    <wp:lineTo x="195" y="4822"/>
                    <wp:lineTo x="195" y="5957"/>
                    <wp:lineTo x="1947" y="9360"/>
                    <wp:lineTo x="2531" y="18437"/>
                    <wp:lineTo x="1752" y="19005"/>
                    <wp:lineTo x="2920" y="20423"/>
                    <wp:lineTo x="9929" y="21274"/>
                    <wp:lineTo x="13433" y="21274"/>
                    <wp:lineTo x="14406" y="20990"/>
                    <wp:lineTo x="20052" y="18437"/>
                    <wp:lineTo x="21220" y="16168"/>
                    <wp:lineTo x="21415" y="12481"/>
                    <wp:lineTo x="20636" y="11913"/>
                    <wp:lineTo x="14601" y="9360"/>
                    <wp:lineTo x="16548" y="9360"/>
                    <wp:lineTo x="20052" y="6524"/>
                    <wp:lineTo x="20247" y="3971"/>
                    <wp:lineTo x="4478" y="0"/>
                    <wp:lineTo x="2336" y="0"/>
                  </wp:wrapPolygon>
                </wp:wrapThrough>
                <wp:docPr id="480" name="Grouper 4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8130" cy="1934210"/>
                          <a:chOff x="0" y="0"/>
                          <a:chExt cx="2818130" cy="1934210"/>
                        </a:xfrm>
                      </wpg:grpSpPr>
                      <wpg:grpSp>
                        <wpg:cNvPr id="357" name="Grouper 357"/>
                        <wpg:cNvGrpSpPr/>
                        <wpg:grpSpPr>
                          <a:xfrm>
                            <a:off x="0" y="0"/>
                            <a:ext cx="2818130" cy="1934210"/>
                            <a:chOff x="0" y="0"/>
                            <a:chExt cx="2818130" cy="1934542"/>
                          </a:xfrm>
                        </wpg:grpSpPr>
                        <wpg:grpSp>
                          <wpg:cNvPr id="353" name="Grouper 353"/>
                          <wpg:cNvGrpSpPr/>
                          <wpg:grpSpPr>
                            <a:xfrm>
                              <a:off x="0" y="0"/>
                              <a:ext cx="2646680" cy="1934542"/>
                              <a:chOff x="0" y="0"/>
                              <a:chExt cx="2646680" cy="1932016"/>
                            </a:xfrm>
                          </wpg:grpSpPr>
                          <wps:wsp>
                            <wps:cNvPr id="286" name="Zone de texte 286"/>
                            <wps:cNvSpPr txBox="1"/>
                            <wps:spPr>
                              <a:xfrm>
                                <a:off x="1576705" y="314325"/>
                                <a:ext cx="1069975" cy="350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56326A5" w14:textId="12E0FF66" w:rsidR="0026367A" w:rsidRPr="00D81056" w:rsidRDefault="0026367A" w:rsidP="00F17792">
                                  <w:pPr>
                                    <w:rPr>
                                      <w:color w:val="008000"/>
                                      <w:sz w:val="16"/>
                                      <w:szCs w:val="16"/>
                                    </w:rPr>
                                  </w:pPr>
                                  <w:r w:rsidRPr="00D81056">
                                    <w:rPr>
                                      <w:color w:val="008000"/>
                                      <w:sz w:val="16"/>
                                      <w:szCs w:val="16"/>
                                    </w:rPr>
                                    <w:t>Caractéristique de la charge entrainée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352" name="Grouper 352"/>
                            <wpg:cNvGrpSpPr/>
                            <wpg:grpSpPr>
                              <a:xfrm>
                                <a:off x="0" y="0"/>
                                <a:ext cx="2481580" cy="1932016"/>
                                <a:chOff x="0" y="0"/>
                                <a:chExt cx="2481580" cy="1932016"/>
                              </a:xfrm>
                            </wpg:grpSpPr>
                            <wpg:grpSp>
                              <wpg:cNvPr id="317" name="Grouper 317"/>
                              <wpg:cNvGrpSpPr/>
                              <wpg:grpSpPr>
                                <a:xfrm>
                                  <a:off x="0" y="0"/>
                                  <a:ext cx="2481580" cy="1798320"/>
                                  <a:chOff x="0" y="0"/>
                                  <a:chExt cx="2481580" cy="1798320"/>
                                </a:xfrm>
                              </wpg:grpSpPr>
                              <wps:wsp>
                                <wps:cNvPr id="298" name="Zone de texte 298"/>
                                <wps:cNvSpPr txBox="1"/>
                                <wps:spPr>
                                  <a:xfrm>
                                    <a:off x="2192020" y="1490980"/>
                                    <a:ext cx="289560" cy="2171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C572A759-6A51-4108-AA02-DFA0A04FC94B}">
                                      <ma14:wrappingTextBoxFlag xmlns:ma14="http://schemas.microsoft.com/office/mac/drawingml/2011/main"/>
                                    </a:ext>
                                  </a:extLst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4F18774E" w14:textId="77777777" w:rsidR="0026367A" w:rsidRPr="000B1EE8" w:rsidRDefault="0026367A" w:rsidP="007F7D32">
                                      <w:pPr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eastAsiaTheme="minorHAnsi" w:cs="Arial"/>
                                        </w:rPr>
                                        <w:t>Ω</w:t>
                                      </w:r>
                                    </w:p>
                                    <w:p w14:paraId="74F5F7EF" w14:textId="72735F35" w:rsidR="0026367A" w:rsidRPr="000B1EE8" w:rsidRDefault="0026367A" w:rsidP="00F17792">
                                      <w:pPr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316" name="Grouper 316"/>
                                <wpg:cNvGrpSpPr/>
                                <wpg:grpSpPr>
                                  <a:xfrm>
                                    <a:off x="0" y="0"/>
                                    <a:ext cx="2315845" cy="1798320"/>
                                    <a:chOff x="0" y="0"/>
                                    <a:chExt cx="2315845" cy="1798320"/>
                                  </a:xfrm>
                                </wpg:grpSpPr>
                                <wps:wsp>
                                  <wps:cNvPr id="303" name="Zone de texte 303"/>
                                  <wps:cNvSpPr txBox="1"/>
                                  <wps:spPr>
                                    <a:xfrm>
                                      <a:off x="264160" y="0"/>
                                      <a:ext cx="371475" cy="2781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00F0253B" w14:textId="2E2D80CE" w:rsidR="0026367A" w:rsidRPr="000B1EE8" w:rsidRDefault="0026367A" w:rsidP="00F17792">
                                        <w:pPr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eastAsiaTheme="minorHAnsi" w:cs="Arial"/>
                                          </w:rPr>
                                          <w:t>C</w:t>
                                        </w:r>
                                        <w:r w:rsidRPr="000C70C9">
                                          <w:rPr>
                                            <w:rFonts w:eastAsiaTheme="minorHAnsi" w:cs="Arial"/>
                                            <w:vertAlign w:val="subscript"/>
                                          </w:rPr>
                                          <w:t>u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315" name="Grouper 315"/>
                                  <wpg:cNvGrpSpPr/>
                                  <wpg:grpSpPr>
                                    <a:xfrm>
                                      <a:off x="0" y="205740"/>
                                      <a:ext cx="2315845" cy="1592580"/>
                                      <a:chOff x="-252730" y="0"/>
                                      <a:chExt cx="2315845" cy="1592580"/>
                                    </a:xfrm>
                                  </wpg:grpSpPr>
                                  <wpg:grpSp>
                                    <wpg:cNvPr id="314" name="Grouper 314"/>
                                    <wpg:cNvGrpSpPr/>
                                    <wpg:grpSpPr>
                                      <a:xfrm>
                                        <a:off x="0" y="0"/>
                                        <a:ext cx="2063115" cy="1592580"/>
                                        <a:chOff x="0" y="0"/>
                                        <a:chExt cx="2063115" cy="1592580"/>
                                      </a:xfrm>
                                    </wpg:grpSpPr>
                                    <wps:wsp>
                                      <wps:cNvPr id="289" name="Connecteur droit 289"/>
                                      <wps:cNvCnPr/>
                                      <wps:spPr>
                                        <a:xfrm flipH="1">
                                          <a:off x="120015" y="325755"/>
                                          <a:ext cx="868680" cy="1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 cmpd="sng">
                                          <a:solidFill>
                                            <a:srgbClr val="000000"/>
                                          </a:solidFill>
                                          <a:prstDash val="sysDash"/>
                                        </a:ln>
                                        <a:effectLst/>
                                      </wps:spPr>
                                      <wps:style>
                                        <a:lnRef idx="2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1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g:grpSp>
                                      <wpg:cNvPr id="313" name="Grouper 313"/>
                                      <wpg:cNvGrpSpPr/>
                                      <wpg:grpSpPr>
                                        <a:xfrm>
                                          <a:off x="0" y="0"/>
                                          <a:ext cx="2063115" cy="1592580"/>
                                          <a:chOff x="0" y="0"/>
                                          <a:chExt cx="2063115" cy="1592580"/>
                                        </a:xfrm>
                                      </wpg:grpSpPr>
                                      <wpg:grpSp>
                                        <wpg:cNvPr id="312" name="Grouper 312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2063115" cy="1592580"/>
                                            <a:chOff x="0" y="0"/>
                                            <a:chExt cx="2063115" cy="1592580"/>
                                          </a:xfrm>
                                        </wpg:grpSpPr>
                                        <wps:wsp>
                                          <wps:cNvPr id="294" name="Connecteur droit avec flèche 294"/>
                                          <wps:cNvCnPr/>
                                          <wps:spPr>
                                            <a:xfrm flipV="1">
                                              <a:off x="123825" y="0"/>
                                              <a:ext cx="0" cy="1592580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ln w="12700" cmpd="sng">
                                              <a:solidFill>
                                                <a:schemeClr val="tx1"/>
                                              </a:solidFill>
                                              <a:headEnd type="none"/>
                                              <a:tailEnd type="arrow"/>
                                            </a:ln>
                                            <a:effectLst/>
                                          </wps:spPr>
                                          <wps:style>
                                            <a:lnRef idx="2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1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295" name="Connecteur droit avec flèche 295"/>
                                          <wps:cNvCnPr/>
                                          <wps:spPr>
                                            <a:xfrm flipH="1">
                                              <a:off x="0" y="1494790"/>
                                              <a:ext cx="2063115" cy="0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ln w="12700" cmpd="sng">
                                              <a:solidFill>
                                                <a:schemeClr val="tx1"/>
                                              </a:solidFill>
                                              <a:headEnd type="arrow"/>
                                              <a:tailEnd type="none"/>
                                            </a:ln>
                                            <a:effectLst/>
                                          </wps:spPr>
                                          <wps:style>
                                            <a:lnRef idx="2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1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s:wsp>
                                        <wps:cNvPr id="296" name="Connecteur droit 296"/>
                                        <wps:cNvCnPr/>
                                        <wps:spPr>
                                          <a:xfrm flipH="1" flipV="1">
                                            <a:off x="988697" y="325757"/>
                                            <a:ext cx="253363" cy="1158238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 cmpd="sng">
                                            <a:solidFill>
                                              <a:srgbClr val="FF0000"/>
                                            </a:solidFill>
                                          </a:ln>
                                          <a:effectLst/>
                                        </wps:spPr>
                                        <wps:style>
                                          <a:lnRef idx="2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1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</wpg:grpSp>
                                  <wps:wsp>
                                    <wps:cNvPr id="304" name="Zone de texte 304"/>
                                    <wps:cNvSpPr txBox="1"/>
                                    <wps:spPr>
                                      <a:xfrm>
                                        <a:off x="-252730" y="180975"/>
                                        <a:ext cx="424180" cy="25336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C572A759-6A51-4108-AA02-DFA0A04FC94B}">
                                          <ma14:wrappingTextBoxFlag xmlns:ma14="http://schemas.microsoft.com/office/mac/drawingml/2011/main"/>
                                        </a:ext>
                                      </a:extLst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45EFDBBE" w14:textId="7BA240BD" w:rsidR="0026367A" w:rsidRDefault="0026367A" w:rsidP="00F17792">
                                          <w:pPr>
                                            <w:jc w:val="right"/>
                                            <w:rPr>
                                              <w:sz w:val="18"/>
                                              <w:szCs w:val="18"/>
                                              <w:vertAlign w:val="subscript"/>
                                            </w:rPr>
                                          </w:pPr>
                                          <w: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C</w:t>
                                          </w:r>
                                          <w:r w:rsidRPr="000C70C9">
                                            <w:rPr>
                                              <w:sz w:val="18"/>
                                              <w:szCs w:val="18"/>
                                              <w:vertAlign w:val="subscript"/>
                                            </w:rPr>
                                            <w:t>u</w:t>
                                          </w:r>
                                          <w:r>
                                            <w:rPr>
                                              <w:sz w:val="18"/>
                                              <w:szCs w:val="18"/>
                                              <w:vertAlign w:val="subscript"/>
                                            </w:rPr>
                                            <w:t>n</w:t>
                                          </w:r>
                                        </w:p>
                                        <w:p w14:paraId="1DCDDF34" w14:textId="77777777" w:rsidR="0026367A" w:rsidRPr="000C70C9" w:rsidRDefault="0026367A" w:rsidP="00F17792">
                                          <w:pPr>
                                            <w:jc w:val="right"/>
                                            <w:rPr>
                                              <w:sz w:val="16"/>
                                              <w:szCs w:val="16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  <wps:wsp>
                              <wps:cNvPr id="319" name="Zone de texte 319"/>
                              <wps:cNvSpPr txBox="1"/>
                              <wps:spPr>
                                <a:xfrm>
                                  <a:off x="318770" y="929005"/>
                                  <a:ext cx="651510" cy="2533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AE470A8" w14:textId="77777777" w:rsidR="0026367A" w:rsidRDefault="0026367A" w:rsidP="007F7D32">
                                    <w:r>
                                      <w:t>U = C</w:t>
                                    </w:r>
                                    <w:r w:rsidRPr="000B1EE8">
                                      <w:rPr>
                                        <w:vertAlign w:val="superscript"/>
                                      </w:rPr>
                                      <w:t>te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351" name="Grouper 351"/>
                              <wpg:cNvGrpSpPr/>
                              <wpg:grpSpPr>
                                <a:xfrm>
                                  <a:off x="372745" y="598170"/>
                                  <a:ext cx="1503680" cy="1333846"/>
                                  <a:chOff x="0" y="0"/>
                                  <a:chExt cx="1503947" cy="1333846"/>
                                </a:xfrm>
                              </wpg:grpSpPr>
                              <wps:wsp>
                                <wps:cNvPr id="310" name="Zone de texte 310"/>
                                <wps:cNvSpPr txBox="1"/>
                                <wps:spPr>
                                  <a:xfrm>
                                    <a:off x="1070229" y="1080481"/>
                                    <a:ext cx="361950" cy="2533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C572A759-6A51-4108-AA02-DFA0A04FC94B}">
                                      <ma14:wrappingTextBoxFlag xmlns:ma14="http://schemas.microsoft.com/office/mac/drawingml/2011/main"/>
                                    </a:ext>
                                  </a:extLst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77BD58D0" w14:textId="36052D95" w:rsidR="0026367A" w:rsidRPr="000B1EE8" w:rsidRDefault="0026367A" w:rsidP="00D81056">
                                      <w:pPr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eastAsiaTheme="minorHAnsi" w:cs="Arial"/>
                                        </w:rPr>
                                        <w:t>Ω</w:t>
                                      </w:r>
                                      <w:r w:rsidRPr="00D81056">
                                        <w:rPr>
                                          <w:rFonts w:eastAsiaTheme="minorHAnsi" w:cs="Arial"/>
                                          <w:vertAlign w:val="subscript"/>
                                        </w:rPr>
                                        <w:t>0</w:t>
                                      </w:r>
                                    </w:p>
                                    <w:p w14:paraId="4658ED57" w14:textId="3193374D" w:rsidR="0026367A" w:rsidRPr="000C70C9" w:rsidRDefault="0026367A" w:rsidP="00F17792">
                                      <w:pPr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49" name="Forme libre 349"/>
                                <wps:cNvSpPr/>
                                <wps:spPr>
                                  <a:xfrm>
                                    <a:off x="0" y="0"/>
                                    <a:ext cx="1503947" cy="1094874"/>
                                  </a:xfrm>
                                  <a:custGeom>
                                    <a:avLst/>
                                    <a:gdLst>
                                      <a:gd name="connsiteX0" fmla="*/ 0 w 1503947"/>
                                      <a:gd name="connsiteY0" fmla="*/ 1094874 h 1094874"/>
                                      <a:gd name="connsiteX1" fmla="*/ 493295 w 1503947"/>
                                      <a:gd name="connsiteY1" fmla="*/ 1040732 h 1094874"/>
                                      <a:gd name="connsiteX2" fmla="*/ 896353 w 1503947"/>
                                      <a:gd name="connsiteY2" fmla="*/ 926432 h 1094874"/>
                                      <a:gd name="connsiteX3" fmla="*/ 1185110 w 1503947"/>
                                      <a:gd name="connsiteY3" fmla="*/ 739942 h 1094874"/>
                                      <a:gd name="connsiteX4" fmla="*/ 1395663 w 1503947"/>
                                      <a:gd name="connsiteY4" fmla="*/ 451184 h 1094874"/>
                                      <a:gd name="connsiteX5" fmla="*/ 1503947 w 1503947"/>
                                      <a:gd name="connsiteY5" fmla="*/ 0 h 1094874"/>
                                      <a:gd name="connsiteX6" fmla="*/ 1503947 w 1503947"/>
                                      <a:gd name="connsiteY6" fmla="*/ 0 h 109487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</a:cxnLst>
                                    <a:rect l="l" t="t" r="r" b="b"/>
                                    <a:pathLst>
                                      <a:path w="1503947" h="1094874">
                                        <a:moveTo>
                                          <a:pt x="0" y="1094874"/>
                                        </a:moveTo>
                                        <a:cubicBezTo>
                                          <a:pt x="171951" y="1081840"/>
                                          <a:pt x="343903" y="1068806"/>
                                          <a:pt x="493295" y="1040732"/>
                                        </a:cubicBezTo>
                                        <a:cubicBezTo>
                                          <a:pt x="642687" y="1012658"/>
                                          <a:pt x="781051" y="976564"/>
                                          <a:pt x="896353" y="926432"/>
                                        </a:cubicBezTo>
                                        <a:cubicBezTo>
                                          <a:pt x="1011655" y="876300"/>
                                          <a:pt x="1101892" y="819150"/>
                                          <a:pt x="1185110" y="739942"/>
                                        </a:cubicBezTo>
                                        <a:cubicBezTo>
                                          <a:pt x="1268328" y="660734"/>
                                          <a:pt x="1342524" y="574508"/>
                                          <a:pt x="1395663" y="451184"/>
                                        </a:cubicBezTo>
                                        <a:cubicBezTo>
                                          <a:pt x="1448802" y="327860"/>
                                          <a:pt x="1503947" y="0"/>
                                          <a:pt x="1503947" y="0"/>
                                        </a:cubicBezTo>
                                        <a:lnTo>
                                          <a:pt x="1503947" y="0"/>
                                        </a:lnTo>
                                      </a:path>
                                    </a:pathLst>
                                  </a:custGeom>
                                  <a:ln>
                                    <a:solidFill>
                                      <a:srgbClr val="008000"/>
                                    </a:solidFill>
                                  </a:ln>
                                  <a:effectLst/>
                                </wps:spPr>
                                <wps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50" name="Ellipse 350"/>
                                <wps:cNvSpPr/>
                                <wps:spPr>
                                  <a:xfrm>
                                    <a:off x="1021080" y="800100"/>
                                    <a:ext cx="72390" cy="72390"/>
                                  </a:xfrm>
                                  <a:prstGeom prst="ellipse">
                                    <a:avLst/>
                                  </a:prstGeom>
                                  <a:effectLst/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3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s:wsp>
                          <wps:cNvPr id="355" name="Connecteur droit avec flèche 355"/>
                          <wps:cNvCnPr/>
                          <wps:spPr>
                            <a:xfrm flipH="1">
                              <a:off x="1520190" y="1364615"/>
                              <a:ext cx="289560" cy="72390"/>
                            </a:xfrm>
                            <a:prstGeom prst="straightConnector1">
                              <a:avLst/>
                            </a:prstGeom>
                            <a:ln w="12700" cmpd="sng">
                              <a:solidFill>
                                <a:schemeClr val="tx1"/>
                              </a:solidFill>
                              <a:headEnd type="none"/>
                              <a:tailEnd type="triangle"/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6" name="Zone de texte 356"/>
                          <wps:cNvSpPr txBox="1"/>
                          <wps:spPr>
                            <a:xfrm>
                              <a:off x="1732280" y="1065530"/>
                              <a:ext cx="1085850" cy="4705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49ED0B8" w14:textId="038CE8CF" w:rsidR="0026367A" w:rsidRPr="00A942D5" w:rsidRDefault="0026367A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M : </w:t>
                                </w:r>
                                <w:r w:rsidRPr="00A942D5">
                                  <w:rPr>
                                    <w:sz w:val="16"/>
                                    <w:szCs w:val="16"/>
                                  </w:rPr>
                                  <w:t>P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>oint de fonctionnement du moteur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78" name="Connecteur droit 478"/>
                        <wps:cNvCnPr/>
                        <wps:spPr>
                          <a:xfrm>
                            <a:off x="1428750" y="1438910"/>
                            <a:ext cx="0" cy="253365"/>
                          </a:xfrm>
                          <a:prstGeom prst="line">
                            <a:avLst/>
                          </a:prstGeom>
                          <a:ln w="12700" cmpd="sng">
                            <a:solidFill>
                              <a:srgbClr val="000000"/>
                            </a:solidFill>
                            <a:prstDash val="sysDash"/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9" name="Zone de texte 479"/>
                        <wps:cNvSpPr txBox="1"/>
                        <wps:spPr>
                          <a:xfrm>
                            <a:off x="1266825" y="1680210"/>
                            <a:ext cx="361315" cy="253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9C80ECB" w14:textId="2E18AC0B" w:rsidR="0026367A" w:rsidRPr="000B1EE8" w:rsidRDefault="0026367A" w:rsidP="00B50CD8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eastAsiaTheme="minorHAnsi" w:cs="Arial"/>
                                </w:rPr>
                                <w:t>Ω</w:t>
                              </w:r>
                            </w:p>
                            <w:p w14:paraId="0AEC72E4" w14:textId="77777777" w:rsidR="0026367A" w:rsidRPr="000C70C9" w:rsidRDefault="0026367A" w:rsidP="00B50CD8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9F3285" id="Grouper 480" o:spid="_x0000_s1162" style="position:absolute;margin-left:239.8pt;margin-top:31.65pt;width:221.9pt;height:152.3pt;z-index:251846656" coordsize="2818130,19342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">
                <v:group id="Grouper 357" o:spid="_x0000_s1163" style="position:absolute;width:2818130;height:1934210" coordsize="2818130,193454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HpaQ9TGAAAA3AAA&#10;AA8AAAAAAAAAAAAAAAAAqQIAAGRycy9kb3ducmV2LnhtbFBLBQYAAAAABAAEAPoAAACcAwAAAAA=&#10;">
                  <v:group id="Grouper 353" o:spid="_x0000_s1164" style="position:absolute;width:2646680;height:1934542" coordsize="2646680,193201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BWFF18UAAADcAAAA&#10;DwAAAAAAAAAAAAAAAACpAgAAZHJzL2Rvd25yZXYueG1sUEsFBgAAAAAEAAQA+gAAAJsDAAAAAA==&#10;">
                    <v:shape id="Zone de texte 286" o:spid="_x0000_s1165" type="#_x0000_t202" style="position:absolute;left:1576705;top:314325;width:1069975;height:3505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6A0ApxAAA&#10;ANwAAAAPAAAAZHJzL2Rvd25yZXYueG1sRI9Ba8JAFITvBf/D8oTe6q5ig0Y3QSxCTy1NVfD2yD6T&#10;YPZtyG5N+u+7hUKPw8x8w2zz0bbiTr1vHGuYzxQI4tKZhisNx8/D0wqED8gGW8ek4Zs85NnkYYup&#10;cQN/0L0IlYgQ9ilqqEPoUil9WZNFP3MdcfSurrcYouwraXocIty2cqFUIi02HBdq7GhfU3krvqyG&#10;09v1cl6q9+rFPneDG5Vku5ZaP07H3QZEoDH8h//ar0bDYpXA75l4BGT2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gNAKcQAAADcAAAADwAAAAAAAAAAAAAAAACXAgAAZHJzL2Rv&#10;d25yZXYueG1sUEsFBgAAAAAEAAQA9QAAAIgDAAAAAA==&#10;" filled="f" stroked="f">
                      <v:textbox>
                        <w:txbxContent>
                          <w:p w14:paraId="556326A5" w14:textId="12E0FF66" w:rsidR="0026367A" w:rsidRPr="00D81056" w:rsidRDefault="0026367A" w:rsidP="00F17792">
                            <w:pPr>
                              <w:rPr>
                                <w:color w:val="008000"/>
                                <w:sz w:val="16"/>
                                <w:szCs w:val="16"/>
                              </w:rPr>
                            </w:pPr>
                            <w:r w:rsidRPr="00D81056">
                              <w:rPr>
                                <w:color w:val="008000"/>
                                <w:sz w:val="16"/>
                                <w:szCs w:val="16"/>
                              </w:rPr>
                              <w:t>Caractéristique de la charge entrainée</w:t>
                            </w:r>
                          </w:p>
                        </w:txbxContent>
                      </v:textbox>
                    </v:shape>
                    <v:group id="Grouper 352" o:spid="_x0000_s1166" style="position:absolute;width:2481580;height:1932016" coordsize="2481580,193201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qLeBMxAAAANwAAAAP&#10;AAAAAAAAAAAAAAAAAKkCAABkcnMvZG93bnJldi54bWxQSwUGAAAAAAQABAD6AAAAmgMAAAAA&#10;">
                      <v:group id="Grouper 317" o:spid="_x0000_s1167" style="position:absolute;width:2481580;height:1798320" coordsize="2481580,17983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Oww+hTGAAAA3AAA&#10;AA8AAAAAAAAAAAAAAAAAqQIAAGRycy9kb3ducmV2LnhtbFBLBQYAAAAABAAEAPoAAACcAwAAAAA=&#10;">
                        <v:shape id="Zone de texte 298" o:spid="_x0000_s1168" type="#_x0000_t202" style="position:absolute;left:2192020;top:1490980;width:289560;height:21717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CecdwgAA&#10;ANwAAAAPAAAAZHJzL2Rvd25yZXYueG1sRE/Pa8IwFL4L+x/CG3izycSJ7UzLUAaeJtZtsNujebZl&#10;zUtpMlv/e3MY7Pjx/d4Wk+3ElQbfOtbwlCgQxJUzLdcaPs5viw0IH5ANdo5Jw408FPnDbIuZcSOf&#10;6FqGWsQQ9hlqaELoMyl91ZBFn7ieOHIXN1gMEQ61NAOOMdx2cqnUWlpsOTY02NOuoeqn/LUaPt8v&#10;318rdaz39rkf3aQk21RqPX+cXl9ABJrCv/jPfTAalmlcG8/EIyDzO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EJ5x3CAAAA3AAAAA8AAAAAAAAAAAAAAAAAlwIAAGRycy9kb3du&#10;cmV2LnhtbFBLBQYAAAAABAAEAPUAAACGAwAAAAA=&#10;" filled="f" stroked="f">
                          <v:textbox>
                            <w:txbxContent>
                              <w:p w14:paraId="4F18774E" w14:textId="77777777" w:rsidR="0026367A" w:rsidRPr="000B1EE8" w:rsidRDefault="0026367A" w:rsidP="007F7D32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eastAsiaTheme="minorHAnsi" w:cs="Arial"/>
                                  </w:rPr>
                                  <w:t>Ω</w:t>
                                </w:r>
                              </w:p>
                              <w:p w14:paraId="74F5F7EF" w14:textId="72735F35" w:rsidR="0026367A" w:rsidRPr="000B1EE8" w:rsidRDefault="0026367A" w:rsidP="00F17792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v:textbox>
                        </v:shape>
                        <v:group id="Grouper 316" o:spid="_x0000_s1169" style="position:absolute;width:2315845;height:1798320" coordsize="2315845,17983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IN8X4/GAAAA3AAA&#10;AA8AAAAAAAAAAAAAAAAAqQIAAGRycy9kb3ducmV2LnhtbFBLBQYAAAAABAAEAPoAAACcAwAAAAA=&#10;">
                          <v:shape id="Zone de texte 303" o:spid="_x0000_s1170" type="#_x0000_t202" style="position:absolute;left:264160;width:371475;height:27813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Ru92xAAA&#10;ANwAAAAPAAAAZHJzL2Rvd25yZXYueG1sRI9Ba8JAFITvBf/D8gRvuqu2RdNsRJRCTy2mKnh7ZJ9J&#10;aPZtyG5N+u+7BaHHYWa+YdLNYBtxo87XjjXMZwoEceFMzaWG4+frdAXCB2SDjWPS8EMeNtnoIcXE&#10;uJ4PdMtDKSKEfYIaqhDaREpfVGTRz1xLHL2r6yyGKLtSmg77CLeNXCj1LC3WHBcqbGlXUfGVf1sN&#10;p/fr5fyoPsq9fWp7NyjJdi21noyH7QuIQEP4D9/bb0bDUi3h70w8AjL7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UbvdsQAAADcAAAADwAAAAAAAAAAAAAAAACXAgAAZHJzL2Rv&#10;d25yZXYueG1sUEsFBgAAAAAEAAQA9QAAAIgDAAAAAA==&#10;" filled="f" stroked="f">
                            <v:textbox>
                              <w:txbxContent>
                                <w:p w14:paraId="00F0253B" w14:textId="2E2D80CE" w:rsidR="0026367A" w:rsidRPr="000B1EE8" w:rsidRDefault="0026367A" w:rsidP="00F1779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eastAsiaTheme="minorHAnsi" w:cs="Arial"/>
                                    </w:rPr>
                                    <w:t>C</w:t>
                                  </w:r>
                                  <w:r w:rsidRPr="000C70C9">
                                    <w:rPr>
                                      <w:rFonts w:eastAsiaTheme="minorHAnsi" w:cs="Arial"/>
                                      <w:vertAlign w:val="subscript"/>
                                    </w:rPr>
                                    <w:t>u</w:t>
                                  </w:r>
                                </w:p>
                              </w:txbxContent>
                            </v:textbox>
                          </v:shape>
                          <v:group id="Grouper 315" o:spid="_x0000_s1171" style="position:absolute;top:205740;width:2315845;height:1592580" coordorigin="-252730" coordsize="2315845,15925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HOuwfjGAAAA3AAA&#10;AA8AAAAAAAAAAAAAAAAAqQIAAGRycy9kb3ducmV2LnhtbFBLBQYAAAAABAAEAPoAAACcAwAAAAA=&#10;">
                            <v:group id="Grouper 314" o:spid="_x0000_s1172" style="position:absolute;width:2063115;height:1592580" coordsize="2063115,15925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BziZGPGAAAA3AAA&#10;AA8AAAAAAAAAAAAAAAAAqQIAAGRycy9kb3ducmV2LnhtbFBLBQYAAAAABAAEAPoAAACcAwAAAAA=&#10;">
                              <v:line id="Connecteur droit 289" o:spid="_x0000_s1173" style="position:absolute;flip:x;visibility:visible;mso-wrap-style:square" from="120015,325755" to="988695,32575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2/dkMYAAADcAAAADwAAAGRycy9kb3ducmV2LnhtbESPT4vCMBTE78J+h/AWvIim60G0GkVE&#10;QTyIf3YP3p7N27Zs89JtYlu/vREEj8PM/IaZLVpTiJoql1tW8DWIQBAnVuecKvg+b/pjEM4jayws&#10;k4I7OVjMPzozjLVt+Ej1yaciQNjFqCDzvoyldElGBt3AlsTB+7WVQR9klUpdYRPgppDDKBpJgzmH&#10;hQxLWmWU/J1uRsFempVcF5ufy2F5rdf/x7Tp7Q5KdT/b5RSEp9a/w6/2VisYjifwPBOOgJw/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L9v3ZDGAAAA3AAAAA8AAAAAAAAA&#10;AAAAAAAAoQIAAGRycy9kb3ducmV2LnhtbFBLBQYAAAAABAAEAPkAAACUAwAAAAA=&#10;" strokeweight="1pt">
                                <v:stroke dashstyle="3 1"/>
                              </v:line>
                              <v:group id="Grouper 313" o:spid="_x0000_s1174" style="position:absolute;width:2063115;height:1592580" coordsize="2063115,15925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TC/wXxAAAANwAAAAP&#10;AAAAAAAAAAAAAAAAAKkCAABkcnMvZG93bnJldi54bWxQSwUGAAAAAAQABAD6AAAAmgMAAAAA&#10;">
                                <v:group id="Grouper 312" o:spid="_x0000_s1175" style="position:absolute;width:2063115;height:1592580" coordsize="2063115,15925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8R1mMxAAAANwAAAAP&#10;AAAAAAAAAAAAAAAAAKkCAABkcnMvZG93bnJldi54bWxQSwUGAAAAAAQABAD6AAAAmgMAAAAA&#10;">
                                  <v:shape id="Connecteur droit avec flèche 294" o:spid="_x0000_s1176" type="#_x0000_t32" style="position:absolute;left:123825;width:0;height:1592580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7qEwZ8YAAADcAAAADwAAAGRycy9kb3ducmV2LnhtbESPzWrDMBCE74W+g9hCLyWRa9qQOlFC&#10;XSj4kv9QclysrW1irYykxs7bR4VCj8PMfMPMl4NpxYWcbywreB4nIIhLqxuuFBwPn6MpCB+QNbaW&#10;ScGVPCwX93dzzLTteUeXfahEhLDPUEEdQpdJ6cuaDPqx7Yij922dwRClq6R22Ee4aWWaJBNpsOG4&#10;UGNHHzWV5/2PUZCnedJtT0+bYq1dn3+dV6/XYqXU48PwPgMRaAj/4b92oRWkby/weyYeAbm4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O6hMGfGAAAA3AAAAA8AAAAAAAAA&#10;AAAAAAAAoQIAAGRycy9kb3ducmV2LnhtbFBLBQYAAAAABAAEAPkAAACUAwAAAAA=&#10;" strokecolor="black [3213]" strokeweight="1pt">
                                    <v:stroke endarrow="open"/>
                                  </v:shape>
                                  <v:shape id="Connecteur droit avec flèche 295" o:spid="_x0000_s1177" type="#_x0000_t32" style="position:absolute;top:1494790;width:2063115;height:0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PscVsUAAADcAAAADwAAAGRycy9kb3ducmV2LnhtbESPT2vCQBTE7wW/w/IEb3Vj0FKjq7QB&#10;aS+lqMXzI/tMgtm3YXfzp376bqHQ4zAzv2G2+9E0oifna8sKFvMEBHFhdc2lgq/z4fEZhA/IGhvL&#10;pOCbPOx3k4ctZtoOfKT+FEoRIewzVFCF0GZS+qIig35uW+LoXa0zGKJ0pdQOhwg3jUyT5EkarDku&#10;VNhSXlFxO3VGwSrnsxsu9Ll097ePZdcO9/q1VGo2HV82IAKN4T/8137XCtL1Cn7PxCMgdz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iPscVsUAAADcAAAADwAAAAAAAAAA&#10;AAAAAAChAgAAZHJzL2Rvd25yZXYueG1sUEsFBgAAAAAEAAQA+QAAAJMDAAAAAA==&#10;" strokecolor="black [3213]" strokeweight="1pt">
                                    <v:stroke startarrow="open"/>
                                  </v:shape>
                                </v:group>
                                <v:line id="Connecteur droit 296" o:spid="_x0000_s1178" style="position:absolute;flip:x y;visibility:visible;mso-wrap-style:square" from="988697,325757" to="1242060,148399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+73qMIAAADcAAAADwAAAGRycy9kb3ducmV2LnhtbESPQWsCMRSE74X+h/AKvdVsPSy6NUop&#10;tLV4ci2eH5vnZnHfy5Kkuv57UxA8DjPzDbNYjdyrE4XYeTHwOilAkTTedtIa+N19vsxAxYRisfdC&#10;Bi4UYbV8fFhgZf1ZtnSqU6syRGKFBlxKQ6V1bBwxxokfSLJ38IExZRlabQOeM5x7PS2KUjN2khcc&#10;DvThqDnWf2xAfx/KL+bxJ/Da6d5v9vXR7o15fhrf30AlGtM9fGuvrYHpvIT/M/kI6OUV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p+73qMIAAADcAAAADwAAAAAAAAAAAAAA&#10;AAChAgAAZHJzL2Rvd25yZXYueG1sUEsFBgAAAAAEAAQA+QAAAJADAAAAAA==&#10;" strokecolor="red" strokeweight="2.25pt"/>
                              </v:group>
                            </v:group>
                            <v:shape id="Zone de texte 304" o:spid="_x0000_s1179" type="#_x0000_t202" style="position:absolute;left:-252730;top:180975;width:424180;height:2533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+r3cCxAAA&#10;ANwAAAAPAAAAZHJzL2Rvd25yZXYueG1sRI9Pa8JAFMTvgt9heUJvdddqRaOrSKXQk8X4B7w9ss8k&#10;mH0bsluTfvuuUPA4zMxvmOW6s5W4U+NLxxpGQwWCOHOm5FzD8fD5OgPhA7LByjFp+CUP61W/t8TE&#10;uJb3dE9DLiKEfYIaihDqREqfFWTRD11NHL2rayyGKJtcmgbbCLeVfFNqKi2WHBcKrOmjoOyW/lgN&#10;p931cp6o73xr3+vWdUqynUutXwbdZgEiUBee4f/2l9EwVhN4nIlHQK7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Pq93AsQAAADcAAAADwAAAAAAAAAAAAAAAACXAgAAZHJzL2Rv&#10;d25yZXYueG1sUEsFBgAAAAAEAAQA9QAAAIgDAAAAAA==&#10;" filled="f" stroked="f">
                              <v:textbox>
                                <w:txbxContent>
                                  <w:p w14:paraId="45EFDBBE" w14:textId="7BA240BD" w:rsidR="0026367A" w:rsidRDefault="0026367A" w:rsidP="00F17792">
                                    <w:pPr>
                                      <w:jc w:val="right"/>
                                      <w:rPr>
                                        <w:sz w:val="18"/>
                                        <w:szCs w:val="18"/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C</w:t>
                                    </w:r>
                                    <w:r w:rsidRPr="000C70C9">
                                      <w:rPr>
                                        <w:sz w:val="18"/>
                                        <w:szCs w:val="18"/>
                                        <w:vertAlign w:val="subscript"/>
                                      </w:rPr>
                                      <w:t>u</w:t>
                                    </w:r>
                                    <w:r>
                                      <w:rPr>
                                        <w:sz w:val="18"/>
                                        <w:szCs w:val="18"/>
                                        <w:vertAlign w:val="subscript"/>
                                      </w:rPr>
                                      <w:t>n</w:t>
                                    </w:r>
                                  </w:p>
                                  <w:p w14:paraId="1DCDDF34" w14:textId="77777777" w:rsidR="0026367A" w:rsidRPr="000C70C9" w:rsidRDefault="0026367A" w:rsidP="00F17792">
                                    <w:pPr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</v:group>
                      </v:group>
                      <v:shape id="Zone de texte 319" o:spid="_x0000_s1180" type="#_x0000_t202" style="position:absolute;left:318770;top:929005;width:651510;height:2533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d05BxQAA&#10;ANwAAAAPAAAAZHJzL2Rvd25yZXYueG1sRI9PawIxFMTvgt8hPMGbJmotut0o0lLoqdJVC709Nm//&#10;0M3Lsknd7bdvCoLHYWZ+w6T7wTbiSp2vHWtYzBUI4tyZmksN59PrbAPCB2SDjWPS8Ese9rvxKMXE&#10;uJ4/6JqFUkQI+wQ1VCG0iZQ+r8iin7uWOHqF6yyGKLtSmg77CLeNXCr1KC3WHBcqbOm5ovw7+7Ea&#10;Lu/F1+eDOpYvdt32blCS7VZqPZ0MhycQgYZwD9/ab0bDarGF/zPxCMjd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V3TkHFAAAA3AAAAA8AAAAAAAAAAAAAAAAAlwIAAGRycy9k&#10;b3ducmV2LnhtbFBLBQYAAAAABAAEAPUAAACJAwAAAAA=&#10;" filled="f" stroked="f">
                        <v:textbox>
                          <w:txbxContent>
                            <w:p w14:paraId="5AE470A8" w14:textId="77777777" w:rsidR="0026367A" w:rsidRDefault="0026367A" w:rsidP="007F7D32">
                              <w:r>
                                <w:t>U = C</w:t>
                              </w:r>
                              <w:r w:rsidRPr="000B1EE8">
                                <w:rPr>
                                  <w:vertAlign w:val="superscript"/>
                                </w:rPr>
                                <w:t>te</w:t>
                              </w:r>
                            </w:p>
                          </w:txbxContent>
                        </v:textbox>
                      </v:shape>
                      <v:group id="Grouper 351" o:spid="_x0000_s1181" style="position:absolute;left:372745;top:598170;width:1503680;height:1333846" coordsize="1503947,133384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Jr/fjvGAAAA3AAA&#10;AA8AAAAAAAAAAAAAAAAAqQIAAGRycy9kb3ducmV2LnhtbFBLBQYAAAAABAAEAPoAAACcAwAAAAA=&#10;">
                        <v:shape id="Zone de texte 310" o:spid="_x0000_s1182" type="#_x0000_t202" style="position:absolute;left:1070229;top:1080481;width:361950;height:2533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TefcwgAA&#10;ANwAAAAPAAAAZHJzL2Rvd25yZXYueG1sRE/Pa8IwFL4P/B/CE7ytiXOTWY1FJoKnDbtN8PZonm2x&#10;eSlNbLv/fjkMdvz4fm+y0Taip87XjjXMEwWCuHCm5lLD1+fh8RWED8gGG8ek4Yc8ZNvJwwZT4wY+&#10;UZ+HUsQQ9ilqqEJoUyl9UZFFn7iWOHJX11kMEXalNB0OMdw28kmppbRYc2yosKW3iopbfrcavt+v&#10;l/Oz+ij39qUd3Kgk25XUejYdd2sQgcbwL/5zH42GxTzOj2fiEZDbX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RN59zCAAAA3AAAAA8AAAAAAAAAAAAAAAAAlwIAAGRycy9kb3du&#10;cmV2LnhtbFBLBQYAAAAABAAEAPUAAACGAwAAAAA=&#10;" filled="f" stroked="f">
                          <v:textbox>
                            <w:txbxContent>
                              <w:p w14:paraId="77BD58D0" w14:textId="36052D95" w:rsidR="0026367A" w:rsidRPr="000B1EE8" w:rsidRDefault="0026367A" w:rsidP="00D81056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eastAsiaTheme="minorHAnsi" w:cs="Arial"/>
                                  </w:rPr>
                                  <w:t>Ω</w:t>
                                </w:r>
                                <w:r w:rsidRPr="00D81056">
                                  <w:rPr>
                                    <w:rFonts w:eastAsiaTheme="minorHAnsi" w:cs="Arial"/>
                                    <w:vertAlign w:val="subscript"/>
                                  </w:rPr>
                                  <w:t>0</w:t>
                                </w:r>
                              </w:p>
                              <w:p w14:paraId="4658ED57" w14:textId="3193374D" w:rsidR="0026367A" w:rsidRPr="000C70C9" w:rsidRDefault="0026367A" w:rsidP="00F17792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Forme libre 349" o:spid="_x0000_s1183" style="position:absolute;width:1503947;height:1094874;visibility:visible;mso-wrap-style:square;v-text-anchor:middle" coordsize="1503947,109487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+SZ0zxgAA&#10;ANwAAAAPAAAAZHJzL2Rvd25yZXYueG1sRI9Pa8JAFMTvQr/D8gpeRDf+ocToKkUQ9CBiWqS9PbLP&#10;JDT7NmZXE799tyD0OMzMb5jlujOVuFPjSssKxqMIBHFmdcm5gs+P7TAG4TyyxsoyKXiQg/XqpbfE&#10;RNuWT3RPfS4ChF2CCgrv60RKlxVk0I1sTRy8i20M+iCbXOoG2wA3lZxE0Zs0WHJYKLCmTUHZT3oz&#10;CnjepvvDINtfv4+nbUvxzj3OX0r1X7v3BQhPnf8PP9s7rWA6m8PfmXAE5OoX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+SZ0zxgAAANwAAAAPAAAAAAAAAAAAAAAAAJcCAABkcnMv&#10;ZG93bnJldi54bWxQSwUGAAAAAAQABAD1AAAAigMAAAAA&#10;" path="m0,1094874c171951,1081840,343903,1068806,493295,1040732,642687,1012658,781051,976564,896353,926432,1011655,876300,1101892,819150,1185110,739942,1268328,660734,1342524,574508,1395663,451184,1448802,327860,1503947,,1503947,0l1503947,0e" filled="f" strokecolor="green" strokeweight="2pt">
                          <v:path arrowok="t" o:connecttype="custom" o:connectlocs="0,1094874;493295,1040732;896353,926432;1185110,739942;1395663,451184;1503947,0;1503947,0" o:connectangles="0,0,0,0,0,0,0"/>
                        </v:shape>
                        <v:oval id="Ellipse 350" o:spid="_x0000_s1184" style="position:absolute;left:1021080;top:800100;width:72390;height:723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wGMpwwAA&#10;ANwAAAAPAAAAZHJzL2Rvd25yZXYueG1sRE+7bsIwFN2R+g/WrcSCwAGUglIMKkWgii68FrZLfEmi&#10;xteRbSD9+3qoxHh03rNFa2pxJ+crywqGgwQEcW51xYWC03Hdn4LwAVljbZkU/JKHxfylM8NM2wfv&#10;6X4IhYgh7DNUUIbQZFL6vCSDfmAb4shdrTMYInSF1A4fMdzUcpQkb9JgxbGhxIY+S8p/DjejAF26&#10;6tXFaLMc9rbX0+R8SZe7b6W6r+3HO4hAbXiK/91fWsE4jfPjmXgE5Pw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twGMpwwAAANwAAAAPAAAAAAAAAAAAAAAAAJcCAABkcnMvZG93&#10;bnJldi54bWxQSwUGAAAAAAQABAD1AAAAhwMAAAAA&#10;" fillcolor="black [1632]" strokecolor="black [3040]">
                          <v:fill color2="black [3008]" rotate="t" focus="80%" type="gradient">
                            <o:fill v:ext="view" type="gradientUnscaled"/>
                          </v:fill>
                        </v:oval>
                      </v:group>
                    </v:group>
                  </v:group>
                  <v:shape id="Connecteur droit avec flèche 355" o:spid="_x0000_s1185" type="#_x0000_t32" style="position:absolute;left:1520190;top:1364615;width:289560;height:72390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GH1kMQAAADcAAAADwAAAGRycy9kb3ducmV2LnhtbESPQYvCMBSE78L+h/AWvGmqoizVKCIU&#10;VsFFux48PppnU2xeSpPV+u/NguBxmJlvmMWqs7W4UesrxwpGwwQEceF0xaWC0282+ALhA7LG2jEp&#10;eJCH1fKjt8BUuzsf6ZaHUkQI+xQVmBCaVEpfGLLoh64hjt7FtRZDlG0pdYv3CLe1HCfJTFqsOC4Y&#10;bGhjqLjmf1ZB+DHnw7mYXXbbjc54PzmMs2StVP+zW89BBOrCO/xqf2sFk+kU/s/EIyCXT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UYfWQxAAAANwAAAAPAAAAAAAAAAAA&#10;AAAAAKECAABkcnMvZG93bnJldi54bWxQSwUGAAAAAAQABAD5AAAAkgMAAAAA&#10;" strokecolor="black [3213]" strokeweight="1pt">
                    <v:stroke endarrow="block"/>
                  </v:shape>
                  <v:shape id="Zone de texte 356" o:spid="_x0000_s1186" type="#_x0000_t202" style="position:absolute;left:1732280;top:1065530;width:1085850;height:4705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gmPzxAAA&#10;ANwAAAAPAAAAZHJzL2Rvd25yZXYueG1sRI9Ba8JAFITvBf/D8oTe6q5WxcZsRFoKnlpMa8HbI/tM&#10;gtm3Ibs18d+7hYLHYWa+YdLNYBtxoc7XjjVMJwoEceFMzaWG76/3pxUIH5ANNo5Jw5U8bLLRQ4qJ&#10;cT3v6ZKHUkQI+wQ1VCG0iZS+qMiin7iWOHon11kMUXalNB32EW4bOVNqKS3WHBcqbOm1ouKc/1oN&#10;h4/T8WeuPss3u2h7NyjJ9kVq/TgetmsQgYZwD/+3d0bD82IJf2fiEZDZD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oJj88QAAADcAAAADwAAAAAAAAAAAAAAAACXAgAAZHJzL2Rv&#10;d25yZXYueG1sUEsFBgAAAAAEAAQA9QAAAIgDAAAAAA==&#10;" filled="f" stroked="f">
                    <v:textbox>
                      <w:txbxContent>
                        <w:p w14:paraId="449ED0B8" w14:textId="038CE8CF" w:rsidR="0026367A" w:rsidRPr="00A942D5" w:rsidRDefault="0026367A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M : </w:t>
                          </w:r>
                          <w:r w:rsidRPr="00A942D5">
                            <w:rPr>
                              <w:sz w:val="16"/>
                              <w:szCs w:val="16"/>
                            </w:rPr>
                            <w:t>P</w:t>
                          </w:r>
                          <w:r>
                            <w:rPr>
                              <w:sz w:val="16"/>
                              <w:szCs w:val="16"/>
                            </w:rPr>
                            <w:t>oint de fonctionnement du moteur</w:t>
                          </w:r>
                        </w:p>
                      </w:txbxContent>
                    </v:textbox>
                  </v:shape>
                </v:group>
                <v:line id="Connecteur droit 478" o:spid="_x0000_s1187" style="position:absolute;visibility:visible;mso-wrap-style:square" from="1428750,1438910" to="1428750,169227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vYSj8AAAADcAAAADwAAAGRycy9kb3ducmV2LnhtbERPzWoCMRC+F3yHMEIvpWZbROvWKCJY&#10;vfrzANPNuAluJssmdbd9+s6h0OPH979cD6FRd+qSj2zgZVKAIq6i9VwbuJx3z2+gUka22EQmA9+U&#10;YL0aPSyxtLHnI91PuVYSwqlEAy7nttQ6VY4CpklsiYW7xi5gFtjV2nbYS3ho9GtRzHRAz9LgsKWt&#10;o+p2+gpSEnz0w9P+M/dU0+LgFh8/V2vM43jYvIPKNOR/8Z/7YA1M57JWzsgR0Ktf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K72Eo/AAAAA3AAAAA8AAAAAAAAAAAAAAAAA&#10;oQIAAGRycy9kb3ducmV2LnhtbFBLBQYAAAAABAAEAPkAAACOAwAAAAA=&#10;" strokeweight="1pt">
                  <v:stroke dashstyle="3 1"/>
                </v:line>
                <v:shape id="Zone de texte 479" o:spid="_x0000_s1188" type="#_x0000_t202" style="position:absolute;left:1266825;top:1680210;width:361315;height:2533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AmaExQAA&#10;ANwAAAAPAAAAZHJzL2Rvd25yZXYueG1sRI9Pa8JAFMTvBb/D8oTedNeiraZugrQIniz1T6G3R/aZ&#10;hGbfhuxq4rd3BaHHYWZ+wyyz3tbiQq2vHGuYjBUI4tyZigsNh/16NAfhA7LB2jFpuJKHLB08LTEx&#10;ruNvuuxCISKEfYIayhCaREqfl2TRj11DHL2Tay2GKNtCmha7CLe1fFHqVVqsOC6U2NBHSfnf7mw1&#10;HLen35+p+io+7azpXK8k24XU+nnYr95BBOrDf/jR3hgN07cF3M/EIyDTG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gCZoTFAAAA3AAAAA8AAAAAAAAAAAAAAAAAlwIAAGRycy9k&#10;b3ducmV2LnhtbFBLBQYAAAAABAAEAPUAAACJAwAAAAA=&#10;" filled="f" stroked="f">
                  <v:textbox>
                    <w:txbxContent>
                      <w:p w14:paraId="79C80ECB" w14:textId="2E18AC0B" w:rsidR="0026367A" w:rsidRPr="000B1EE8" w:rsidRDefault="0026367A" w:rsidP="00B50CD8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eastAsiaTheme="minorHAnsi" w:cs="Arial"/>
                          </w:rPr>
                          <w:t>Ω</w:t>
                        </w:r>
                      </w:p>
                      <w:p w14:paraId="0AEC72E4" w14:textId="77777777" w:rsidR="0026367A" w:rsidRPr="000C70C9" w:rsidRDefault="0026367A" w:rsidP="00B50CD8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>
        <w:rPr>
          <w:noProof/>
        </w:rPr>
        <w:t>On détermine le point de fonctionnement M en régime établi du groupe moteur/charge entraînée en représentant sur un même diagramme les caractéristiques mécaniques du moteu</w:t>
      </w:r>
      <w:r w:rsidR="00C9452C">
        <w:rPr>
          <w:noProof/>
        </w:rPr>
        <w:t>r</w:t>
      </w:r>
      <w:r>
        <w:rPr>
          <w:noProof/>
        </w:rPr>
        <w:t xml:space="preserve"> C</w:t>
      </w:r>
      <w:r w:rsidRPr="00B50CD8">
        <w:rPr>
          <w:noProof/>
          <w:vertAlign w:val="subscript"/>
        </w:rPr>
        <w:t>m</w:t>
      </w:r>
      <w:r w:rsidR="003F741D">
        <w:rPr>
          <w:noProof/>
          <w:vertAlign w:val="subscript"/>
        </w:rPr>
        <w:t xml:space="preserve"> </w:t>
      </w:r>
      <w:r>
        <w:rPr>
          <w:noProof/>
        </w:rPr>
        <w:t>=</w:t>
      </w:r>
      <w:r w:rsidR="003F741D">
        <w:rPr>
          <w:noProof/>
        </w:rPr>
        <w:t xml:space="preserve"> </w:t>
      </w:r>
      <w:r>
        <w:rPr>
          <w:noProof/>
        </w:rPr>
        <w:t>f(</w:t>
      </w:r>
      <w:r>
        <w:rPr>
          <w:rFonts w:eastAsiaTheme="minorHAnsi" w:cs="Arial"/>
        </w:rPr>
        <w:t>Ω) et de la charge C</w:t>
      </w:r>
      <w:r w:rsidRPr="00B50CD8">
        <w:rPr>
          <w:rFonts w:eastAsiaTheme="minorHAnsi" w:cs="Arial"/>
          <w:vertAlign w:val="subscript"/>
        </w:rPr>
        <w:t>r</w:t>
      </w:r>
      <w:r w:rsidR="003F741D">
        <w:rPr>
          <w:rFonts w:eastAsiaTheme="minorHAnsi" w:cs="Arial"/>
          <w:vertAlign w:val="subscript"/>
        </w:rPr>
        <w:t xml:space="preserve"> </w:t>
      </w:r>
      <w:r>
        <w:rPr>
          <w:noProof/>
        </w:rPr>
        <w:t>=</w:t>
      </w:r>
      <w:r w:rsidR="003F741D">
        <w:rPr>
          <w:noProof/>
        </w:rPr>
        <w:t xml:space="preserve"> </w:t>
      </w:r>
      <w:r>
        <w:rPr>
          <w:noProof/>
        </w:rPr>
        <w:t>f(</w:t>
      </w:r>
      <w:r>
        <w:rPr>
          <w:rFonts w:eastAsiaTheme="minorHAnsi" w:cs="Arial"/>
        </w:rPr>
        <w:t>Ω) qu'il entraîne.</w:t>
      </w:r>
    </w:p>
    <w:p w14:paraId="2E647DDA" w14:textId="3FA811E6" w:rsidR="00CF5559" w:rsidRDefault="00CF5559" w:rsidP="00EB6EA2">
      <w:pPr>
        <w:rPr>
          <w:noProof/>
        </w:rPr>
      </w:pPr>
    </w:p>
    <w:p w14:paraId="603CE4F7" w14:textId="15B9EB09" w:rsidR="00CF5559" w:rsidRDefault="00CF5559" w:rsidP="00EB6EA2">
      <w:pPr>
        <w:rPr>
          <w:noProof/>
        </w:rPr>
      </w:pPr>
    </w:p>
    <w:p w14:paraId="1B28D098" w14:textId="5AA1A01D" w:rsidR="00CF5559" w:rsidRDefault="00CF5559" w:rsidP="00EB6EA2">
      <w:pPr>
        <w:rPr>
          <w:noProof/>
        </w:rPr>
      </w:pPr>
    </w:p>
    <w:p w14:paraId="07D70A2C" w14:textId="3C486C24" w:rsidR="00CF5559" w:rsidRDefault="00CF5559" w:rsidP="00EB6EA2">
      <w:pPr>
        <w:rPr>
          <w:noProof/>
        </w:rPr>
      </w:pPr>
    </w:p>
    <w:p w14:paraId="5FAE013D" w14:textId="4B2465AD" w:rsidR="00CF5559" w:rsidRDefault="00CF5559" w:rsidP="00EB6EA2">
      <w:pPr>
        <w:rPr>
          <w:noProof/>
        </w:rPr>
      </w:pPr>
    </w:p>
    <w:p w14:paraId="3D0BC470" w14:textId="412B75E7" w:rsidR="00CF5559" w:rsidRDefault="003F741D" w:rsidP="00EB6EA2">
      <w:pPr>
        <w:rPr>
          <w:rFonts w:eastAsiaTheme="minorHAnsi" w:cs="Arial"/>
        </w:rPr>
      </w:pPr>
      <w:r>
        <w:rPr>
          <w:noProof/>
        </w:rPr>
        <w:t>C</w:t>
      </w:r>
      <w:r w:rsidRPr="00FE4537">
        <w:rPr>
          <w:noProof/>
          <w:vertAlign w:val="subscript"/>
        </w:rPr>
        <w:t>m</w:t>
      </w:r>
      <w:r>
        <w:rPr>
          <w:noProof/>
        </w:rPr>
        <w:t xml:space="preserve"> – C</w:t>
      </w:r>
      <w:r w:rsidRPr="00FE4537">
        <w:rPr>
          <w:noProof/>
          <w:vertAlign w:val="subscript"/>
        </w:rPr>
        <w:t>r</w:t>
      </w:r>
      <w:r>
        <w:rPr>
          <w:noProof/>
          <w:vertAlign w:val="subscript"/>
        </w:rPr>
        <w:t xml:space="preserve"> </w:t>
      </w:r>
      <w:r w:rsidRPr="002E1A75">
        <w:rPr>
          <w:noProof/>
        </w:rPr>
        <w:t>=</w:t>
      </w:r>
      <w:r>
        <w:rPr>
          <w:noProof/>
        </w:rPr>
        <w:t xml:space="preserve"> J.d</w:t>
      </w:r>
      <w:r>
        <w:rPr>
          <w:rFonts w:eastAsiaTheme="minorHAnsi" w:cs="Arial"/>
        </w:rPr>
        <w:t>Ω/dt = 0</w:t>
      </w:r>
    </w:p>
    <w:p w14:paraId="3B1F772B" w14:textId="77777777" w:rsidR="003F741D" w:rsidRDefault="003F741D" w:rsidP="00EB6EA2">
      <w:pPr>
        <w:rPr>
          <w:rFonts w:eastAsiaTheme="minorHAnsi" w:cs="Arial"/>
        </w:rPr>
      </w:pPr>
    </w:p>
    <w:p w14:paraId="3B56EB1F" w14:textId="38DCA27D" w:rsidR="003F741D" w:rsidRDefault="003F741D" w:rsidP="00EB6EA2">
      <w:pPr>
        <w:rPr>
          <w:noProof/>
        </w:rPr>
      </w:pPr>
      <w:r w:rsidRPr="00796C19">
        <w:rPr>
          <w:b/>
          <w:noProof/>
          <w:color w:val="FF0000"/>
        </w:rPr>
        <w:t>C</w:t>
      </w:r>
      <w:r w:rsidRPr="00796C19">
        <w:rPr>
          <w:b/>
          <w:noProof/>
          <w:color w:val="FF0000"/>
          <w:vertAlign w:val="subscript"/>
        </w:rPr>
        <w:t>m</w:t>
      </w:r>
      <w:r w:rsidRPr="00796C19">
        <w:rPr>
          <w:b/>
          <w:noProof/>
          <w:color w:val="FF0000"/>
        </w:rPr>
        <w:t xml:space="preserve"> = C</w:t>
      </w:r>
      <w:r w:rsidRPr="00796C19">
        <w:rPr>
          <w:b/>
          <w:noProof/>
          <w:color w:val="FF0000"/>
          <w:vertAlign w:val="subscript"/>
        </w:rPr>
        <w:t>r</w:t>
      </w:r>
    </w:p>
    <w:p w14:paraId="077BBF74" w14:textId="341EAC0A" w:rsidR="00CF5559" w:rsidRDefault="00CF5559" w:rsidP="00EB6EA2">
      <w:pPr>
        <w:rPr>
          <w:noProof/>
        </w:rPr>
      </w:pPr>
    </w:p>
    <w:p w14:paraId="316C728C" w14:textId="696BB55C" w:rsidR="00CF5559" w:rsidRDefault="00CF5559" w:rsidP="00EB6EA2">
      <w:pPr>
        <w:rPr>
          <w:noProof/>
        </w:rPr>
      </w:pPr>
    </w:p>
    <w:p w14:paraId="2873418C" w14:textId="5C1C38B0" w:rsidR="00CF5559" w:rsidRDefault="00CF5559" w:rsidP="00EB6EA2">
      <w:pPr>
        <w:rPr>
          <w:noProof/>
        </w:rPr>
      </w:pPr>
    </w:p>
    <w:p w14:paraId="68A665C8" w14:textId="5E4035AB" w:rsidR="00CF5559" w:rsidRDefault="00CF5559" w:rsidP="00EB6EA2">
      <w:pPr>
        <w:rPr>
          <w:noProof/>
        </w:rPr>
      </w:pPr>
    </w:p>
    <w:p w14:paraId="529BA643" w14:textId="117D3F74" w:rsidR="00CF5559" w:rsidRDefault="00CF5559" w:rsidP="00EB6EA2">
      <w:pPr>
        <w:rPr>
          <w:noProof/>
        </w:rPr>
      </w:pPr>
    </w:p>
    <w:p w14:paraId="64DF97A3" w14:textId="77777777" w:rsidR="00B22C74" w:rsidRDefault="00B22C74" w:rsidP="00EB6EA2">
      <w:pPr>
        <w:rPr>
          <w:noProof/>
        </w:rPr>
      </w:pPr>
    </w:p>
    <w:p w14:paraId="384634CD" w14:textId="478F709A" w:rsidR="00CF5559" w:rsidRDefault="00B22C74" w:rsidP="00EB6EA2">
      <w:pPr>
        <w:rPr>
          <w:noProof/>
        </w:rPr>
      </w:pPr>
      <w:r>
        <w:rPr>
          <w:noProof/>
        </w:rPr>
        <w:t xml:space="preserve">La caractéristique mécanique </w:t>
      </w:r>
      <w:r>
        <w:rPr>
          <w:rFonts w:eastAsiaTheme="minorHAnsi" w:cs="Arial"/>
        </w:rPr>
        <w:t>C</w:t>
      </w:r>
      <w:r w:rsidRPr="00B50CD8">
        <w:rPr>
          <w:rFonts w:eastAsiaTheme="minorHAnsi" w:cs="Arial"/>
          <w:vertAlign w:val="subscript"/>
        </w:rPr>
        <w:t>r</w:t>
      </w:r>
      <w:r>
        <w:rPr>
          <w:rFonts w:eastAsiaTheme="minorHAnsi" w:cs="Arial"/>
          <w:vertAlign w:val="subscript"/>
        </w:rPr>
        <w:t xml:space="preserve"> </w:t>
      </w:r>
      <w:r>
        <w:rPr>
          <w:noProof/>
        </w:rPr>
        <w:t>= f(</w:t>
      </w:r>
      <w:r>
        <w:rPr>
          <w:rFonts w:eastAsiaTheme="minorHAnsi" w:cs="Arial"/>
        </w:rPr>
        <w:t>Ω) définit les besoins de la charge entrainée. Il existe essentiellement trois familles de caractéristique :</w:t>
      </w:r>
    </w:p>
    <w:p w14:paraId="78647BDA" w14:textId="56F89AA6" w:rsidR="00CF5559" w:rsidRDefault="00CF5559" w:rsidP="00EB6EA2">
      <w:pPr>
        <w:rPr>
          <w:noProof/>
        </w:rPr>
      </w:pPr>
    </w:p>
    <w:p w14:paraId="41F0632A" w14:textId="7CEA3230" w:rsidR="00CF5559" w:rsidRDefault="00C8744D" w:rsidP="00EB6EA2">
      <w:pPr>
        <w:rPr>
          <w:noProof/>
        </w:rPr>
      </w:pPr>
      <w:r>
        <w:rPr>
          <w:noProof/>
        </w:rPr>
        <w:drawing>
          <wp:inline distT="0" distB="0" distL="0" distR="0" wp14:anchorId="7CC2E7EA" wp14:editId="74630B42">
            <wp:extent cx="5941060" cy="1491222"/>
            <wp:effectExtent l="0" t="0" r="2540" b="7620"/>
            <wp:docPr id="482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1491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B9BDF1" w14:textId="77777777" w:rsidR="00C8744D" w:rsidRDefault="00C8744D" w:rsidP="00EB6EA2">
      <w:pPr>
        <w:rPr>
          <w:noProof/>
        </w:rPr>
      </w:pPr>
    </w:p>
    <w:p w14:paraId="4D955C37" w14:textId="64E9F28C" w:rsidR="00C8744D" w:rsidRDefault="00C8744D" w:rsidP="00C8744D">
      <w:pPr>
        <w:pStyle w:val="Titre3"/>
      </w:pPr>
      <w:r>
        <w:t>Régime transitoire</w:t>
      </w:r>
    </w:p>
    <w:p w14:paraId="2E52D4E4" w14:textId="485CDF1F" w:rsidR="00C8744D" w:rsidRDefault="00C8744D" w:rsidP="00C8744D">
      <w:pPr>
        <w:pStyle w:val="Titre3"/>
        <w:numPr>
          <w:ilvl w:val="0"/>
          <w:numId w:val="1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011C8880" wp14:editId="16B3DE50">
                <wp:simplePos x="0" y="0"/>
                <wp:positionH relativeFrom="column">
                  <wp:posOffset>3691890</wp:posOffset>
                </wp:positionH>
                <wp:positionV relativeFrom="paragraph">
                  <wp:posOffset>292100</wp:posOffset>
                </wp:positionV>
                <wp:extent cx="1954530" cy="579120"/>
                <wp:effectExtent l="0" t="0" r="26670" b="30480"/>
                <wp:wrapSquare wrapText="bothSides"/>
                <wp:docPr id="483" name="Zone de texte 4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4530" cy="57912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1F9F54" w14:textId="77777777" w:rsidR="0026367A" w:rsidRPr="0094441F" w:rsidRDefault="0026367A" w:rsidP="00C8744D">
                            <w:pPr>
                              <w:rPr>
                                <w:sz w:val="24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U=E+R.i(t)+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Ldi(t)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dt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C8880" id="Zone de texte 483" o:spid="_x0000_s1189" type="#_x0000_t202" style="position:absolute;left:0;text-align:left;margin-left:290.7pt;margin-top:23pt;width:153.9pt;height:45.6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" fillcolor="white [3201]" strokecolor="#c0504d [3205]" strokeweight="2pt">
                <v:textbox>
                  <w:txbxContent>
                    <w:p w14:paraId="3C1F9F54" w14:textId="77777777" w:rsidR="0026367A" w:rsidRPr="0094441F" w:rsidRDefault="0026367A" w:rsidP="00C8744D">
                      <w:pPr>
                        <w:rPr>
                          <w:sz w:val="24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4"/>
                            </w:rPr>
                            <m:t>U=E+R.i(t)+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Ldi(t)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dt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>
        <w:t>Régime transitoire électrique</w:t>
      </w:r>
    </w:p>
    <w:p w14:paraId="745B80DF" w14:textId="57EA08B5" w:rsidR="00C8744D" w:rsidRDefault="00C8744D" w:rsidP="00C8744D"/>
    <w:p w14:paraId="756BE837" w14:textId="4895C602" w:rsidR="00C8744D" w:rsidRPr="00C8744D" w:rsidRDefault="00C8744D" w:rsidP="00C8744D">
      <w:r>
        <w:t xml:space="preserve">Ce régime transitoire est décrit par l'équation différentielle : </w:t>
      </w:r>
    </w:p>
    <w:p w14:paraId="1491481C" w14:textId="33E18B1A" w:rsidR="00C8744D" w:rsidRPr="00C8744D" w:rsidRDefault="00C8744D" w:rsidP="00C8744D"/>
    <w:p w14:paraId="7730E09D" w14:textId="3BBD7103" w:rsidR="00C8744D" w:rsidRDefault="00C8744D" w:rsidP="00EB6EA2">
      <w:pPr>
        <w:rPr>
          <w:rFonts w:eastAsiaTheme="minorHAnsi" w:cs="Arial"/>
        </w:rPr>
      </w:pPr>
      <w:r>
        <w:t>Avec : E = K.</w:t>
      </w:r>
      <w:r>
        <w:rPr>
          <w:rFonts w:eastAsiaTheme="minorHAnsi" w:cs="Arial"/>
        </w:rPr>
        <w:t>Ω</w:t>
      </w:r>
    </w:p>
    <w:p w14:paraId="6F799139" w14:textId="6DA54758" w:rsidR="00C8744D" w:rsidRDefault="00C8744D" w:rsidP="00EB6EA2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13008A58" wp14:editId="0D6455F1">
                <wp:simplePos x="0" y="0"/>
                <wp:positionH relativeFrom="column">
                  <wp:posOffset>1158240</wp:posOffset>
                </wp:positionH>
                <wp:positionV relativeFrom="paragraph">
                  <wp:posOffset>46990</wp:posOffset>
                </wp:positionV>
                <wp:extent cx="2244090" cy="579120"/>
                <wp:effectExtent l="0" t="0" r="16510" b="30480"/>
                <wp:wrapSquare wrapText="bothSides"/>
                <wp:docPr id="484" name="Zone de texte 4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4090" cy="57912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D531A5" w14:textId="21887A95" w:rsidR="0026367A" w:rsidRPr="0094441F" w:rsidRDefault="0026367A" w:rsidP="00C8744D">
                            <w:pPr>
                              <w:rPr>
                                <w:sz w:val="24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U-K.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4"/>
                                  </w:rPr>
                                  <m:t>Ω</m:t>
                                </m:r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=R.i(t)+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Ldi(t)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dt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008A58" id="Zone de texte 484" o:spid="_x0000_s1190" type="#_x0000_t202" style="position:absolute;margin-left:91.2pt;margin-top:3.7pt;width:176.7pt;height:45.6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" fillcolor="white [3201]" strokecolor="#c0504d [3205]" strokeweight="2pt">
                <v:textbox>
                  <w:txbxContent>
                    <w:p w14:paraId="28D531A5" w14:textId="21887A95" w:rsidR="0026367A" w:rsidRPr="0094441F" w:rsidRDefault="0026367A" w:rsidP="00C8744D">
                      <w:pPr>
                        <w:rPr>
                          <w:sz w:val="24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4"/>
                            </w:rPr>
                            <m:t>U-K.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</w:rPr>
                            <m:t>Ω</m:t>
                          </m:r>
                          <m:r>
                            <w:rPr>
                              <w:rFonts w:ascii="Cambria Math" w:hAnsi="Cambria Math"/>
                              <w:sz w:val="24"/>
                            </w:rPr>
                            <m:t>=R.i(t)+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Ldi(t)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dt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eastAsiaTheme="minorHAnsi" w:cs="Arial"/>
        </w:rPr>
        <w:t>On a :</w:t>
      </w:r>
    </w:p>
    <w:p w14:paraId="32715751" w14:textId="4B5AE2FD" w:rsidR="00CF5559" w:rsidRDefault="00CF5559" w:rsidP="00EB6EA2">
      <w:pPr>
        <w:rPr>
          <w:noProof/>
        </w:rPr>
      </w:pPr>
    </w:p>
    <w:p w14:paraId="412F9425" w14:textId="701C986F" w:rsidR="00CF5559" w:rsidRDefault="00CF5559" w:rsidP="00EB6EA2">
      <w:pPr>
        <w:rPr>
          <w:noProof/>
        </w:rPr>
      </w:pPr>
    </w:p>
    <w:p w14:paraId="5953217D" w14:textId="0EE94F05" w:rsidR="00CF5559" w:rsidRDefault="00CF5559" w:rsidP="00EB6EA2">
      <w:pPr>
        <w:rPr>
          <w:noProof/>
        </w:rPr>
      </w:pPr>
    </w:p>
    <w:p w14:paraId="1C64B4EC" w14:textId="44723247" w:rsidR="00CF5559" w:rsidRDefault="00CF5559" w:rsidP="00EB6EA2">
      <w:pPr>
        <w:rPr>
          <w:noProof/>
        </w:rPr>
      </w:pPr>
      <w:bookmarkStart w:id="0" w:name="_GoBack"/>
      <w:bookmarkEnd w:id="0"/>
    </w:p>
    <w:p w14:paraId="5E7D7C1A" w14:textId="18CC267B" w:rsidR="00CF5559" w:rsidRDefault="00CB1C70" w:rsidP="00CB1C70">
      <w:pPr>
        <w:pStyle w:val="Titre3"/>
        <w:numPr>
          <w:ilvl w:val="0"/>
          <w:numId w:val="11"/>
        </w:numPr>
      </w:pPr>
      <w:r>
        <w:t>Régime transitoire mécanique</w:t>
      </w:r>
    </w:p>
    <w:p w14:paraId="55BEEE63" w14:textId="6EB5AB78" w:rsidR="00CB1C70" w:rsidRDefault="00CB1C70" w:rsidP="00CB1C70"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0A172A62" wp14:editId="5D41BED6">
                <wp:simplePos x="0" y="0"/>
                <wp:positionH relativeFrom="column">
                  <wp:posOffset>4161790</wp:posOffset>
                </wp:positionH>
                <wp:positionV relativeFrom="paragraph">
                  <wp:posOffset>79375</wp:posOffset>
                </wp:positionV>
                <wp:extent cx="1701165" cy="506730"/>
                <wp:effectExtent l="0" t="0" r="26035" b="26670"/>
                <wp:wrapSquare wrapText="bothSides"/>
                <wp:docPr id="485" name="Zone de texte 4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1165" cy="50673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8490F8" w14:textId="2AD8D3E0" w:rsidR="0026367A" w:rsidRDefault="0026367A" w:rsidP="00CB1C70"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noProof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em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noProof/>
                                    <w:sz w:val="22"/>
                                    <w:szCs w:val="22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noProof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p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noProof/>
                                    <w:sz w:val="22"/>
                                    <w:szCs w:val="22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noProof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r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noProof/>
                                    <w:sz w:val="22"/>
                                    <w:szCs w:val="22"/>
                                  </w:rPr>
                                  <m:t>=J.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noProof/>
                                        <w:sz w:val="22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d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Ω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dt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A172A62" id="Zone de texte 485" o:spid="_x0000_s1191" type="#_x0000_t202" style="position:absolute;margin-left:327.7pt;margin-top:6.25pt;width:133.95pt;height:39.9pt;z-index:251852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" fillcolor="white [3201]" strokecolor="#c0504d [3205]" strokeweight="2pt">
                <v:textbox>
                  <w:txbxContent>
                    <w:p w14:paraId="7B8490F8" w14:textId="2AD8D3E0" w:rsidR="0026367A" w:rsidRDefault="0026367A" w:rsidP="00CB1C70"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em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p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r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=J.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d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Ω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dt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AED0057" w14:textId="1EECCE2C" w:rsidR="00CB1C70" w:rsidRPr="00CB1C70" w:rsidRDefault="00CB1C70" w:rsidP="00CB1C70">
      <w:r>
        <w:t xml:space="preserve">Sans négliger le couple de pertes, l'équation de la dynamique s'écrit : </w:t>
      </w:r>
    </w:p>
    <w:p w14:paraId="0F0EDE65" w14:textId="32EA182E" w:rsidR="00CF5559" w:rsidRDefault="00CF5559" w:rsidP="00EB6EA2">
      <w:pPr>
        <w:rPr>
          <w:noProof/>
        </w:rPr>
      </w:pPr>
    </w:p>
    <w:p w14:paraId="48768037" w14:textId="71EB9D55" w:rsidR="00CF5559" w:rsidRDefault="00CF5559" w:rsidP="00EB6EA2">
      <w:pPr>
        <w:rPr>
          <w:noProof/>
        </w:rPr>
      </w:pPr>
    </w:p>
    <w:p w14:paraId="23ADA10A" w14:textId="77777777" w:rsidR="00CE66BB" w:rsidRDefault="00CE66BB" w:rsidP="00EB6EA2">
      <w:pPr>
        <w:rPr>
          <w:noProof/>
        </w:rPr>
      </w:pPr>
    </w:p>
    <w:p w14:paraId="77C7DEC0" w14:textId="3B386D69" w:rsidR="007C13D6" w:rsidRDefault="007C13D6" w:rsidP="00EB6EA2">
      <w:pPr>
        <w:rPr>
          <w:noProof/>
        </w:rPr>
      </w:pPr>
    </w:p>
    <w:p w14:paraId="05218850" w14:textId="4A2E5768" w:rsidR="00CF5559" w:rsidRDefault="007C13D6" w:rsidP="00EB6EA2">
      <w:pPr>
        <w:rPr>
          <w:noProof/>
        </w:rPr>
      </w:pPr>
      <w:r>
        <w:rPr>
          <w:noProof/>
        </w:rPr>
        <w:t>Pour évaluer le couple de pertes C</w:t>
      </w:r>
      <w:r w:rsidRPr="007C13D6">
        <w:rPr>
          <w:noProof/>
          <w:vertAlign w:val="subscript"/>
        </w:rPr>
        <w:t>p</w:t>
      </w:r>
      <w:r>
        <w:rPr>
          <w:noProof/>
        </w:rPr>
        <w:t>, on fait un essai à vide. C</w:t>
      </w:r>
      <w:r w:rsidRPr="007C13D6">
        <w:rPr>
          <w:noProof/>
          <w:vertAlign w:val="subscript"/>
        </w:rPr>
        <w:t>r</w:t>
      </w:r>
      <w:r>
        <w:rPr>
          <w:noProof/>
        </w:rPr>
        <w:t xml:space="preserve"> et C</w:t>
      </w:r>
      <w:r w:rsidRPr="007C13D6">
        <w:rPr>
          <w:noProof/>
          <w:vertAlign w:val="subscript"/>
        </w:rPr>
        <w:t>u</w:t>
      </w:r>
      <w:r>
        <w:rPr>
          <w:noProof/>
        </w:rPr>
        <w:t xml:space="preserve"> sont nuls. Le couple de pertes est la somme :</w:t>
      </w:r>
    </w:p>
    <w:p w14:paraId="3ACFCC86" w14:textId="6EDC06B9" w:rsidR="007C13D6" w:rsidRDefault="00CE66BB" w:rsidP="007C13D6">
      <w:pPr>
        <w:pStyle w:val="Pardeliste"/>
        <w:numPr>
          <w:ilvl w:val="0"/>
          <w:numId w:val="7"/>
        </w:num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6FC64D1F" wp14:editId="3E43121A">
                <wp:simplePos x="0" y="0"/>
                <wp:positionH relativeFrom="column">
                  <wp:posOffset>4415790</wp:posOffset>
                </wp:positionH>
                <wp:positionV relativeFrom="paragraph">
                  <wp:posOffset>2540</wp:posOffset>
                </wp:positionV>
                <wp:extent cx="1809750" cy="398145"/>
                <wp:effectExtent l="0" t="0" r="19050" b="33655"/>
                <wp:wrapSquare wrapText="bothSides"/>
                <wp:docPr id="486" name="Zone de texte 4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398145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5453AB" w14:textId="608F73D2" w:rsidR="0026367A" w:rsidRDefault="0026367A" w:rsidP="007C13D6"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noProof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p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noProof/>
                                    <w:sz w:val="22"/>
                                    <w:szCs w:val="22"/>
                                  </w:rPr>
                                  <m:t>=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noProof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fs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noProof/>
                                    <w:sz w:val="22"/>
                                    <w:szCs w:val="22"/>
                                  </w:rPr>
                                  <m:t>+f.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noProof/>
                                    <w:sz w:val="22"/>
                                    <w:szCs w:val="22"/>
                                  </w:rPr>
                                  <m:t>Ω</m:t>
                                </m:r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≈</m:t>
                                </m:r>
                                <m:r>
                                  <w:rPr>
                                    <w:rFonts w:ascii="Cambria Math" w:hAnsi="Cambria Math"/>
                                    <w:noProof/>
                                    <w:sz w:val="22"/>
                                    <w:szCs w:val="22"/>
                                  </w:rPr>
                                  <m:t>f.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noProof/>
                                    <w:sz w:val="22"/>
                                    <w:szCs w:val="22"/>
                                  </w:rPr>
                                  <m:t>Ω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C64D1F" id="Zone de texte 486" o:spid="_x0000_s1192" type="#_x0000_t202" style="position:absolute;left:0;text-align:left;margin-left:347.7pt;margin-top:.2pt;width:142.5pt;height:31.3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" fillcolor="white [3201]" strokecolor="#c0504d [3205]" strokeweight="2pt">
                <v:textbox>
                  <w:txbxContent>
                    <w:p w14:paraId="5D5453AB" w14:textId="608F73D2" w:rsidR="0026367A" w:rsidRDefault="0026367A" w:rsidP="007C13D6"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p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=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fs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+f.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Ω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f.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Ω</m:t>
                          </m:r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 w:rsidR="007C13D6">
        <w:rPr>
          <w:noProof/>
        </w:rPr>
        <w:t>d'un couple de frottement sec C</w:t>
      </w:r>
      <w:r w:rsidR="007C13D6" w:rsidRPr="007C13D6">
        <w:rPr>
          <w:noProof/>
          <w:vertAlign w:val="subscript"/>
        </w:rPr>
        <w:t>fs</w:t>
      </w:r>
      <w:r w:rsidR="007C13D6">
        <w:rPr>
          <w:noProof/>
        </w:rPr>
        <w:t xml:space="preserve"> contant, ce terme est en général négligé</w:t>
      </w:r>
    </w:p>
    <w:p w14:paraId="23D26621" w14:textId="3A06718D" w:rsidR="007C13D6" w:rsidRDefault="007C13D6" w:rsidP="007C13D6">
      <w:pPr>
        <w:pStyle w:val="Pardeliste"/>
        <w:numPr>
          <w:ilvl w:val="0"/>
          <w:numId w:val="7"/>
        </w:numPr>
        <w:rPr>
          <w:noProof/>
        </w:rPr>
      </w:pPr>
      <w:r>
        <w:rPr>
          <w:noProof/>
        </w:rPr>
        <w:t>d'un couple de frottement visqueux proportionnel à la vitesse , avec un coefficient " f " appelé "constante de frottement visqueux"</w:t>
      </w:r>
    </w:p>
    <w:p w14:paraId="4026ABA6" w14:textId="243F02F8" w:rsidR="00464686" w:rsidRDefault="00CE66BB" w:rsidP="00EB6EA2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11C68308" wp14:editId="2E1A3AAD">
                <wp:simplePos x="0" y="0"/>
                <wp:positionH relativeFrom="column">
                  <wp:posOffset>4415790</wp:posOffset>
                </wp:positionH>
                <wp:positionV relativeFrom="paragraph">
                  <wp:posOffset>-2540</wp:posOffset>
                </wp:positionV>
                <wp:extent cx="1701165" cy="506730"/>
                <wp:effectExtent l="0" t="0" r="26035" b="26670"/>
                <wp:wrapSquare wrapText="bothSides"/>
                <wp:docPr id="487" name="Zone de texte 4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1165" cy="50673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641F5C" w14:textId="4DFD70EF" w:rsidR="0026367A" w:rsidRDefault="0026367A" w:rsidP="009E3C91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noProof/>
                                    <w:sz w:val="22"/>
                                    <w:szCs w:val="22"/>
                                  </w:rPr>
                                  <m:t>K.i-f.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noProof/>
                                    <w:sz w:val="22"/>
                                    <w:szCs w:val="22"/>
                                  </w:rPr>
                                  <m:t>Ω</m:t>
                                </m:r>
                                <m:r>
                                  <w:rPr>
                                    <w:rFonts w:ascii="Cambria Math" w:hAnsi="Cambria Math"/>
                                    <w:noProof/>
                                    <w:sz w:val="22"/>
                                    <w:szCs w:val="22"/>
                                  </w:rPr>
                                  <m:t>=J.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noProof/>
                                        <w:sz w:val="22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d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Ω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dt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C68308" id="Zone de texte 487" o:spid="_x0000_s1193" type="#_x0000_t202" style="position:absolute;margin-left:347.7pt;margin-top:-.15pt;width:133.95pt;height:39.9pt;z-index:251856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" fillcolor="white [3201]" strokecolor="#c0504d [3205]" strokeweight="2pt">
                <v:textbox>
                  <w:txbxContent>
                    <w:p w14:paraId="06641F5C" w14:textId="4DFD70EF" w:rsidR="0026367A" w:rsidRDefault="0026367A" w:rsidP="009E3C91">
                      <m:oMathPara>
                        <m:oMath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K.i-f.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Ω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=J.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d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Ω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dt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2771FBB" w14:textId="72EB9D3B" w:rsidR="00CF5559" w:rsidRDefault="009E3C91" w:rsidP="00EB6EA2">
      <w:pPr>
        <w:rPr>
          <w:noProof/>
        </w:rPr>
      </w:pPr>
      <w:r>
        <w:rPr>
          <w:noProof/>
        </w:rPr>
        <w:t xml:space="preserve">On peut alors mettre la relation précédente sous la forme </w:t>
      </w:r>
      <w:r w:rsidR="00464686">
        <w:rPr>
          <w:noProof/>
        </w:rPr>
        <w:t xml:space="preserve">(valable à vide seulement) </w:t>
      </w:r>
      <w:r>
        <w:rPr>
          <w:noProof/>
        </w:rPr>
        <w:t>:</w:t>
      </w:r>
    </w:p>
    <w:p w14:paraId="442C14E9" w14:textId="77777777" w:rsidR="009E3C91" w:rsidRDefault="009E3C91" w:rsidP="00EB6EA2">
      <w:pPr>
        <w:rPr>
          <w:noProof/>
        </w:rPr>
      </w:pPr>
    </w:p>
    <w:p w14:paraId="0E985E3E" w14:textId="3A8E4C8A" w:rsidR="009E3C91" w:rsidRDefault="009E3C91" w:rsidP="00EB6EA2">
      <w:pPr>
        <w:rPr>
          <w:noProof/>
        </w:rPr>
      </w:pPr>
    </w:p>
    <w:p w14:paraId="0C6662A0" w14:textId="689F4E04" w:rsidR="00464686" w:rsidRDefault="00464686" w:rsidP="00464686">
      <w:pPr>
        <w:pStyle w:val="Titre3"/>
        <w:numPr>
          <w:ilvl w:val="0"/>
          <w:numId w:val="11"/>
        </w:numPr>
      </w:pPr>
      <w:r>
        <w:t>Cas particulier du démarrage</w:t>
      </w:r>
    </w:p>
    <w:p w14:paraId="3F59CC60" w14:textId="6118823A" w:rsidR="00CF5559" w:rsidRDefault="00CF5559" w:rsidP="00EB6EA2">
      <w:pPr>
        <w:rPr>
          <w:noProof/>
        </w:rPr>
      </w:pPr>
    </w:p>
    <w:p w14:paraId="338D6529" w14:textId="7607218A" w:rsidR="009E3C91" w:rsidRDefault="00143E6F" w:rsidP="00143E6F">
      <w:pPr>
        <w:rPr>
          <w:noProof/>
        </w:rPr>
      </w:pPr>
      <w:r>
        <w:rPr>
          <w:noProof/>
        </w:rPr>
        <w:t>La vitesse est nulle, donc E aussi, d'où I</w:t>
      </w:r>
      <w:r w:rsidRPr="00143E6F">
        <w:rPr>
          <w:noProof/>
          <w:vertAlign w:val="subscript"/>
        </w:rPr>
        <w:t>d</w:t>
      </w:r>
      <w:r>
        <w:rPr>
          <w:noProof/>
        </w:rPr>
        <w:t xml:space="preserve"> = U/R important car R faible. La conséquance est une pointe de courant.</w:t>
      </w:r>
    </w:p>
    <w:p w14:paraId="4CE3351D" w14:textId="3660ABA3" w:rsidR="00143E6F" w:rsidRDefault="00143E6F" w:rsidP="00143E6F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4E0F34A3" wp14:editId="3F49C069">
                <wp:simplePos x="0" y="0"/>
                <wp:positionH relativeFrom="column">
                  <wp:posOffset>579120</wp:posOffset>
                </wp:positionH>
                <wp:positionV relativeFrom="paragraph">
                  <wp:posOffset>8890</wp:posOffset>
                </wp:positionV>
                <wp:extent cx="1701165" cy="506730"/>
                <wp:effectExtent l="0" t="0" r="26035" b="26670"/>
                <wp:wrapSquare wrapText="bothSides"/>
                <wp:docPr id="515" name="Zone de texte 5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1165" cy="50673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BC63BC" w14:textId="3A7D87EE" w:rsidR="0026367A" w:rsidRDefault="0026367A" w:rsidP="00143E6F"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noProof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ud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noProof/>
                                    <w:sz w:val="22"/>
                                    <w:szCs w:val="22"/>
                                  </w:rPr>
                                  <m:t>=K.(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noProof/>
                                        <w:sz w:val="22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U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R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noProof/>
                                    <w:sz w:val="22"/>
                                    <w:szCs w:val="22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I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0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noProof/>
                                    <w:sz w:val="22"/>
                                    <w:szCs w:val="22"/>
                                  </w:rPr>
                                  <m:t>)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E0F34A3" id="Zone de texte 515" o:spid="_x0000_s1194" type="#_x0000_t202" style="position:absolute;margin-left:45.6pt;margin-top:.7pt;width:133.95pt;height:39.9pt;z-index:251860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" fillcolor="white [3201]" strokecolor="#c0504d [3205]" strokeweight="2pt">
                <v:textbox>
                  <w:txbxContent>
                    <w:p w14:paraId="55BC63BC" w14:textId="3A7D87EE" w:rsidR="0026367A" w:rsidRDefault="0026367A" w:rsidP="00143E6F"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ud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=K.(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U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R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I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0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)</m:t>
                          </m:r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426C8BD" w14:textId="08211954" w:rsidR="00143E6F" w:rsidRDefault="00143E6F" w:rsidP="00143E6F">
      <w:pPr>
        <w:rPr>
          <w:noProof/>
        </w:rPr>
      </w:pPr>
      <w:r>
        <w:rPr>
          <w:noProof/>
        </w:rPr>
        <w:t xml:space="preserve">Alors : </w:t>
      </w:r>
    </w:p>
    <w:p w14:paraId="79A9645D" w14:textId="33A90702" w:rsidR="009E3C91" w:rsidRDefault="009E3C91" w:rsidP="009E3C91">
      <w:pPr>
        <w:rPr>
          <w:noProof/>
        </w:rPr>
      </w:pPr>
    </w:p>
    <w:p w14:paraId="73DC4494" w14:textId="2DD08062" w:rsidR="00143E6F" w:rsidRDefault="00143E6F" w:rsidP="00464686">
      <w:pPr>
        <w:rPr>
          <w:noProof/>
        </w:rPr>
      </w:pPr>
    </w:p>
    <w:p w14:paraId="643FC7E4" w14:textId="601F36F2" w:rsidR="00143E6F" w:rsidRDefault="00143E6F" w:rsidP="00464686">
      <w:pPr>
        <w:rPr>
          <w:noProof/>
        </w:rPr>
      </w:pPr>
      <w:r>
        <w:rPr>
          <w:noProof/>
        </w:rPr>
        <w:t>Avec C</w:t>
      </w:r>
      <w:r w:rsidRPr="00143E6F">
        <w:rPr>
          <w:noProof/>
          <w:vertAlign w:val="subscript"/>
        </w:rPr>
        <w:t>ud</w:t>
      </w:r>
      <w:r>
        <w:rPr>
          <w:noProof/>
        </w:rPr>
        <w:t xml:space="preserve"> élevé, ce qui est un avantage pour démarrer.</w:t>
      </w:r>
    </w:p>
    <w:p w14:paraId="7DE465D8" w14:textId="21F26AD2" w:rsidR="00143E6F" w:rsidRDefault="00143E6F" w:rsidP="00464686">
      <w:pPr>
        <w:rPr>
          <w:noProof/>
        </w:rPr>
      </w:pPr>
    </w:p>
    <w:p w14:paraId="7305CA16" w14:textId="39800840" w:rsidR="00464686" w:rsidRDefault="00464686" w:rsidP="00464686">
      <w:pPr>
        <w:rPr>
          <w:noProof/>
        </w:rPr>
      </w:pPr>
      <w:r>
        <w:rPr>
          <w:noProof/>
        </w:rPr>
        <w:t xml:space="preserve">Le moteur peut supporter cette intensité ou il est nécessaire de mettre en place des dispositifs pour ne pas </w:t>
      </w:r>
      <w:r w:rsidR="00CE66BB">
        <w:rPr>
          <w:noProof/>
        </w:rPr>
        <w:t>l'</w:t>
      </w:r>
      <w:r>
        <w:rPr>
          <w:noProof/>
        </w:rPr>
        <w:t>endommager. Une rampe de démarrage progressive est un exemple.</w:t>
      </w:r>
    </w:p>
    <w:p w14:paraId="2708CBD9" w14:textId="7C536A7E" w:rsidR="009E3C91" w:rsidRDefault="009E3C91" w:rsidP="009E3C91">
      <w:pPr>
        <w:rPr>
          <w:noProof/>
        </w:rPr>
      </w:pPr>
    </w:p>
    <w:p w14:paraId="122DDAF4" w14:textId="21CD4279" w:rsidR="00464686" w:rsidRDefault="00464686" w:rsidP="009E3C91">
      <w:pPr>
        <w:rPr>
          <w:noProof/>
        </w:rPr>
      </w:pPr>
    </w:p>
    <w:p w14:paraId="727C47E2" w14:textId="0B0F3FCE" w:rsidR="009E3C91" w:rsidRDefault="009E3C91" w:rsidP="009E3C91">
      <w:pPr>
        <w:jc w:val="right"/>
        <w:rPr>
          <w:noProof/>
        </w:rPr>
      </w:pPr>
    </w:p>
    <w:p w14:paraId="3CE12CD7" w14:textId="2B62FF43" w:rsidR="00CF5559" w:rsidRDefault="00464686" w:rsidP="00464686">
      <w:pPr>
        <w:pStyle w:val="Niv1"/>
        <w:rPr>
          <w:noProof/>
        </w:rPr>
      </w:pPr>
      <w:r>
        <w:rPr>
          <w:noProof/>
        </w:rPr>
        <w:t>Variation de la vitesse de rotation à régime établi</w:t>
      </w:r>
      <w:r w:rsidR="00B7042D">
        <w:rPr>
          <w:noProof/>
        </w:rPr>
        <w:t> :</w:t>
      </w:r>
    </w:p>
    <w:p w14:paraId="12971DF9" w14:textId="4FF0288D" w:rsidR="0011105B" w:rsidRDefault="0011105B" w:rsidP="00EB6EA2"/>
    <w:p w14:paraId="04932279" w14:textId="08276FEB" w:rsidR="00B36A79" w:rsidRDefault="00143E6F" w:rsidP="00EB6EA2">
      <w:pPr>
        <w:rPr>
          <w:rFonts w:eastAsiaTheme="minorHAnsi" w:cs="Arial"/>
        </w:rPr>
      </w:pPr>
      <w:r>
        <w:t xml:space="preserve">Pour faire varier la vitesse </w:t>
      </w:r>
      <w:r w:rsidR="0049208A">
        <w:rPr>
          <w:rFonts w:eastAsiaTheme="minorHAnsi" w:cs="Arial"/>
        </w:rPr>
        <w:t>Ω d'un moteur à aimant permanent, on ne peut agir que sur une grandeur : la tension U de l'induit.</w:t>
      </w:r>
    </w:p>
    <w:p w14:paraId="64939BB7" w14:textId="44F07578" w:rsidR="0049208A" w:rsidRDefault="0049208A" w:rsidP="00EB6EA2">
      <w:r>
        <w:rPr>
          <w:rFonts w:eastAsiaTheme="minorHAnsi" w:cs="Arial"/>
        </w:rPr>
        <w:t>En supposant la charge constante, le terme R.I ne change pas, donc E varie, donc la vitesse de rotation varie aussi. La puissance varie mais le couple reste constant. On dit que l'on fait de la variation de vitesse à couple constant.</w:t>
      </w:r>
    </w:p>
    <w:p w14:paraId="71683C1A" w14:textId="1C2FA9F2" w:rsidR="008E1398" w:rsidRDefault="008E1398" w:rsidP="00EB6EA2"/>
    <w:p w14:paraId="265D9630" w14:textId="4BE6A2BE" w:rsidR="008E1398" w:rsidRDefault="007F1E2D" w:rsidP="00EB6EA2">
      <w:r>
        <w:rPr>
          <w:noProof/>
        </w:rPr>
        <mc:AlternateContent>
          <mc:Choice Requires="wpg">
            <w:drawing>
              <wp:anchor distT="0" distB="0" distL="114300" distR="114300" simplePos="0" relativeHeight="251876352" behindDoc="0" locked="0" layoutInCell="1" allowOverlap="1" wp14:anchorId="7D4D1015" wp14:editId="0B675384">
                <wp:simplePos x="0" y="0"/>
                <wp:positionH relativeFrom="column">
                  <wp:posOffset>3221355</wp:posOffset>
                </wp:positionH>
                <wp:positionV relativeFrom="paragraph">
                  <wp:posOffset>5715</wp:posOffset>
                </wp:positionV>
                <wp:extent cx="2481580" cy="1934210"/>
                <wp:effectExtent l="0" t="0" r="7620" b="0"/>
                <wp:wrapThrough wrapText="bothSides">
                  <wp:wrapPolygon edited="0">
                    <wp:start x="2653" y="0"/>
                    <wp:lineTo x="221" y="4822"/>
                    <wp:lineTo x="221" y="5957"/>
                    <wp:lineTo x="2211" y="9360"/>
                    <wp:lineTo x="2874" y="18437"/>
                    <wp:lineTo x="1990" y="19005"/>
                    <wp:lineTo x="2653" y="20139"/>
                    <wp:lineTo x="5527" y="21274"/>
                    <wp:lineTo x="15476" y="21274"/>
                    <wp:lineTo x="16581" y="20990"/>
                    <wp:lineTo x="21224" y="19005"/>
                    <wp:lineTo x="21445" y="17303"/>
                    <wp:lineTo x="20561" y="16735"/>
                    <wp:lineTo x="12823" y="13899"/>
                    <wp:lineTo x="14371" y="13899"/>
                    <wp:lineTo x="16360" y="11346"/>
                    <wp:lineTo x="16581" y="5957"/>
                    <wp:lineTo x="15255" y="5673"/>
                    <wp:lineTo x="4201" y="4822"/>
                    <wp:lineTo x="5085" y="1418"/>
                    <wp:lineTo x="5085" y="0"/>
                    <wp:lineTo x="2653" y="0"/>
                  </wp:wrapPolygon>
                </wp:wrapThrough>
                <wp:docPr id="452" name="Grouper 4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1580" cy="1934210"/>
                          <a:chOff x="0" y="0"/>
                          <a:chExt cx="2481580" cy="1934210"/>
                        </a:xfrm>
                      </wpg:grpSpPr>
                      <wps:wsp>
                        <wps:cNvPr id="520" name="Connecteur droit 520"/>
                        <wps:cNvCnPr/>
                        <wps:spPr>
                          <a:xfrm>
                            <a:off x="785194" y="1017303"/>
                            <a:ext cx="0" cy="680720"/>
                          </a:xfrm>
                          <a:prstGeom prst="line">
                            <a:avLst/>
                          </a:prstGeom>
                          <a:ln w="12700" cmpd="sng">
                            <a:solidFill>
                              <a:srgbClr val="000000"/>
                            </a:solidFill>
                            <a:prstDash val="sysDash"/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1" name="Ellipse 521"/>
                        <wps:cNvSpPr/>
                        <wps:spPr>
                          <a:xfrm>
                            <a:off x="749634" y="981108"/>
                            <a:ext cx="71755" cy="72390"/>
                          </a:xfrm>
                          <a:prstGeom prst="ellipse">
                            <a:avLst/>
                          </a:prstGeom>
                          <a:effectLst/>
                        </wps:spPr>
                        <wps:style>
                          <a:lnRef idx="1">
                            <a:schemeClr val="dk1"/>
                          </a:lnRef>
                          <a:fillRef idx="3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9" name="Grouper 29"/>
                        <wpg:cNvGrpSpPr/>
                        <wpg:grpSpPr>
                          <a:xfrm>
                            <a:off x="0" y="0"/>
                            <a:ext cx="2481580" cy="1934210"/>
                            <a:chOff x="0" y="0"/>
                            <a:chExt cx="2481580" cy="1934210"/>
                          </a:xfrm>
                        </wpg:grpSpPr>
                        <wpg:grpSp>
                          <wpg:cNvPr id="488" name="Grouper 488"/>
                          <wpg:cNvGrpSpPr/>
                          <wpg:grpSpPr>
                            <a:xfrm>
                              <a:off x="0" y="0"/>
                              <a:ext cx="2481580" cy="1934210"/>
                              <a:chOff x="0" y="0"/>
                              <a:chExt cx="2481580" cy="1934210"/>
                            </a:xfrm>
                          </wpg:grpSpPr>
                          <wpg:grpSp>
                            <wpg:cNvPr id="490" name="Grouper 490"/>
                            <wpg:cNvGrpSpPr/>
                            <wpg:grpSpPr>
                              <a:xfrm>
                                <a:off x="0" y="0"/>
                                <a:ext cx="2481580" cy="1934210"/>
                                <a:chOff x="0" y="0"/>
                                <a:chExt cx="2481580" cy="1932016"/>
                              </a:xfrm>
                            </wpg:grpSpPr>
                            <wps:wsp>
                              <wps:cNvPr id="491" name="Zone de texte 491"/>
                              <wps:cNvSpPr txBox="1"/>
                              <wps:spPr>
                                <a:xfrm>
                                  <a:off x="1576706" y="775090"/>
                                  <a:ext cx="328930" cy="3505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98A15CB" w14:textId="5965B93D" w:rsidR="0026367A" w:rsidRPr="000666C2" w:rsidRDefault="0026367A" w:rsidP="00464686">
                                    <w:pPr>
                                      <w:rPr>
                                        <w:color w:val="008000"/>
                                        <w:szCs w:val="20"/>
                                      </w:rPr>
                                    </w:pPr>
                                    <w:r w:rsidRPr="000666C2">
                                      <w:rPr>
                                        <w:color w:val="008000"/>
                                        <w:szCs w:val="20"/>
                                      </w:rPr>
                                      <w:t>C</w:t>
                                    </w:r>
                                    <w:r w:rsidRPr="000666C2">
                                      <w:rPr>
                                        <w:color w:val="008000"/>
                                        <w:szCs w:val="20"/>
                                        <w:vertAlign w:val="subscript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492" name="Grouper 492"/>
                              <wpg:cNvGrpSpPr/>
                              <wpg:grpSpPr>
                                <a:xfrm>
                                  <a:off x="0" y="0"/>
                                  <a:ext cx="2481580" cy="1932016"/>
                                  <a:chOff x="0" y="0"/>
                                  <a:chExt cx="2481580" cy="1932016"/>
                                </a:xfrm>
                              </wpg:grpSpPr>
                              <wpg:grpSp>
                                <wpg:cNvPr id="493" name="Grouper 493"/>
                                <wpg:cNvGrpSpPr/>
                                <wpg:grpSpPr>
                                  <a:xfrm>
                                    <a:off x="0" y="0"/>
                                    <a:ext cx="2481580" cy="1798320"/>
                                    <a:chOff x="0" y="0"/>
                                    <a:chExt cx="2481580" cy="1798320"/>
                                  </a:xfrm>
                                </wpg:grpSpPr>
                                <wps:wsp>
                                  <wps:cNvPr id="494" name="Zone de texte 494"/>
                                  <wps:cNvSpPr txBox="1"/>
                                  <wps:spPr>
                                    <a:xfrm>
                                      <a:off x="2192020" y="1490980"/>
                                      <a:ext cx="289560" cy="2171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203B77B6" w14:textId="77777777" w:rsidR="0026367A" w:rsidRPr="000B1EE8" w:rsidRDefault="0026367A" w:rsidP="00464686">
                                        <w:pPr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eastAsiaTheme="minorHAnsi" w:cs="Arial"/>
                                          </w:rPr>
                                          <w:t>Ω</w:t>
                                        </w:r>
                                      </w:p>
                                      <w:p w14:paraId="246C3292" w14:textId="77777777" w:rsidR="0026367A" w:rsidRPr="000B1EE8" w:rsidRDefault="0026367A" w:rsidP="00464686">
                                        <w:pPr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495" name="Grouper 495"/>
                                  <wpg:cNvGrpSpPr/>
                                  <wpg:grpSpPr>
                                    <a:xfrm>
                                      <a:off x="0" y="0"/>
                                      <a:ext cx="2315845" cy="1798320"/>
                                      <a:chOff x="0" y="0"/>
                                      <a:chExt cx="2315845" cy="1798320"/>
                                    </a:xfrm>
                                  </wpg:grpSpPr>
                                  <wps:wsp>
                                    <wps:cNvPr id="496" name="Zone de texte 496"/>
                                    <wps:cNvSpPr txBox="1"/>
                                    <wps:spPr>
                                      <a:xfrm>
                                        <a:off x="264160" y="0"/>
                                        <a:ext cx="371475" cy="2781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C572A759-6A51-4108-AA02-DFA0A04FC94B}">
                                          <ma14:wrappingTextBoxFlag xmlns:ma14="http://schemas.microsoft.com/office/mac/drawingml/2011/main"/>
                                        </a:ext>
                                      </a:extLst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6598E52B" w14:textId="77777777" w:rsidR="0026367A" w:rsidRPr="000666C2" w:rsidRDefault="0026367A" w:rsidP="00464686">
                                          <w:pPr>
                                            <w:rPr>
                                              <w:b/>
                                              <w:color w:val="FF0000"/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0666C2">
                                            <w:rPr>
                                              <w:rFonts w:eastAsiaTheme="minorHAnsi" w:cs="Arial"/>
                                              <w:b/>
                                              <w:color w:val="FF0000"/>
                                            </w:rPr>
                                            <w:t>C</w:t>
                                          </w:r>
                                          <w:r w:rsidRPr="000666C2">
                                            <w:rPr>
                                              <w:rFonts w:eastAsiaTheme="minorHAnsi" w:cs="Arial"/>
                                              <w:b/>
                                              <w:color w:val="FF0000"/>
                                              <w:vertAlign w:val="subscript"/>
                                            </w:rPr>
                                            <w:t>u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497" name="Grouper 497"/>
                                    <wpg:cNvGrpSpPr/>
                                    <wpg:grpSpPr>
                                      <a:xfrm>
                                        <a:off x="0" y="205740"/>
                                        <a:ext cx="2315845" cy="1592580"/>
                                        <a:chOff x="-252730" y="0"/>
                                        <a:chExt cx="2315845" cy="1592580"/>
                                      </a:xfrm>
                                    </wpg:grpSpPr>
                                    <wpg:grpSp>
                                      <wpg:cNvPr id="498" name="Grouper 498"/>
                                      <wpg:cNvGrpSpPr/>
                                      <wpg:grpSpPr>
                                        <a:xfrm>
                                          <a:off x="0" y="0"/>
                                          <a:ext cx="2063115" cy="1592580"/>
                                          <a:chOff x="0" y="0"/>
                                          <a:chExt cx="2063115" cy="1592580"/>
                                        </a:xfrm>
                                      </wpg:grpSpPr>
                                      <wps:wsp>
                                        <wps:cNvPr id="499" name="Connecteur droit 499"/>
                                        <wps:cNvCnPr/>
                                        <wps:spPr>
                                          <a:xfrm flipH="1">
                                            <a:off x="120015" y="325755"/>
                                            <a:ext cx="868680" cy="1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12700" cmpd="sng">
                                            <a:solidFill>
                                              <a:srgbClr val="000000"/>
                                            </a:solidFill>
                                            <a:prstDash val="sysDash"/>
                                          </a:ln>
                                          <a:effectLst/>
                                        </wps:spPr>
                                        <wps:style>
                                          <a:lnRef idx="2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1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g:grpSp>
                                        <wpg:cNvPr id="500" name="Grouper 500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2063115" cy="1592580"/>
                                            <a:chOff x="0" y="0"/>
                                            <a:chExt cx="2063115" cy="1592580"/>
                                          </a:xfrm>
                                        </wpg:grpSpPr>
                                        <wpg:grpSp>
                                          <wpg:cNvPr id="501" name="Grouper 501"/>
                                          <wpg:cNvGrpSpPr/>
                                          <wpg:grpSpPr>
                                            <a:xfrm>
                                              <a:off x="0" y="0"/>
                                              <a:ext cx="2063115" cy="1592580"/>
                                              <a:chOff x="0" y="0"/>
                                              <a:chExt cx="2063115" cy="1592580"/>
                                            </a:xfrm>
                                          </wpg:grpSpPr>
                                          <wps:wsp>
                                            <wps:cNvPr id="502" name="Connecteur droit avec flèche 502"/>
                                            <wps:cNvCnPr/>
                                            <wps:spPr>
                                              <a:xfrm flipV="1">
                                                <a:off x="123825" y="0"/>
                                                <a:ext cx="0" cy="1592580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ln w="12700" cmpd="sng">
                                                <a:solidFill>
                                                  <a:schemeClr val="tx1"/>
                                                </a:solidFill>
                                                <a:headEnd type="none"/>
                                                <a:tailEnd type="arrow"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2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1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503" name="Connecteur droit avec flèche 503"/>
                                            <wps:cNvCnPr/>
                                            <wps:spPr>
                                              <a:xfrm flipH="1">
                                                <a:off x="0" y="1494790"/>
                                                <a:ext cx="2063115" cy="0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ln w="12700" cmpd="sng">
                                                <a:solidFill>
                                                  <a:schemeClr val="tx1"/>
                                                </a:solidFill>
                                                <a:headEnd type="arrow"/>
                                                <a:tailEnd type="none"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2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1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</wpg:grpSp>
                                        <wps:wsp>
                                          <wps:cNvPr id="504" name="Connecteur droit 504"/>
                                          <wps:cNvCnPr/>
                                          <wps:spPr>
                                            <a:xfrm flipH="1" flipV="1">
                                              <a:off x="988697" y="325757"/>
                                              <a:ext cx="253363" cy="1158238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 cmpd="sng">
                                              <a:solidFill>
                                                <a:srgbClr val="FF0000"/>
                                              </a:solidFill>
                                            </a:ln>
                                            <a:effectLst/>
                                          </wps:spPr>
                                          <wps:style>
                                            <a:lnRef idx="2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1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</wpg:grpSp>
                                    <wps:wsp>
                                      <wps:cNvPr id="505" name="Zone de texte 505"/>
                                      <wps:cNvSpPr txBox="1"/>
                                      <wps:spPr>
                                        <a:xfrm>
                                          <a:off x="-252730" y="180975"/>
                                          <a:ext cx="424180" cy="2533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ffectLst/>
                                        <a:extLst>
                                          <a:ext uri="{C572A759-6A51-4108-AA02-DFA0A04FC94B}">
                                            <ma14:wrappingTextBoxFlag xmlns:ma14="http://schemas.microsoft.com/office/mac/drawingml/2011/main"/>
                                          </a:ext>
                                        </a:extLst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14:paraId="51DDAFD4" w14:textId="77777777" w:rsidR="0026367A" w:rsidRDefault="0026367A" w:rsidP="00464686">
                                            <w:pPr>
                                              <w:jc w:val="right"/>
                                              <w:rPr>
                                                <w:sz w:val="18"/>
                                                <w:szCs w:val="18"/>
                                                <w:vertAlign w:val="subscript"/>
                                              </w:rPr>
                                            </w:pPr>
                                            <w:r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  <w:t>C</w:t>
                                            </w:r>
                                            <w:r w:rsidRPr="000C70C9">
                                              <w:rPr>
                                                <w:sz w:val="18"/>
                                                <w:szCs w:val="18"/>
                                                <w:vertAlign w:val="subscript"/>
                                              </w:rPr>
                                              <w:t>u</w:t>
                                            </w:r>
                                            <w:r>
                                              <w:rPr>
                                                <w:sz w:val="18"/>
                                                <w:szCs w:val="18"/>
                                                <w:vertAlign w:val="subscript"/>
                                              </w:rPr>
                                              <w:t>n</w:t>
                                            </w:r>
                                          </w:p>
                                          <w:p w14:paraId="40AF3740" w14:textId="77777777" w:rsidR="0026367A" w:rsidRPr="000C70C9" w:rsidRDefault="0026367A" w:rsidP="00464686">
                                            <w:pPr>
                                              <w:jc w:val="right"/>
                                              <w:rPr>
                                                <w:sz w:val="16"/>
                                                <w:szCs w:val="16"/>
                                              </w:rPr>
                                            </w:pP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  <wps:wsp>
                                <wps:cNvPr id="506" name="Zone de texte 506"/>
                                <wps:cNvSpPr txBox="1"/>
                                <wps:spPr>
                                  <a:xfrm>
                                    <a:off x="1254125" y="506789"/>
                                    <a:ext cx="651510" cy="2533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C572A759-6A51-4108-AA02-DFA0A04FC94B}">
                                      <ma14:wrappingTextBoxFlag xmlns:ma14="http://schemas.microsoft.com/office/mac/drawingml/2011/main"/>
                                    </a:ext>
                                  </a:extLst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746428F3" w14:textId="0782CD4F" w:rsidR="0026367A" w:rsidRDefault="0026367A" w:rsidP="00464686">
                                      <w:r>
                                        <w:t>U = U</w:t>
                                      </w:r>
                                      <w:r w:rsidRPr="000666C2">
                                        <w:rPr>
                                          <w:vertAlign w:val="subscript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507" name="Grouper 507"/>
                                <wpg:cNvGrpSpPr/>
                                <wpg:grpSpPr>
                                  <a:xfrm>
                                    <a:off x="1316099" y="973886"/>
                                    <a:ext cx="517146" cy="958130"/>
                                    <a:chOff x="943521" y="375716"/>
                                    <a:chExt cx="517237" cy="958130"/>
                                  </a:xfrm>
                                </wpg:grpSpPr>
                                <wps:wsp>
                                  <wps:cNvPr id="508" name="Zone de texte 508"/>
                                  <wps:cNvSpPr txBox="1"/>
                                  <wps:spPr>
                                    <a:xfrm>
                                      <a:off x="1070228" y="1080481"/>
                                      <a:ext cx="390530" cy="2533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7A87B20E" w14:textId="6E1C1E46" w:rsidR="0026367A" w:rsidRPr="000B1EE8" w:rsidRDefault="0026367A" w:rsidP="00464686">
                                        <w:pPr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eastAsiaTheme="minorHAnsi" w:cs="Arial"/>
                                          </w:rPr>
                                          <w:t>Ω</w:t>
                                        </w:r>
                                        <w:r w:rsidRPr="000666C2">
                                          <w:rPr>
                                            <w:rFonts w:eastAsiaTheme="minorHAnsi" w:cs="Arial"/>
                                            <w:vertAlign w:val="subscript"/>
                                          </w:rPr>
                                          <w:t>1</w:t>
                                        </w:r>
                                        <w:r w:rsidRPr="00D81056">
                                          <w:rPr>
                                            <w:rFonts w:eastAsiaTheme="minorHAnsi" w:cs="Arial"/>
                                            <w:vertAlign w:val="subscript"/>
                                          </w:rPr>
                                          <w:t>0</w:t>
                                        </w:r>
                                      </w:p>
                                      <w:p w14:paraId="42C6C204" w14:textId="77777777" w:rsidR="0026367A" w:rsidRPr="000C70C9" w:rsidRDefault="0026367A" w:rsidP="00464686">
                                        <w:pPr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10" name="Ellipse 510"/>
                                  <wps:cNvSpPr/>
                                  <wps:spPr>
                                    <a:xfrm>
                                      <a:off x="943521" y="375716"/>
                                      <a:ext cx="72390" cy="72390"/>
                                    </a:xfrm>
                                    <a:prstGeom prst="ellipse">
                                      <a:avLst/>
                                    </a:prstGeom>
                                    <a:effectLst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3">
                                      <a:schemeClr val="dk1"/>
                                    </a:fillRef>
                                    <a:effectRef idx="2">
                                      <a:schemeClr val="dk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  <wps:wsp>
                            <wps:cNvPr id="513" name="Connecteur droit 513"/>
                            <wps:cNvCnPr/>
                            <wps:spPr>
                              <a:xfrm>
                                <a:off x="1352282" y="1011228"/>
                                <a:ext cx="0" cy="681047"/>
                              </a:xfrm>
                              <a:prstGeom prst="line">
                                <a:avLst/>
                              </a:prstGeom>
                              <a:ln w="12700" cmpd="sng">
                                <a:solidFill>
                                  <a:srgbClr val="000000"/>
                                </a:solidFill>
                                <a:prstDash val="sysDash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14" name="Zone de texte 514"/>
                            <wps:cNvSpPr txBox="1"/>
                            <wps:spPr>
                              <a:xfrm>
                                <a:off x="1189990" y="1680210"/>
                                <a:ext cx="361315" cy="2533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156D73F" w14:textId="344D8BF1" w:rsidR="0026367A" w:rsidRPr="000B1EE8" w:rsidRDefault="0026367A" w:rsidP="00464686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eastAsiaTheme="minorHAnsi" w:cs="Arial"/>
                                    </w:rPr>
                                    <w:t>Ω</w:t>
                                  </w:r>
                                  <w:r w:rsidRPr="000666C2">
                                    <w:rPr>
                                      <w:rFonts w:eastAsiaTheme="minorHAnsi" w:cs="Arial"/>
                                      <w:vertAlign w:val="subscript"/>
                                    </w:rPr>
                                    <w:t>1</w:t>
                                  </w:r>
                                </w:p>
                                <w:p w14:paraId="6B8C55D7" w14:textId="77777777" w:rsidR="0026367A" w:rsidRPr="000C70C9" w:rsidRDefault="0026367A" w:rsidP="00464686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7" name="Grouper 27"/>
                          <wpg:cNvGrpSpPr/>
                          <wpg:grpSpPr>
                            <a:xfrm>
                              <a:off x="384810" y="507365"/>
                              <a:ext cx="1411605" cy="1426210"/>
                              <a:chOff x="0" y="0"/>
                              <a:chExt cx="1411605" cy="1426210"/>
                            </a:xfrm>
                          </wpg:grpSpPr>
                          <wps:wsp>
                            <wps:cNvPr id="517" name="Connecteur droit 517"/>
                            <wps:cNvCnPr/>
                            <wps:spPr>
                              <a:xfrm>
                                <a:off x="0" y="503823"/>
                                <a:ext cx="141160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8000"/>
                                </a:solidFill>
                                <a:prstDash val="sysDash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18" name="Zone de texte 518"/>
                            <wps:cNvSpPr txBox="1"/>
                            <wps:spPr>
                              <a:xfrm>
                                <a:off x="109220" y="0"/>
                                <a:ext cx="832485" cy="2533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17128F7" w14:textId="0DD9A485" w:rsidR="0026367A" w:rsidRPr="000666C2" w:rsidRDefault="0026367A" w:rsidP="000666C2">
                                  <w:r>
                                    <w:t>U = U</w:t>
                                  </w:r>
                                  <w:r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t>&lt;U</w:t>
                                  </w:r>
                                  <w:r w:rsidRPr="000666C2">
                                    <w:rPr>
                                      <w:vertAlign w:val="subscript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19" name="Connecteur droit 519"/>
                            <wps:cNvCnPr/>
                            <wps:spPr>
                              <a:xfrm flipH="1" flipV="1">
                                <a:off x="290195" y="36195"/>
                                <a:ext cx="252730" cy="1159510"/>
                              </a:xfrm>
                              <a:prstGeom prst="line">
                                <a:avLst/>
                              </a:prstGeom>
                              <a:ln w="28575" cmpd="sng">
                                <a:solidFill>
                                  <a:srgbClr val="FF0000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4" name="Zone de texte 24"/>
                            <wps:cNvSpPr txBox="1"/>
                            <wps:spPr>
                              <a:xfrm>
                                <a:off x="217805" y="1172845"/>
                                <a:ext cx="361315" cy="2533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A721744" w14:textId="3A5954A9" w:rsidR="0026367A" w:rsidRPr="000B1EE8" w:rsidRDefault="0026367A" w:rsidP="007F1E2D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eastAsiaTheme="minorHAnsi" w:cs="Arial"/>
                                    </w:rPr>
                                    <w:t>Ω</w:t>
                                  </w:r>
                                  <w:r>
                                    <w:rPr>
                                      <w:rFonts w:eastAsiaTheme="minorHAnsi" w:cs="Arial"/>
                                      <w:vertAlign w:val="subscript"/>
                                    </w:rPr>
                                    <w:t>2</w:t>
                                  </w:r>
                                </w:p>
                                <w:p w14:paraId="05F384F1" w14:textId="77777777" w:rsidR="0026367A" w:rsidRPr="000C70C9" w:rsidRDefault="0026367A" w:rsidP="007F1E2D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" name="Zone de texte 26"/>
                            <wps:cNvSpPr txBox="1"/>
                            <wps:spPr>
                              <a:xfrm>
                                <a:off x="443230" y="1172845"/>
                                <a:ext cx="389890" cy="2533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DDE980D" w14:textId="7DDFB21C" w:rsidR="0026367A" w:rsidRPr="000B1EE8" w:rsidRDefault="0026367A" w:rsidP="007F1E2D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eastAsiaTheme="minorHAnsi" w:cs="Arial"/>
                                    </w:rPr>
                                    <w:t>Ω</w:t>
                                  </w:r>
                                  <w:r>
                                    <w:rPr>
                                      <w:rFonts w:eastAsiaTheme="minorHAnsi" w:cs="Arial"/>
                                      <w:vertAlign w:val="subscript"/>
                                    </w:rPr>
                                    <w:t>2</w:t>
                                  </w:r>
                                  <w:r w:rsidRPr="00D81056">
                                    <w:rPr>
                                      <w:rFonts w:eastAsiaTheme="minorHAnsi" w:cs="Arial"/>
                                      <w:vertAlign w:val="subscript"/>
                                    </w:rPr>
                                    <w:t>0</w:t>
                                  </w:r>
                                </w:p>
                                <w:p w14:paraId="2F7BEC49" w14:textId="77777777" w:rsidR="0026367A" w:rsidRPr="000C70C9" w:rsidRDefault="0026367A" w:rsidP="007F1E2D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D4D1015" id="Grouper 452" o:spid="_x0000_s1195" style="position:absolute;margin-left:253.65pt;margin-top:.45pt;width:195.4pt;height:152.3pt;z-index:251876352" coordsize="2481580,19342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">
                <v:line id="Connecteur droit 520" o:spid="_x0000_s1196" style="position:absolute;visibility:visible;mso-wrap-style:square" from="785194,1017303" to="785194,169802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dI+Cb8AAADcAAAADwAAAGRycy9kb3ducmV2LnhtbERPzWoCMRC+F/oOYQpeSs1WUHRrlFJo&#10;9erPA0w34yZ0M1k2qbv69M5B8Pjx/S/XQ2jUmbrkIxt4HxegiKtoPdcGjofvtzmolJEtNpHJwIUS&#10;rFfPT0ssbex5R+d9rpWEcCrRgMu5LbVOlaOAaRxbYuFOsQuYBXa1th32Eh4aPSmKmQ7oWRoctvTl&#10;qPrb/wcpCT764XXzm3uqabF1i5/ryRozehk+P0BlGvJDfHdvrYHpRObLGTkCenUD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NdI+Cb8AAADcAAAADwAAAAAAAAAAAAAAAACh&#10;AgAAZHJzL2Rvd25yZXYueG1sUEsFBgAAAAAEAAQA+QAAAI0DAAAAAA==&#10;" strokeweight="1pt">
                  <v:stroke dashstyle="3 1"/>
                </v:line>
                <v:oval id="Ellipse 521" o:spid="_x0000_s1197" style="position:absolute;left:749634;top:981108;width:71755;height:723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wXc3xgAA&#10;ANwAAAAPAAAAZHJzL2Rvd25yZXYueG1sRI9Ba8JAFITvBf/D8gq9iG4SiJboKmppKfVi1Yu31+wz&#10;CWbfht2tpv++WxB6HGbmG2a+7E0rruR8Y1lBOk5AEJdWN1wpOB5eR88gfEDW2FomBT/kYbkYPMyx&#10;0PbGn3Tdh0pECPsCFdQhdIWUvqzJoB/bjjh6Z+sMhihdJbXDW4SbVmZJMpEGG44LNXa0qam87L+N&#10;AnT5y7Ctsrd1Ovw4H6enr3y92yr19NivZiAC9eE/fG+/awV5lsLfmXgE5OIX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swXc3xgAAANwAAAAPAAAAAAAAAAAAAAAAAJcCAABkcnMv&#10;ZG93bnJldi54bWxQSwUGAAAAAAQABAD1AAAAigMAAAAA&#10;" fillcolor="black [1632]" strokecolor="black [3040]">
                  <v:fill color2="black [3008]" rotate="t" focus="80%" type="gradient">
                    <o:fill v:ext="view" type="gradientUnscaled"/>
                  </v:fill>
                </v:oval>
                <v:group id="Grouper 29" o:spid="_x0000_s1198" style="position:absolute;width:2481580;height:1934210" coordsize="2481580,193421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ya6E6xAAAANsAAAAPAAAAZHJzL2Rvd25yZXYueG1sRI9Bi8IwFITvwv6H8Ba8&#10;aVoXZa1GEdkVDyKoC+Lt0TzbYvNSmmxb/70RBI/DzHzDzJedKUVDtSssK4iHEQji1OqCMwV/p9/B&#10;NwjnkTWWlknBnRwsFx+9OSbatnyg5ugzESDsElSQe18lUro0J4NuaCvi4F1tbdAHWWdS19gGuCnl&#10;KIom0mDBYSHHitY5pbfjv1GwabFdfcU/ze52Xd8vp/H+vItJqf5nt5qB8NT5d/jV3moFoyk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ya6E6xAAAANsAAAAP&#10;AAAAAAAAAAAAAAAAAKkCAABkcnMvZG93bnJldi54bWxQSwUGAAAAAAQABAD6AAAAmgMAAAAA&#10;">
                  <v:group id="Grouper 488" o:spid="_x0000_s1199" style="position:absolute;width:2481580;height:1934210" coordsize="2481580,193421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tQ82hMIAAADcAAAADwAA&#10;AAAAAAAAAAAAAACpAgAAZHJzL2Rvd25yZXYueG1sUEsFBgAAAAAEAAQA+gAAAJgDAAAAAA==&#10;">
                    <v:group id="Grouper 490" o:spid="_x0000_s1200" style="position:absolute;width:2481580;height:1934210" coordsize="2481580,193201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zqCsX8IAAADcAAAADwAA&#10;AAAAAAAAAAAAAACpAgAAZHJzL2Rvd25yZXYueG1sUEsFBgAAAAAEAAQA+gAAAJgDAAAAAA==&#10;">
                      <v:shape id="Zone de texte 491" o:spid="_x0000_s1201" type="#_x0000_t202" style="position:absolute;left:1576706;top:775090;width:328930;height:3505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eIx4wwAA&#10;ANwAAAAPAAAAZHJzL2Rvd25yZXYueG1sRI9Bi8IwFITvwv6H8Ba8aaKorNUoiyJ4UtTdBW+P5tmW&#10;bV5KE23990YQPA4z8w0zX7a2FDeqfeFYw6CvQBCnzhScafg5bXpfIHxANlg6Jg138rBcfHTmmBjX&#10;8IFux5CJCGGfoIY8hCqR0qc5WfR9VxFH7+JqiyHKOpOmxibCbSmHSk2kxYLjQo4VrXJK/49Xq+F3&#10;dzn/jdQ+W9tx1bhWSbZTqXX3s/2egQjUhnf41d4aDaPpAJ5n4hGQi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GeIx4wwAAANwAAAAPAAAAAAAAAAAAAAAAAJcCAABkcnMvZG93&#10;bnJldi54bWxQSwUGAAAAAAQABAD1AAAAhwMAAAAA&#10;" filled="f" stroked="f">
                        <v:textbox>
                          <w:txbxContent>
                            <w:p w14:paraId="298A15CB" w14:textId="5965B93D" w:rsidR="0026367A" w:rsidRPr="000666C2" w:rsidRDefault="0026367A" w:rsidP="00464686">
                              <w:pPr>
                                <w:rPr>
                                  <w:color w:val="008000"/>
                                  <w:szCs w:val="20"/>
                                </w:rPr>
                              </w:pPr>
                              <w:r w:rsidRPr="000666C2">
                                <w:rPr>
                                  <w:color w:val="008000"/>
                                  <w:szCs w:val="20"/>
                                </w:rPr>
                                <w:t>C</w:t>
                              </w:r>
                              <w:r w:rsidRPr="000666C2">
                                <w:rPr>
                                  <w:color w:val="008000"/>
                                  <w:szCs w:val="20"/>
                                  <w:vertAlign w:val="subscript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  <v:group id="Grouper 492" o:spid="_x0000_s1202" style="position:absolute;width:2481580;height:1932016" coordsize="2481580,193201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UT6Xs8UAAADcAAAA&#10;DwAAAAAAAAAAAAAAAACpAgAAZHJzL2Rvd25yZXYueG1sUEsFBgAAAAAEAAQA+gAAAJsDAAAAAA==&#10;">
                        <v:group id="Grouper 493" o:spid="_x0000_s1203" style="position:absolute;width:2481580;height:1798320" coordsize="2481580,17983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PnIyKMUAAADcAAAA&#10;DwAAAAAAAAAAAAAAAACpAgAAZHJzL2Rvd25yZXYueG1sUEsFBgAAAAAEAAQA+gAAAJsDAAAAAA==&#10;">
                          <v:shape id="Zone de texte 494" o:spid="_x0000_s1204" type="#_x0000_t202" style="position:absolute;left:2192020;top:1490980;width:289560;height:21717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Dy/gxAAA&#10;ANwAAAAPAAAAZHJzL2Rvd25yZXYueG1sRI9Pa8JAFMTvBb/D8gq9NbuVWDR1I2IpeFKqbaG3R/bl&#10;D82+Ddmtid/eFQSPw8z8hlmuRtuKE/W+cazhJVEgiAtnGq40fB0/nucgfEA22DomDWfysMonD0vM&#10;jBv4k06HUIkIYZ+hhjqELpPSFzVZ9InriKNXut5iiLKvpOlxiHDbyqlSr9Jiw3Ghxo42NRV/h3+r&#10;4XtX/v6kal+921k3uFFJtgup9dPjuH4DEWgM9/CtvTUa0kUK1zPxCMj8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g8v4MQAAADcAAAADwAAAAAAAAAAAAAAAACXAgAAZHJzL2Rv&#10;d25yZXYueG1sUEsFBgAAAAAEAAQA9QAAAIgDAAAAAA==&#10;" filled="f" stroked="f">
                            <v:textbox>
                              <w:txbxContent>
                                <w:p w14:paraId="203B77B6" w14:textId="77777777" w:rsidR="0026367A" w:rsidRPr="000B1EE8" w:rsidRDefault="0026367A" w:rsidP="00464686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eastAsiaTheme="minorHAnsi" w:cs="Arial"/>
                                    </w:rPr>
                                    <w:t>Ω</w:t>
                                  </w:r>
                                </w:p>
                                <w:p w14:paraId="246C3292" w14:textId="77777777" w:rsidR="0026367A" w:rsidRPr="000B1EE8" w:rsidRDefault="0026367A" w:rsidP="00464686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  <v:group id="Grouper 495" o:spid="_x0000_s1205" style="position:absolute;width:2315845;height:1798320" coordsize="2315845,17983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N7XD8fGAAAA3AAA&#10;AA8AAAAAAAAAAAAAAAAAqQIAAGRycy9kb3ducmV2LnhtbFBLBQYAAAAABAAEAPoAAACcAwAAAAA=&#10;">
                            <v:shape id="Zone de texte 496" o:spid="_x0000_s1206" type="#_x0000_t202" style="position:absolute;left:264160;width:371475;height:27813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kRQMwwAA&#10;ANwAAAAPAAAAZHJzL2Rvd25yZXYueG1sRI9Bi8IwFITvC/6H8ARva6KoaDWKKIInl3VV8PZonm2x&#10;eSlNtPXfm4WFPQ4z8w2zWLW2FE+qfeFYw6CvQBCnzhScaTj97D6nIHxANlg6Jg0v8rBadj4WmBjX&#10;8Dc9jyETEcI+QQ15CFUipU9zsuj7riKO3s3VFkOUdSZNjU2E21IOlZpIiwXHhRwr2uSU3o8Pq+F8&#10;uF0vI/WVbe24alyrJNuZ1LrXbddzEIHa8B/+a++NhtFsAr9n4hGQyz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JkRQMwwAAANwAAAAPAAAAAAAAAAAAAAAAAJcCAABkcnMvZG93&#10;bnJldi54bWxQSwUGAAAAAAQABAD1AAAAhwMAAAAA&#10;" filled="f" stroked="f">
                              <v:textbox>
                                <w:txbxContent>
                                  <w:p w14:paraId="6598E52B" w14:textId="77777777" w:rsidR="0026367A" w:rsidRPr="000666C2" w:rsidRDefault="0026367A" w:rsidP="00464686">
                                    <w:pPr>
                                      <w:rPr>
                                        <w:b/>
                                        <w:color w:val="FF0000"/>
                                        <w:sz w:val="18"/>
                                        <w:szCs w:val="18"/>
                                      </w:rPr>
                                    </w:pPr>
                                    <w:r w:rsidRPr="000666C2">
                                      <w:rPr>
                                        <w:rFonts w:eastAsiaTheme="minorHAnsi" w:cs="Arial"/>
                                        <w:b/>
                                        <w:color w:val="FF0000"/>
                                      </w:rPr>
                                      <w:t>C</w:t>
                                    </w:r>
                                    <w:r w:rsidRPr="000666C2">
                                      <w:rPr>
                                        <w:rFonts w:eastAsiaTheme="minorHAnsi" w:cs="Arial"/>
                                        <w:b/>
                                        <w:color w:val="FF0000"/>
                                        <w:vertAlign w:val="subscript"/>
                                      </w:rPr>
                                      <w:t>u</w:t>
                                    </w:r>
                                  </w:p>
                                </w:txbxContent>
                              </v:textbox>
                            </v:shape>
                            <v:group id="Grouper 497" o:spid="_x0000_s1207" style="position:absolute;top:205740;width:2315845;height:1592580" coordorigin="-252730" coordsize="2315845,15925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">
                              <v:group id="Grouper 498" o:spid="_x0000_s1208" style="position:absolute;width:2063115;height:1592580" coordsize="2063115,15925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MNagWcIAAADcAAAADwAA&#10;AAAAAAAAAAAAAACpAgAAZHJzL2Rvd25yZXYueG1sUEsFBgAAAAAEAAQA+gAAAJgDAAAAAA==&#10;">
                                <v:line id="Connecteur droit 499" o:spid="_x0000_s1209" style="position:absolute;flip:x;visibility:visible;mso-wrap-style:square" from="120015,325755" to="988695,32575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P2JtcYAAADcAAAADwAAAGRycy9kb3ducmV2LnhtbESPQWvCQBSE74L/YXlCL6Ibi4hGVxFR&#10;KD2I2nro7TX7TILZt2l2m8R/7wqCx2FmvmEWq9YUoqbK5ZYVjIYRCOLE6pxTBd9fu8EUhPPIGgvL&#10;pOBGDlbLbmeBsbYNH6k++VQECLsYFWTel7GULsnIoBvakjh4F1sZ9EFWqdQVNgFuCvkeRRNpMOew&#10;kGFJm4yS6+nfKNhLs5HbYnf+Oax/6+3fMW36nwel3nrteg7CU+tf4Wf7QysYz2bwOBOOgFze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Iz9ibXGAAAA3AAAAA8AAAAAAAAA&#10;AAAAAAAAoQIAAGRycy9kb3ducmV2LnhtbFBLBQYAAAAABAAEAPkAAACUAwAAAAA=&#10;" strokeweight="1pt">
                                  <v:stroke dashstyle="3 1"/>
                                </v:line>
                                <v:group id="Grouper 500" o:spid="_x0000_s1210" style="position:absolute;width:2063115;height:1592580" coordsize="2063115,15925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FBLNkXDAAAA3AAAAA8A&#10;AAAAAAAAAAAAAAAAqQIAAGRycy9kb3ducmV2LnhtbFBLBQYAAAAABAAEAPoAAACZAwAAAAA=&#10;">
                                  <v:group id="Grouper 501" o:spid="_x0000_s1211" style="position:absolute;width:2063115;height:1592580" coordsize="2063115,15925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PweT3sUAAADcAAAA&#10;DwAAAAAAAAAAAAAAAACpAgAAZHJzL2Rvd25yZXYueG1sUEsFBgAAAAAEAAQA+gAAAJsDAAAAAA==&#10;">
                                    <v:shape id="Connecteur droit avec flèche 502" o:spid="_x0000_s1212" type="#_x0000_t32" style="position:absolute;left:123825;width:0;height:1592580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qRVasUAAADcAAAADwAAAGRycy9kb3ducmV2LnhtbESPQUvEMBSE74L/ITzBi7iJhRWpmxYr&#10;CL2s7lYRj4/m2ZZtXkoSt91/b4QFj8PMfMNsysWO4kg+DI413K0UCOLWmYE7DR/vL7cPIEJENjg6&#10;Jg0nClAWlxcbzI2beU/HJnYiQTjkqKGPccqlDG1PFsPKTcTJ+3beYkzSd9J4nBPcjjJT6l5aHDgt&#10;9DjRc0/tofmxGqqsUtPu6+atfjV+rj4P2/Wp3mp9fbU8PYKItMT/8LldGw1rlcHfmXQEZPEL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JqRVasUAAADcAAAADwAAAAAAAAAA&#10;AAAAAAChAgAAZHJzL2Rvd25yZXYueG1sUEsFBgAAAAAEAAQA+QAAAJMDAAAAAA==&#10;" strokecolor="black [3213]" strokeweight="1pt">
                                      <v:stroke endarrow="open"/>
                                    </v:shape>
                                    <v:shape id="Connecteur droit avec flèche 503" o:spid="_x0000_s1213" type="#_x0000_t32" style="position:absolute;top:1494790;width:2063115;height:0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P55W8QAAADcAAAADwAAAGRycy9kb3ducmV2LnhtbESPQWsCMRSE7wX/Q3iCt5pYrZStUVQo&#10;9lKKu9LzY/O6u7h5WZLorv76plDocZj5ZpjVZrCtuJIPjWMNs6kCQVw603Cl4VS8Pb6ACBHZYOuY&#10;NNwowGY9elhhZlzPR7rmsRKphEOGGuoYu0zKUNZkMUxdR5y8b+ctxiR9JY3HPpXbVj4ptZQWG04L&#10;NXa0r6k85xer4XnPhe+/6HPh74ePxaXr782u0noyHravICIN8T/8R7+bxKk5/J5JR0Cuf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A/nlbxAAAANwAAAAPAAAAAAAAAAAA&#10;AAAAAKECAABkcnMvZG93bnJldi54bWxQSwUGAAAAAAQABAD5AAAAkgMAAAAA&#10;" strokecolor="black [3213]" strokeweight="1pt">
                                      <v:stroke startarrow="open"/>
                                    </v:shape>
                                  </v:group>
                                  <v:line id="Connecteur droit 504" o:spid="_x0000_s1214" style="position:absolute;flip:x y;visibility:visible;mso-wrap-style:square" from="988697,325757" to="1242060,148399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NCUpsIAAADcAAAADwAAAGRycy9kb3ducmV2LnhtbESPQWsCMRSE74X+h/AEbzWrVClbo5SC&#10;rcVT1+L5sXluFve9LEmq679vBKHHYWa+YZbrgTt1phBbLwamkwIUSe1tK42Bn/3m6QVUTCgWOy9k&#10;4EoR1qvHhyWW1l/km85ValSGSCzRgEupL7WOtSPGOPE9SfaOPjCmLEOjbcBLhnOnZ0Wx0Iyt5AWH&#10;Pb07qk/VLxvQn8fFB/PwFXjrdOd3h+pkD8aMR8PbK6hEQ/oP39tba2BePMPtTD4CevUH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ENCUpsIAAADcAAAADwAAAAAAAAAAAAAA&#10;AAChAgAAZHJzL2Rvd25yZXYueG1sUEsFBgAAAAAEAAQA+QAAAJADAAAAAA==&#10;" strokecolor="red" strokeweight="2.25pt"/>
                                </v:group>
                              </v:group>
                              <v:shape id="Zone de texte 505" o:spid="_x0000_s1215" type="#_x0000_t202" style="position:absolute;left:-252730;top:180975;width:424180;height:2533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qBBhxAAA&#10;ANwAAAAPAAAAZHJzL2Rvd25yZXYueG1sRI9Ba8JAFITvgv9heYXezG7FSJu6CWIRempRW8HbI/tM&#10;QrNvQ3Zr0n/fFQSPw8x8w6yK0bbiQr1vHGt4ShQI4tKZhisNX4ft7BmED8gGW8ek4Y88FPl0ssLM&#10;uIF3dNmHSkQI+ww11CF0mZS+rMmiT1xHHL2z6y2GKPtKmh6HCLetnCu1lBYbjgs1drSpqfzZ/1oN&#10;3x/n03GhPqs3m3aDG5Vk+yK1fnwY168gAo3hHr61342GVKVwPROPgMz/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56gQYcQAAADcAAAADwAAAAAAAAAAAAAAAACXAgAAZHJzL2Rv&#10;d25yZXYueG1sUEsFBgAAAAAEAAQA9QAAAIgDAAAAAA==&#10;" filled="f" stroked="f">
                                <v:textbox>
                                  <w:txbxContent>
                                    <w:p w14:paraId="51DDAFD4" w14:textId="77777777" w:rsidR="0026367A" w:rsidRDefault="0026367A" w:rsidP="00464686">
                                      <w:pPr>
                                        <w:jc w:val="right"/>
                                        <w:rPr>
                                          <w:sz w:val="18"/>
                                          <w:szCs w:val="18"/>
                                          <w:vertAlign w:val="subscript"/>
                                        </w:rPr>
                                      </w:pPr>
                                      <w:r>
                                        <w:rPr>
                                          <w:sz w:val="18"/>
                                          <w:szCs w:val="18"/>
                                        </w:rPr>
                                        <w:t>C</w:t>
                                      </w:r>
                                      <w:r w:rsidRPr="000C70C9">
                                        <w:rPr>
                                          <w:sz w:val="18"/>
                                          <w:szCs w:val="18"/>
                                          <w:vertAlign w:val="subscript"/>
                                        </w:rPr>
                                        <w:t>u</w:t>
                                      </w:r>
                                      <w:r>
                                        <w:rPr>
                                          <w:sz w:val="18"/>
                                          <w:szCs w:val="18"/>
                                          <w:vertAlign w:val="subscript"/>
                                        </w:rPr>
                                        <w:t>n</w:t>
                                      </w:r>
                                    </w:p>
                                    <w:p w14:paraId="40AF3740" w14:textId="77777777" w:rsidR="0026367A" w:rsidRPr="000C70C9" w:rsidRDefault="0026367A" w:rsidP="00464686">
                                      <w:pPr>
                                        <w:jc w:val="right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xbxContent>
                                </v:textbox>
                              </v:shape>
                            </v:group>
                          </v:group>
                        </v:group>
                        <v:shape id="Zone de texte 506" o:spid="_x0000_s1216" type="#_x0000_t202" style="position:absolute;left:1254125;top:506789;width:651510;height:2533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eo4WxAAA&#10;ANwAAAAPAAAAZHJzL2Rvd25yZXYueG1sRI9Ba8JAFITvQv/D8grezG6LCZpmldJS8FRRW6G3R/aZ&#10;hGbfhuzWxH/fFQSPw8x8wxTr0bbiTL1vHGt4ShQI4tKZhisNX4eP2QKED8gGW8ek4UIe1quHSYG5&#10;cQPv6LwPlYgQ9jlqqEPocil9WZNFn7iOOHon11sMUfaVND0OEW5b+axUJi02HBdq7OitpvJ3/2c1&#10;fH+efo5zta3ebdoNblSS7VJqPX0cX19ABBrDPXxrb4yGVGVwPROPgFz9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3qOFsQAAADcAAAADwAAAAAAAAAAAAAAAACXAgAAZHJzL2Rv&#10;d25yZXYueG1sUEsFBgAAAAAEAAQA9QAAAIgDAAAAAA==&#10;" filled="f" stroked="f">
                          <v:textbox>
                            <w:txbxContent>
                              <w:p w14:paraId="746428F3" w14:textId="0782CD4F" w:rsidR="0026367A" w:rsidRDefault="0026367A" w:rsidP="00464686">
                                <w:r>
                                  <w:t>U = U</w:t>
                                </w:r>
                                <w:r w:rsidRPr="000666C2">
                                  <w:rPr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group id="Grouper 507" o:spid="_x0000_s1217" style="position:absolute;left:1316099;top:973886;width:517146;height:958130" coordorigin="943521,375716" coordsize="517237,95813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36KuMcUAAADcAAAA&#10;DwAAAAAAAAAAAAAAAACpAgAAZHJzL2Rvd25yZXYueG1sUEsFBgAAAAAEAAQA+gAAAJsDAAAAAA==&#10;">
                          <v:shape id="Zone de texte 508" o:spid="_x0000_s1218" type="#_x0000_t202" style="position:absolute;left:1070228;top:1080481;width:390530;height:2533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qb//wAAA&#10;ANwAAAAPAAAAZHJzL2Rvd25yZXYueG1sRE9Ni8IwEL0L+x/CLHjTZEVltxplUQRPinVX8DY0Y1ts&#10;JqWJtv57cxA8Pt73fNnZStyp8aVjDV9DBYI4c6bkXMPfcTP4BuEDssHKMWl4kIfl4qM3x8S4lg90&#10;T0MuYgj7BDUUIdSJlD4ryKIfupo4chfXWAwRNrk0DbYx3FZypNRUWiw5NhRY06qg7JrerIb/3eV8&#10;Gqt9vraTunWdkmx/pNb9z+53BiJQF97il3trNExUXBvPxCMgF0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Jqb//wAAAANwAAAAPAAAAAAAAAAAAAAAAAJcCAABkcnMvZG93bnJl&#10;di54bWxQSwUGAAAAAAQABAD1AAAAhAMAAAAA&#10;" filled="f" stroked="f">
                            <v:textbox>
                              <w:txbxContent>
                                <w:p w14:paraId="7A87B20E" w14:textId="6E1C1E46" w:rsidR="0026367A" w:rsidRPr="000B1EE8" w:rsidRDefault="0026367A" w:rsidP="00464686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eastAsiaTheme="minorHAnsi" w:cs="Arial"/>
                                    </w:rPr>
                                    <w:t>Ω</w:t>
                                  </w:r>
                                  <w:r w:rsidRPr="000666C2">
                                    <w:rPr>
                                      <w:rFonts w:eastAsiaTheme="minorHAnsi" w:cs="Arial"/>
                                      <w:vertAlign w:val="subscript"/>
                                    </w:rPr>
                                    <w:t>1</w:t>
                                  </w:r>
                                  <w:r w:rsidRPr="00D81056">
                                    <w:rPr>
                                      <w:rFonts w:eastAsiaTheme="minorHAnsi" w:cs="Arial"/>
                                      <w:vertAlign w:val="subscript"/>
                                    </w:rPr>
                                    <w:t>0</w:t>
                                  </w:r>
                                </w:p>
                                <w:p w14:paraId="42C6C204" w14:textId="77777777" w:rsidR="0026367A" w:rsidRPr="000C70C9" w:rsidRDefault="0026367A" w:rsidP="00464686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  <v:oval id="Ellipse 510" o:spid="_x0000_s1219" style="position:absolute;left:943521;top:375716;width:72390;height:723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4RgRxAAA&#10;ANwAAAAPAAAAZHJzL2Rvd25yZXYueG1sRE/Pa8IwFL4L/g/hCbvITCtURzUWu7Extst0XnZ7Ns+2&#10;2LyUJNPuv18OgseP7/e6GEwnLuR8a1lBOktAEFdWt1wrOHy/Pj6B8AFZY2eZFPyRh2IzHq0x1/bK&#10;O7rsQy1iCPscFTQh9LmUvmrIoJ/ZnjhyJ+sMhghdLbXDaww3nZwnyUIabDk2NNjTc0PVef9rFKDL&#10;XqZdPX8r0+nH6bD8OWbl16dSD5NhuwIRaAh38c39rhVkaZwfz8QjIDf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eEYEcQAAADcAAAADwAAAAAAAAAAAAAAAACXAgAAZHJzL2Rv&#10;d25yZXYueG1sUEsFBgAAAAAEAAQA9QAAAIgDAAAAAA==&#10;" fillcolor="black [1632]" strokecolor="black [3040]">
                            <v:fill color2="black [3008]" rotate="t" focus="80%" type="gradient">
                              <o:fill v:ext="view" type="gradientUnscaled"/>
                            </v:fill>
                          </v:oval>
                        </v:group>
                      </v:group>
                    </v:group>
                    <v:line id="Connecteur droit 513" o:spid="_x0000_s1220" style="position:absolute;visibility:visible;mso-wrap-style:square" from="1352282,1011228" to="1352282,169227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2xqw8EAAADcAAAADwAAAGRycy9kb3ducmV2LnhtbESP3WoCMRCF7wu+QxjBm6JZLRVdjSIF&#10;q7dVH2DcjJvgZrJsUnft05uC4OXh/Hyc5bpzlbhRE6xnBeNRBoK48NpyqeB03A5nIEJE1lh5JgV3&#10;CrBe9d6WmGvf8g/dDrEUaYRDjgpMjHUuZSgMOQwjXxMn7+IbhzHJppS6wTaNu0pOsmwqHVpOBIM1&#10;fRkqrodflyDOetu9786xpZLmezP//rtopQb9brMAEamLr/CzvdcKPscf8H8mHQG5eg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LbGrDwQAAANwAAAAPAAAAAAAAAAAAAAAA&#10;AKECAABkcnMvZG93bnJldi54bWxQSwUGAAAAAAQABAD5AAAAjwMAAAAA&#10;" strokeweight="1pt">
                      <v:stroke dashstyle="3 1"/>
                    </v:line>
                    <v:shape id="Zone de texte 514" o:spid="_x0000_s1221" type="#_x0000_t202" style="position:absolute;left:1189990;top:1680210;width:361315;height:2533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PSMnxAAA&#10;ANwAAAAPAAAAZHJzL2Rvd25yZXYueG1sRI9Ba8JAFITvBf/D8oTe6q4lKRpdRSyFnixNVfD2yD6T&#10;YPZtyG6T+O+7hUKPw8x8w6y3o21ET52vHWuYzxQI4sKZmksNx6+3pwUIH5ANNo5Jw508bDeThzVm&#10;xg38SX0eShEh7DPUUIXQZlL6oiKLfuZa4uhdXWcxRNmV0nQ4RLht5LNSL9JizXGhwpb2FRW3/Ntq&#10;OB2ul3OiPspXm7aDG5Vku5RaP07H3QpEoDH8h//a70ZDOk/g90w8AnLz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T0jJ8QAAADcAAAADwAAAAAAAAAAAAAAAACXAgAAZHJzL2Rv&#10;d25yZXYueG1sUEsFBgAAAAAEAAQA9QAAAIgDAAAAAA==&#10;" filled="f" stroked="f">
                      <v:textbox>
                        <w:txbxContent>
                          <w:p w14:paraId="3156D73F" w14:textId="344D8BF1" w:rsidR="0026367A" w:rsidRPr="000B1EE8" w:rsidRDefault="0026367A" w:rsidP="0046468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Theme="minorHAnsi" w:cs="Arial"/>
                              </w:rPr>
                              <w:t>Ω</w:t>
                            </w:r>
                            <w:r w:rsidRPr="000666C2">
                              <w:rPr>
                                <w:rFonts w:eastAsiaTheme="minorHAnsi" w:cs="Arial"/>
                                <w:vertAlign w:val="subscript"/>
                              </w:rPr>
                              <w:t>1</w:t>
                            </w:r>
                          </w:p>
                          <w:p w14:paraId="6B8C55D7" w14:textId="77777777" w:rsidR="0026367A" w:rsidRPr="000C70C9" w:rsidRDefault="0026367A" w:rsidP="0046468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Grouper 27" o:spid="_x0000_s1222" style="position:absolute;left:384810;top:507365;width:1411605;height:1426210" coordsize="1411605,142621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suJDTxAAAANsAAAAPAAAAZHJzL2Rvd25yZXYueG1sRI9Bi8IwFITvwv6H8Ba8&#10;aVoXXalGEdkVDyKoC+Lt0TzbYvNSmmxb/70RBI/DzHzDzJedKUVDtSssK4iHEQji1OqCMwV/p9/B&#10;FITzyBpLy6TgTg6Wi4/eHBNtWz5Qc/SZCBB2CSrIva8SKV2ak0E3tBVx8K62NuiDrDOpa2wD3JRy&#10;FEUTabDgsJBjReuc0tvx3yjYtNiuvuKfZne7ru+X03h/3sWkVP+zW81AeOr8O/xqb7WC0Tc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suJDTxAAAANsAAAAP&#10;AAAAAAAAAAAAAAAAAKkCAABkcnMvZG93bnJldi54bWxQSwUGAAAAAAQABAD6AAAAmgMAAAAA&#10;">
                    <v:line id="Connecteur droit 517" o:spid="_x0000_s1223" style="position:absolute;visibility:visible;mso-wrap-style:square" from="0,503823" to="1411605,50382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GblmscAAADcAAAADwAAAGRycy9kb3ducmV2LnhtbESPQWvCQBSE74X+h+UJXoputLS1aVYR&#10;W0E8mShIbo/sMwnNvg3ZrUn/fVcoeBxm5hsmWQ2mEVfqXG1ZwWwagSAurK65VHA6bicLEM4ja2ws&#10;k4JfcrBaPj4kGGvbc0rXzJciQNjFqKDyvo2ldEVFBt3UtsTBu9jOoA+yK6XusA9w08h5FL1KgzWH&#10;hQpb2lRUfGc/RkHe4/ycvfdf28Pn/jk9bcrmKT8oNR4N6w8QngZ/D/+3d1rBy+wNbmfCEZDLP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BIZuWaxwAAANwAAAAPAAAAAAAA&#10;AAAAAAAAAKECAABkcnMvZG93bnJldi54bWxQSwUGAAAAAAQABAD5AAAAlQMAAAAA&#10;" strokecolor="green" strokeweight="2pt">
                      <v:stroke dashstyle="3 1"/>
                    </v:line>
                    <v:shape id="Zone de texte 518" o:spid="_x0000_s1224" type="#_x0000_t202" style="position:absolute;left:109220;width:832485;height:2533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cCkiwAAA&#10;ANwAAAAPAAAAZHJzL2Rvd25yZXYueG1sRE9Ni8IwEL0L/ocwwt40UVTcahRxEfakWHcXvA3N2Bab&#10;SWmytv57cxA8Pt73atPZStyp8aVjDeORAkGcOVNyruHnvB8uQPiAbLByTBoe5GGz7vdWmBjX8onu&#10;achFDGGfoIYihDqR0mcFWfQjVxNH7uoaiyHCJpemwTaG20pOlJpLiyXHhgJr2hWU3dJ/q+H3cL38&#10;TdUx/7KzunWdkmw/pdYfg267BBGoC2/xy/1tNMzGcW08E4+AXD8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McCkiwAAAANwAAAAPAAAAAAAAAAAAAAAAAJcCAABkcnMvZG93bnJl&#10;di54bWxQSwUGAAAAAAQABAD1AAAAhAMAAAAA&#10;" filled="f" stroked="f">
                      <v:textbox>
                        <w:txbxContent>
                          <w:p w14:paraId="417128F7" w14:textId="0DD9A485" w:rsidR="0026367A" w:rsidRPr="000666C2" w:rsidRDefault="0026367A" w:rsidP="000666C2">
                            <w:r>
                              <w:t>U = U</w:t>
                            </w:r>
                            <w:r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>&lt;U</w:t>
                            </w:r>
                            <w:r w:rsidRPr="000666C2">
                              <w:rPr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line id="Connecteur droit 519" o:spid="_x0000_s1225" style="position:absolute;flip:x y;visibility:visible;mso-wrap-style:square" from="290195,36195" to="542925,119570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wit5cIAAADcAAAADwAAAGRycy9kb3ducmV2LnhtbESPQWsCMRSE74X+h/AEbzVrodJujSKF&#10;Wounbovnx+a5Wdz3siRR13/fCILHYWa+YebLgTt1ohBbLwamkwIUSe1tK42Bv9/Pp1dQMaFY7LyQ&#10;gQtFWC4eH+ZYWn+WHzpVqVEZIrFEAy6lvtQ61o4Y48T3JNnb+8CYsgyNtgHPGc6dfi6KmWZsJS84&#10;7OnDUX2ojmxAf+1na+bhO/DG6c5vd9XB7owZj4bVO6hEQ7qHb+2NNfAyfYPrmXwE9OIf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ewit5cIAAADcAAAADwAAAAAAAAAAAAAA&#10;AAChAgAAZHJzL2Rvd25yZXYueG1sUEsFBgAAAAAEAAQA+QAAAJADAAAAAA==&#10;" strokecolor="red" strokeweight="2.25pt"/>
                    <v:shape id="Zone de texte 24" o:spid="_x0000_s1226" type="#_x0000_t202" style="position:absolute;left:217805;top:1172845;width:361315;height:2533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1xlHwgAA&#10;ANsAAAAPAAAAZHJzL2Rvd25yZXYueG1sRI9Pi8IwFMTvC36H8ARva6K4i1ajiCJ4Wln/gbdH82yL&#10;zUtpoq3f3iwseBxm5jfMbNHaUjyo9oVjDYO+AkGcOlNwpuF42HyOQfiAbLB0TBqe5GEx73zMMDGu&#10;4V967EMmIoR9ghryEKpESp/mZNH3XUUcvaurLYYo60yaGpsIt6UcKvUtLRYcF3KsaJVTetvfrYbT&#10;z/VyHqldtrZfVeNaJdlOpNa9brucggjUhnf4v701GoYj+PsSf4Ccv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3XGUfCAAAA2wAAAA8AAAAAAAAAAAAAAAAAlwIAAGRycy9kb3du&#10;cmV2LnhtbFBLBQYAAAAABAAEAPUAAACGAwAAAAA=&#10;" filled="f" stroked="f">
                      <v:textbox>
                        <w:txbxContent>
                          <w:p w14:paraId="7A721744" w14:textId="3A5954A9" w:rsidR="0026367A" w:rsidRPr="000B1EE8" w:rsidRDefault="0026367A" w:rsidP="007F1E2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Theme="minorHAnsi" w:cs="Arial"/>
                              </w:rPr>
                              <w:t>Ω</w:t>
                            </w:r>
                            <w:r>
                              <w:rPr>
                                <w:rFonts w:eastAsiaTheme="minorHAnsi" w:cs="Arial"/>
                                <w:vertAlign w:val="subscript"/>
                              </w:rPr>
                              <w:t>2</w:t>
                            </w:r>
                          </w:p>
                          <w:p w14:paraId="05F384F1" w14:textId="77777777" w:rsidR="0026367A" w:rsidRPr="000C70C9" w:rsidRDefault="0026367A" w:rsidP="007F1E2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Zone de texte 26" o:spid="_x0000_s1227" type="#_x0000_t202" style="position:absolute;left:443230;top:1172845;width:389890;height:2533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SSKrwwAA&#10;ANsAAAAPAAAAZHJzL2Rvd25yZXYueG1sRI/NasMwEITvhbyD2EBvtZTQmsSxEkJKoaeW5g9yW6yN&#10;bWKtjKXa7ttXhUKOw8x8w+Sb0Taip87XjjXMEgWCuHCm5lLD8fD2tADhA7LBxjFp+CEPm/XkIcfM&#10;uIG/qN+HUkQI+ww1VCG0mZS+qMiiT1xLHL2r6yyGKLtSmg6HCLeNnCuVSos1x4UKW9pVVNz231bD&#10;6eN6OT+rz/LVvrSDG5Vku5RaP07H7QpEoDHcw//td6NhnsLfl/gD5Po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ySSKrwwAAANsAAAAPAAAAAAAAAAAAAAAAAJcCAABkcnMvZG93&#10;bnJldi54bWxQSwUGAAAAAAQABAD1AAAAhwMAAAAA&#10;" filled="f" stroked="f">
                      <v:textbox>
                        <w:txbxContent>
                          <w:p w14:paraId="0DDE980D" w14:textId="7DDFB21C" w:rsidR="0026367A" w:rsidRPr="000B1EE8" w:rsidRDefault="0026367A" w:rsidP="007F1E2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Theme="minorHAnsi" w:cs="Arial"/>
                              </w:rPr>
                              <w:t>Ω</w:t>
                            </w:r>
                            <w:r>
                              <w:rPr>
                                <w:rFonts w:eastAsiaTheme="minorHAnsi" w:cs="Arial"/>
                                <w:vertAlign w:val="subscript"/>
                              </w:rPr>
                              <w:t>2</w:t>
                            </w:r>
                            <w:r w:rsidRPr="00D81056">
                              <w:rPr>
                                <w:rFonts w:eastAsiaTheme="minorHAnsi" w:cs="Arial"/>
                                <w:vertAlign w:val="subscript"/>
                              </w:rPr>
                              <w:t>0</w:t>
                            </w:r>
                          </w:p>
                          <w:p w14:paraId="2F7BEC49" w14:textId="77777777" w:rsidR="0026367A" w:rsidRPr="000C70C9" w:rsidRDefault="0026367A" w:rsidP="007F1E2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w10:wrap type="through"/>
              </v:group>
            </w:pict>
          </mc:Fallback>
        </mc:AlternateContent>
      </w:r>
      <w:r w:rsidR="008E1398">
        <w:t>C</w:t>
      </w:r>
      <w:r w:rsidR="008E1398" w:rsidRPr="008E1398">
        <w:rPr>
          <w:vertAlign w:val="subscript"/>
        </w:rPr>
        <w:t>u</w:t>
      </w:r>
      <w:r w:rsidR="008E1398">
        <w:t xml:space="preserve"> = C</w:t>
      </w:r>
      <w:r w:rsidR="008E1398" w:rsidRPr="008E1398">
        <w:rPr>
          <w:vertAlign w:val="subscript"/>
        </w:rPr>
        <w:t>r</w:t>
      </w:r>
      <w:r w:rsidR="008E1398">
        <w:t xml:space="preserve"> = C</w:t>
      </w:r>
      <w:r w:rsidR="008E1398" w:rsidRPr="008E1398">
        <w:rPr>
          <w:vertAlign w:val="superscript"/>
        </w:rPr>
        <w:t>te</w:t>
      </w:r>
      <w:r w:rsidR="008E1398" w:rsidRPr="008E1398">
        <w:t xml:space="preserve"> </w:t>
      </w:r>
      <w:r w:rsidR="008E1398">
        <w:t>alors</w:t>
      </w:r>
      <w:r w:rsidR="008E1398" w:rsidRPr="008E1398">
        <w:t xml:space="preserve"> </w:t>
      </w:r>
      <w:r w:rsidR="008E1398">
        <w:t>C</w:t>
      </w:r>
      <w:r w:rsidR="008E1398" w:rsidRPr="008E1398">
        <w:rPr>
          <w:vertAlign w:val="subscript"/>
        </w:rPr>
        <w:t>p</w:t>
      </w:r>
      <w:r w:rsidR="008E1398">
        <w:t xml:space="preserve"> =</w:t>
      </w:r>
      <w:r w:rsidR="008E1398" w:rsidRPr="008E1398">
        <w:t xml:space="preserve"> </w:t>
      </w:r>
      <w:r w:rsidR="008E1398">
        <w:t>C</w:t>
      </w:r>
      <w:r w:rsidR="008E1398" w:rsidRPr="008E1398">
        <w:rPr>
          <w:vertAlign w:val="superscript"/>
        </w:rPr>
        <w:t>te</w:t>
      </w:r>
    </w:p>
    <w:p w14:paraId="075212FC" w14:textId="214E1775" w:rsidR="008E1398" w:rsidRDefault="008E1398" w:rsidP="00EB6EA2"/>
    <w:p w14:paraId="72AEFE79" w14:textId="751F1D51" w:rsidR="008E1398" w:rsidRDefault="008E1398" w:rsidP="00EB6EA2">
      <w:pPr>
        <w:rPr>
          <w:vertAlign w:val="superscript"/>
        </w:rPr>
      </w:pPr>
      <w:r>
        <w:t>Puisque</w:t>
      </w:r>
      <w:r w:rsidR="000666C2">
        <w:t xml:space="preserve"> </w:t>
      </w:r>
      <w:r>
        <w:t>: C</w:t>
      </w:r>
      <w:r w:rsidRPr="008E1398">
        <w:rPr>
          <w:vertAlign w:val="subscript"/>
        </w:rPr>
        <w:t>em</w:t>
      </w:r>
      <w:r>
        <w:t xml:space="preserve"> = K.I = C</w:t>
      </w:r>
      <w:r w:rsidRPr="008E1398">
        <w:rPr>
          <w:vertAlign w:val="superscript"/>
        </w:rPr>
        <w:t>te</w:t>
      </w:r>
    </w:p>
    <w:p w14:paraId="0149AE2B" w14:textId="3E875F28" w:rsidR="008E1398" w:rsidRDefault="008E1398" w:rsidP="00EB6EA2">
      <w:pPr>
        <w:rPr>
          <w:vertAlign w:val="superscript"/>
        </w:rPr>
      </w:pPr>
      <w:r>
        <w:t>on a: I</w:t>
      </w:r>
      <w:r w:rsidR="000666C2">
        <w:t xml:space="preserve"> </w:t>
      </w:r>
      <w:r>
        <w:t>=</w:t>
      </w:r>
      <w:r w:rsidR="000666C2">
        <w:t xml:space="preserve"> C</w:t>
      </w:r>
      <w:r w:rsidR="000666C2" w:rsidRPr="008E1398">
        <w:rPr>
          <w:vertAlign w:val="superscript"/>
        </w:rPr>
        <w:t>te</w:t>
      </w:r>
    </w:p>
    <w:p w14:paraId="0F40E3BF" w14:textId="076B2DBF" w:rsidR="000666C2" w:rsidRDefault="000666C2" w:rsidP="00EB6EA2"/>
    <w:p w14:paraId="148B42CF" w14:textId="0B921402" w:rsidR="000666C2" w:rsidRDefault="000666C2" w:rsidP="00EB6EA2">
      <w:pPr>
        <w:rPr>
          <w:rFonts w:eastAsiaTheme="minorHAnsi" w:cs="Arial"/>
        </w:rPr>
      </w:pPr>
      <w:r>
        <w:t xml:space="preserve">on obtient </w:t>
      </w:r>
      <w:r>
        <w:rPr>
          <w:rFonts w:eastAsiaTheme="minorHAnsi" w:cs="Arial"/>
        </w:rPr>
        <w:t>Ω = f(U) sous la forme :</w:t>
      </w:r>
    </w:p>
    <w:p w14:paraId="5BA00FA0" w14:textId="6AC56AFA" w:rsidR="000666C2" w:rsidRDefault="000666C2" w:rsidP="00EB6EA2">
      <w:pPr>
        <w:rPr>
          <w:rFonts w:eastAsiaTheme="minorHAnsi" w:cs="Arial"/>
        </w:rPr>
      </w:pPr>
    </w:p>
    <w:p w14:paraId="3B2D68B5" w14:textId="2E7AE674" w:rsidR="000666C2" w:rsidRPr="000666C2" w:rsidRDefault="000666C2" w:rsidP="00EB6EA2">
      <w:pPr>
        <w:rPr>
          <w:rFonts w:eastAsiaTheme="minorHAnsi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17009D03" wp14:editId="15FB9A7D">
                <wp:simplePos x="0" y="0"/>
                <wp:positionH relativeFrom="column">
                  <wp:posOffset>325755</wp:posOffset>
                </wp:positionH>
                <wp:positionV relativeFrom="paragraph">
                  <wp:posOffset>141605</wp:posOffset>
                </wp:positionV>
                <wp:extent cx="1483995" cy="506730"/>
                <wp:effectExtent l="0" t="0" r="14605" b="26670"/>
                <wp:wrapSquare wrapText="bothSides"/>
                <wp:docPr id="516" name="Zone de texte 5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3995" cy="50673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C29288" w14:textId="2FEBACC1" w:rsidR="0026367A" w:rsidRDefault="0026367A" w:rsidP="000666C2"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noProof/>
                                    <w:sz w:val="22"/>
                                    <w:szCs w:val="22"/>
                                  </w:rPr>
                                  <m:t>Ω</m:t>
                                </m:r>
                                <m:r>
                                  <w:rPr>
                                    <w:rFonts w:ascii="Cambria Math" w:hAnsi="Cambria Math"/>
                                    <w:noProof/>
                                    <w:sz w:val="22"/>
                                    <w:szCs w:val="22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noProof/>
                                        <w:sz w:val="22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U-R.I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7009D03" id="Zone de texte 516" o:spid="_x0000_s1228" type="#_x0000_t202" style="position:absolute;margin-left:25.65pt;margin-top:11.15pt;width:116.85pt;height:39.9pt;z-index:251863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" fillcolor="white [3201]" strokecolor="#c0504d [3205]" strokeweight="2pt">
                <v:textbox>
                  <w:txbxContent>
                    <w:p w14:paraId="1AC29288" w14:textId="2FEBACC1" w:rsidR="0026367A" w:rsidRDefault="0026367A" w:rsidP="000666C2"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Ω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U-R.I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K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666C2" w:rsidRPr="000666C2" w:rsidSect="007C55DC">
      <w:footerReference w:type="default" r:id="rId14"/>
      <w:pgSz w:w="11906" w:h="16838"/>
      <w:pgMar w:top="709" w:right="990" w:bottom="568" w:left="993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374AF9" w14:textId="77777777" w:rsidR="00D86773" w:rsidRDefault="00D86773" w:rsidP="00FB1ED7">
      <w:r>
        <w:separator/>
      </w:r>
    </w:p>
  </w:endnote>
  <w:endnote w:type="continuationSeparator" w:id="0">
    <w:p w14:paraId="2AE5AB43" w14:textId="77777777" w:rsidR="00D86773" w:rsidRDefault="00D86773" w:rsidP="00FB1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,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6EF121" w14:textId="3FD31B4E" w:rsidR="0026367A" w:rsidRDefault="0026367A" w:rsidP="004D4212">
    <w:pPr>
      <w:pStyle w:val="Pieddepage1"/>
    </w:pPr>
    <w:r>
      <w:rPr>
        <w:sz w:val="16"/>
        <w:szCs w:val="16"/>
      </w:rP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EB697C">
      <w:rPr>
        <w:noProof/>
      </w:rPr>
      <w:t>1</w:t>
    </w:r>
    <w:r>
      <w:rPr>
        <w:noProof/>
      </w:rPr>
      <w:fldChar w:fldCharType="end"/>
    </w:r>
    <w:r>
      <w:t xml:space="preserve"> sur </w:t>
    </w:r>
    <w:fldSimple w:instr=" NUMPAGES ">
      <w:r w:rsidR="00EB697C">
        <w:rPr>
          <w:noProof/>
        </w:rPr>
        <w:t>4</w:t>
      </w:r>
    </w:fldSimple>
  </w:p>
  <w:p w14:paraId="252577ED" w14:textId="77777777" w:rsidR="0026367A" w:rsidRDefault="0026367A">
    <w:pPr>
      <w:pStyle w:val="Pieddepage"/>
    </w:pPr>
  </w:p>
  <w:p w14:paraId="2976792B" w14:textId="77777777" w:rsidR="0026367A" w:rsidRDefault="0026367A"/>
  <w:p w14:paraId="411337B2" w14:textId="77777777" w:rsidR="0026367A" w:rsidRDefault="0026367A"/>
  <w:p w14:paraId="194C6FAC" w14:textId="77777777" w:rsidR="0026367A" w:rsidRDefault="0026367A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CEC7E8" w14:textId="77777777" w:rsidR="00D86773" w:rsidRDefault="00D86773" w:rsidP="00FB1ED7">
      <w:r>
        <w:separator/>
      </w:r>
    </w:p>
  </w:footnote>
  <w:footnote w:type="continuationSeparator" w:id="0">
    <w:p w14:paraId="4BA4FAA8" w14:textId="77777777" w:rsidR="00D86773" w:rsidRDefault="00D86773" w:rsidP="00FB1E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814E7"/>
    <w:multiLevelType w:val="multilevel"/>
    <w:tmpl w:val="ED6276AE"/>
    <w:lvl w:ilvl="0">
      <w:start w:val="1"/>
      <w:numFmt w:val="decimal"/>
      <w:pStyle w:val="Niv1"/>
      <w:lvlText w:val="%1."/>
      <w:lvlJc w:val="left"/>
      <w:pPr>
        <w:ind w:left="360" w:hanging="360"/>
      </w:pPr>
    </w:lvl>
    <w:lvl w:ilvl="1">
      <w:start w:val="1"/>
      <w:numFmt w:val="decimal"/>
      <w:pStyle w:val="Niv2"/>
      <w:lvlText w:val="%1.%2."/>
      <w:lvlJc w:val="left"/>
      <w:pPr>
        <w:ind w:left="792" w:hanging="432"/>
      </w:pPr>
    </w:lvl>
    <w:lvl w:ilvl="2">
      <w:start w:val="1"/>
      <w:numFmt w:val="decimal"/>
      <w:pStyle w:val="Niv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CEF61D5"/>
    <w:multiLevelType w:val="hybridMultilevel"/>
    <w:tmpl w:val="CAE6937A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367100B"/>
    <w:multiLevelType w:val="multilevel"/>
    <w:tmpl w:val="750A6730"/>
    <w:styleLink w:val="Numbering1"/>
    <w:lvl w:ilvl="0">
      <w:start w:val="1"/>
      <w:numFmt w:val="upperRoman"/>
      <w:pStyle w:val="Titre31"/>
      <w:lvlText w:val="%1)"/>
      <w:lvlJc w:val="left"/>
    </w:lvl>
    <w:lvl w:ilvl="1">
      <w:start w:val="1"/>
      <w:numFmt w:val="decimal"/>
      <w:lvlText w:val="%2)"/>
      <w:lvlJc w:val="left"/>
    </w:lvl>
    <w:lvl w:ilvl="2">
      <w:start w:val="1"/>
      <w:numFmt w:val="lowerLetter"/>
      <w:lvlText w:val="%3)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18D857BC"/>
    <w:multiLevelType w:val="hybridMultilevel"/>
    <w:tmpl w:val="4EA0C3C4"/>
    <w:lvl w:ilvl="0" w:tplc="6B9CAF6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5A49E9"/>
    <w:multiLevelType w:val="hybridMultilevel"/>
    <w:tmpl w:val="9E4A1EDA"/>
    <w:lvl w:ilvl="0" w:tplc="5346F9B0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651616"/>
    <w:multiLevelType w:val="hybridMultilevel"/>
    <w:tmpl w:val="BA749C9A"/>
    <w:lvl w:ilvl="0" w:tplc="82FA532A">
      <w:start w:val="1"/>
      <w:numFmt w:val="bullet"/>
      <w:pStyle w:val="Questions"/>
      <w:lvlText w:val="►"/>
      <w:lvlJc w:val="left"/>
      <w:pPr>
        <w:tabs>
          <w:tab w:val="num" w:pos="284"/>
        </w:tabs>
        <w:ind w:left="284" w:hanging="284"/>
      </w:pPr>
      <w:rPr>
        <w:rFonts w:ascii="Arial" w:hAnsi="Arial" w:hint="default"/>
      </w:rPr>
    </w:lvl>
    <w:lvl w:ilvl="1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9A361BA"/>
    <w:multiLevelType w:val="hybridMultilevel"/>
    <w:tmpl w:val="BE7E850A"/>
    <w:lvl w:ilvl="0" w:tplc="303CB9D8">
      <w:numFmt w:val="bullet"/>
      <w:pStyle w:val="tirets"/>
      <w:lvlText w:val="-"/>
      <w:lvlJc w:val="left"/>
      <w:pPr>
        <w:ind w:left="928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3ABD27C3"/>
    <w:multiLevelType w:val="hybridMultilevel"/>
    <w:tmpl w:val="4ABC5C84"/>
    <w:lvl w:ilvl="0" w:tplc="6B9CAF6C">
      <w:start w:val="4"/>
      <w:numFmt w:val="bullet"/>
      <w:lvlText w:val="-"/>
      <w:lvlJc w:val="left"/>
      <w:pPr>
        <w:ind w:left="143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8">
    <w:nsid w:val="3CFC4374"/>
    <w:multiLevelType w:val="multilevel"/>
    <w:tmpl w:val="4ABC5C84"/>
    <w:lvl w:ilvl="0">
      <w:start w:val="4"/>
      <w:numFmt w:val="bullet"/>
      <w:lvlText w:val="-"/>
      <w:lvlJc w:val="left"/>
      <w:pPr>
        <w:ind w:left="1431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215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9">
    <w:nsid w:val="454C3F4E"/>
    <w:multiLevelType w:val="hybridMultilevel"/>
    <w:tmpl w:val="E50EFD72"/>
    <w:lvl w:ilvl="0" w:tplc="C1DCC6BE">
      <w:numFmt w:val="bullet"/>
      <w:lvlText w:val="C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B44A96"/>
    <w:multiLevelType w:val="hybridMultilevel"/>
    <w:tmpl w:val="3C6A27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5774AD"/>
    <w:multiLevelType w:val="hybridMultilevel"/>
    <w:tmpl w:val="9A94997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7C92E45"/>
    <w:multiLevelType w:val="multilevel"/>
    <w:tmpl w:val="AD88B4CC"/>
    <w:lvl w:ilvl="0">
      <w:start w:val="1"/>
      <w:numFmt w:val="decimal"/>
      <w:pStyle w:val="StyleTitre1CalibriJustifi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7CA9254F"/>
    <w:multiLevelType w:val="multilevel"/>
    <w:tmpl w:val="4FF4B528"/>
    <w:styleLink w:val="Numbering2"/>
    <w:lvl w:ilvl="0">
      <w:start w:val="1"/>
      <w:numFmt w:val="decimal"/>
      <w:pStyle w:val="Question"/>
      <w:lvlText w:val="%1)"/>
      <w:lvlJc w:val="left"/>
      <w:pPr>
        <w:ind w:left="2629" w:hanging="360"/>
      </w:pPr>
    </w:lvl>
    <w:lvl w:ilvl="1">
      <w:start w:val="2"/>
      <w:numFmt w:val="decimal"/>
      <w:lvlText w:val="%2"/>
      <w:lvlJc w:val="left"/>
    </w:lvl>
    <w:lvl w:ilvl="2">
      <w:start w:val="3"/>
      <w:numFmt w:val="decimal"/>
      <w:lvlText w:val="%3"/>
      <w:lvlJc w:val="left"/>
    </w:lvl>
    <w:lvl w:ilvl="3">
      <w:start w:val="4"/>
      <w:numFmt w:val="decimal"/>
      <w:lvlText w:val="%4"/>
      <w:lvlJc w:val="left"/>
    </w:lvl>
    <w:lvl w:ilvl="4">
      <w:start w:val="5"/>
      <w:numFmt w:val="decimal"/>
      <w:lvlText w:val="%5"/>
      <w:lvlJc w:val="left"/>
    </w:lvl>
    <w:lvl w:ilvl="5">
      <w:start w:val="6"/>
      <w:numFmt w:val="decimal"/>
      <w:lvlText w:val="%6"/>
      <w:lvlJc w:val="left"/>
    </w:lvl>
    <w:lvl w:ilvl="6">
      <w:start w:val="7"/>
      <w:numFmt w:val="decimal"/>
      <w:lvlText w:val="%7"/>
      <w:lvlJc w:val="left"/>
    </w:lvl>
    <w:lvl w:ilvl="7">
      <w:start w:val="8"/>
      <w:numFmt w:val="decimal"/>
      <w:lvlText w:val="%8"/>
      <w:lvlJc w:val="left"/>
    </w:lvl>
    <w:lvl w:ilvl="8">
      <w:start w:val="9"/>
      <w:numFmt w:val="decimal"/>
      <w:lvlText w:val="%9"/>
      <w:lvlJc w:val="left"/>
    </w:lvl>
  </w:abstractNum>
  <w:num w:numId="1">
    <w:abstractNumId w:val="0"/>
  </w:num>
  <w:num w:numId="2">
    <w:abstractNumId w:val="2"/>
  </w:num>
  <w:num w:numId="3">
    <w:abstractNumId w:val="13"/>
  </w:num>
  <w:num w:numId="4">
    <w:abstractNumId w:val="5"/>
  </w:num>
  <w:num w:numId="5">
    <w:abstractNumId w:val="6"/>
  </w:num>
  <w:num w:numId="6">
    <w:abstractNumId w:val="12"/>
  </w:num>
  <w:num w:numId="7">
    <w:abstractNumId w:val="3"/>
  </w:num>
  <w:num w:numId="8">
    <w:abstractNumId w:val="11"/>
  </w:num>
  <w:num w:numId="9">
    <w:abstractNumId w:val="7"/>
  </w:num>
  <w:num w:numId="10">
    <w:abstractNumId w:val="8"/>
  </w:num>
  <w:num w:numId="11">
    <w:abstractNumId w:val="1"/>
  </w:num>
  <w:num w:numId="12">
    <w:abstractNumId w:val="4"/>
  </w:num>
  <w:num w:numId="13">
    <w:abstractNumId w:val="9"/>
  </w:num>
  <w:num w:numId="14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8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FE3"/>
    <w:rsid w:val="00002E99"/>
    <w:rsid w:val="00004C1A"/>
    <w:rsid w:val="00011A37"/>
    <w:rsid w:val="00011F4B"/>
    <w:rsid w:val="00012C58"/>
    <w:rsid w:val="0001458B"/>
    <w:rsid w:val="000178D6"/>
    <w:rsid w:val="00020243"/>
    <w:rsid w:val="000256B3"/>
    <w:rsid w:val="000327CB"/>
    <w:rsid w:val="00037239"/>
    <w:rsid w:val="000551D5"/>
    <w:rsid w:val="000553AB"/>
    <w:rsid w:val="00063D00"/>
    <w:rsid w:val="00064AE0"/>
    <w:rsid w:val="000666C2"/>
    <w:rsid w:val="00070AE0"/>
    <w:rsid w:val="00070B32"/>
    <w:rsid w:val="00071127"/>
    <w:rsid w:val="00085EC6"/>
    <w:rsid w:val="000A1650"/>
    <w:rsid w:val="000A71AB"/>
    <w:rsid w:val="000B1EE8"/>
    <w:rsid w:val="000C0C44"/>
    <w:rsid w:val="000C70C9"/>
    <w:rsid w:val="000E6066"/>
    <w:rsid w:val="000F1C00"/>
    <w:rsid w:val="000F41F6"/>
    <w:rsid w:val="000F7348"/>
    <w:rsid w:val="00101075"/>
    <w:rsid w:val="001019E6"/>
    <w:rsid w:val="001036F8"/>
    <w:rsid w:val="00107C7F"/>
    <w:rsid w:val="00110659"/>
    <w:rsid w:val="0011105B"/>
    <w:rsid w:val="00115575"/>
    <w:rsid w:val="0011765D"/>
    <w:rsid w:val="0013795E"/>
    <w:rsid w:val="00143310"/>
    <w:rsid w:val="00143E6F"/>
    <w:rsid w:val="001467A6"/>
    <w:rsid w:val="00152E8F"/>
    <w:rsid w:val="00161B11"/>
    <w:rsid w:val="00165461"/>
    <w:rsid w:val="001666D6"/>
    <w:rsid w:val="00173B0A"/>
    <w:rsid w:val="0018259B"/>
    <w:rsid w:val="0018326F"/>
    <w:rsid w:val="00185549"/>
    <w:rsid w:val="00190881"/>
    <w:rsid w:val="001A1176"/>
    <w:rsid w:val="001B03AD"/>
    <w:rsid w:val="001B12BD"/>
    <w:rsid w:val="001B420D"/>
    <w:rsid w:val="001C7DE6"/>
    <w:rsid w:val="001D1F65"/>
    <w:rsid w:val="001D2317"/>
    <w:rsid w:val="001D2DF1"/>
    <w:rsid w:val="001D4FF0"/>
    <w:rsid w:val="001D6C0F"/>
    <w:rsid w:val="001E0021"/>
    <w:rsid w:val="001E3705"/>
    <w:rsid w:val="001E5D65"/>
    <w:rsid w:val="001F3B86"/>
    <w:rsid w:val="001F53F9"/>
    <w:rsid w:val="00205E51"/>
    <w:rsid w:val="002137A5"/>
    <w:rsid w:val="002201BE"/>
    <w:rsid w:val="00222F37"/>
    <w:rsid w:val="00226373"/>
    <w:rsid w:val="0023100C"/>
    <w:rsid w:val="002328DC"/>
    <w:rsid w:val="00233EFF"/>
    <w:rsid w:val="0024550A"/>
    <w:rsid w:val="00245DC9"/>
    <w:rsid w:val="00247CB9"/>
    <w:rsid w:val="002507E7"/>
    <w:rsid w:val="00251CF4"/>
    <w:rsid w:val="00254F59"/>
    <w:rsid w:val="00255FE3"/>
    <w:rsid w:val="0026095D"/>
    <w:rsid w:val="00262A45"/>
    <w:rsid w:val="0026367A"/>
    <w:rsid w:val="00271431"/>
    <w:rsid w:val="00271DC3"/>
    <w:rsid w:val="00272549"/>
    <w:rsid w:val="00276B5D"/>
    <w:rsid w:val="002839CD"/>
    <w:rsid w:val="002A07E1"/>
    <w:rsid w:val="002A28D8"/>
    <w:rsid w:val="002A3AE9"/>
    <w:rsid w:val="002A5A6C"/>
    <w:rsid w:val="002A60BE"/>
    <w:rsid w:val="002B725B"/>
    <w:rsid w:val="002B7D39"/>
    <w:rsid w:val="002C071C"/>
    <w:rsid w:val="002C4ED9"/>
    <w:rsid w:val="002E17EC"/>
    <w:rsid w:val="002E1A75"/>
    <w:rsid w:val="002F2C9E"/>
    <w:rsid w:val="002F6747"/>
    <w:rsid w:val="003017C9"/>
    <w:rsid w:val="00315A3C"/>
    <w:rsid w:val="003230D2"/>
    <w:rsid w:val="0032412B"/>
    <w:rsid w:val="0032778D"/>
    <w:rsid w:val="00330A28"/>
    <w:rsid w:val="00331BF3"/>
    <w:rsid w:val="00336B33"/>
    <w:rsid w:val="00355D3A"/>
    <w:rsid w:val="00357489"/>
    <w:rsid w:val="0036233F"/>
    <w:rsid w:val="00363E86"/>
    <w:rsid w:val="00374847"/>
    <w:rsid w:val="00375027"/>
    <w:rsid w:val="00390CE9"/>
    <w:rsid w:val="00393460"/>
    <w:rsid w:val="0039575C"/>
    <w:rsid w:val="003A2D6F"/>
    <w:rsid w:val="003B5565"/>
    <w:rsid w:val="003C021A"/>
    <w:rsid w:val="003C53BB"/>
    <w:rsid w:val="003E34A6"/>
    <w:rsid w:val="003E6571"/>
    <w:rsid w:val="003E7F48"/>
    <w:rsid w:val="003F0A7F"/>
    <w:rsid w:val="003F62B4"/>
    <w:rsid w:val="003F6549"/>
    <w:rsid w:val="003F66CD"/>
    <w:rsid w:val="003F741D"/>
    <w:rsid w:val="003F7483"/>
    <w:rsid w:val="00400EEB"/>
    <w:rsid w:val="00404B80"/>
    <w:rsid w:val="00407952"/>
    <w:rsid w:val="0041184E"/>
    <w:rsid w:val="00430DD6"/>
    <w:rsid w:val="00430E25"/>
    <w:rsid w:val="004344CA"/>
    <w:rsid w:val="00453D3A"/>
    <w:rsid w:val="004575C5"/>
    <w:rsid w:val="00462393"/>
    <w:rsid w:val="00463F2C"/>
    <w:rsid w:val="00464686"/>
    <w:rsid w:val="004679E7"/>
    <w:rsid w:val="00474AD3"/>
    <w:rsid w:val="00476092"/>
    <w:rsid w:val="00480DE7"/>
    <w:rsid w:val="0048788D"/>
    <w:rsid w:val="00490117"/>
    <w:rsid w:val="004902C6"/>
    <w:rsid w:val="0049208A"/>
    <w:rsid w:val="0049637F"/>
    <w:rsid w:val="004A1629"/>
    <w:rsid w:val="004B5CDB"/>
    <w:rsid w:val="004C3B89"/>
    <w:rsid w:val="004C50CC"/>
    <w:rsid w:val="004C6E05"/>
    <w:rsid w:val="004C79AB"/>
    <w:rsid w:val="004D0638"/>
    <w:rsid w:val="004D1842"/>
    <w:rsid w:val="004D4114"/>
    <w:rsid w:val="004D4212"/>
    <w:rsid w:val="004D4F91"/>
    <w:rsid w:val="004D5548"/>
    <w:rsid w:val="004D67C0"/>
    <w:rsid w:val="004D77C6"/>
    <w:rsid w:val="004E17E4"/>
    <w:rsid w:val="004E58FA"/>
    <w:rsid w:val="004F13A0"/>
    <w:rsid w:val="004F74A6"/>
    <w:rsid w:val="00500138"/>
    <w:rsid w:val="00503665"/>
    <w:rsid w:val="005153A1"/>
    <w:rsid w:val="00516C4F"/>
    <w:rsid w:val="0052690B"/>
    <w:rsid w:val="00537754"/>
    <w:rsid w:val="00560FA1"/>
    <w:rsid w:val="005623A3"/>
    <w:rsid w:val="0056305E"/>
    <w:rsid w:val="00564326"/>
    <w:rsid w:val="005710D7"/>
    <w:rsid w:val="00571F76"/>
    <w:rsid w:val="005737D7"/>
    <w:rsid w:val="00582139"/>
    <w:rsid w:val="005834C2"/>
    <w:rsid w:val="005836DD"/>
    <w:rsid w:val="00584728"/>
    <w:rsid w:val="00587A06"/>
    <w:rsid w:val="00596EAD"/>
    <w:rsid w:val="005A26E6"/>
    <w:rsid w:val="005B296A"/>
    <w:rsid w:val="005C1D78"/>
    <w:rsid w:val="005C26D0"/>
    <w:rsid w:val="005C27A0"/>
    <w:rsid w:val="005D0E7D"/>
    <w:rsid w:val="005D1E29"/>
    <w:rsid w:val="005D2790"/>
    <w:rsid w:val="005D6298"/>
    <w:rsid w:val="005D72FD"/>
    <w:rsid w:val="005E046C"/>
    <w:rsid w:val="005E230F"/>
    <w:rsid w:val="005E5855"/>
    <w:rsid w:val="005F1907"/>
    <w:rsid w:val="005F462F"/>
    <w:rsid w:val="005F682E"/>
    <w:rsid w:val="00604D07"/>
    <w:rsid w:val="00607C67"/>
    <w:rsid w:val="00611352"/>
    <w:rsid w:val="00617F23"/>
    <w:rsid w:val="00620A24"/>
    <w:rsid w:val="0062294D"/>
    <w:rsid w:val="00624F8B"/>
    <w:rsid w:val="0063038B"/>
    <w:rsid w:val="00634742"/>
    <w:rsid w:val="00635A1F"/>
    <w:rsid w:val="006412EF"/>
    <w:rsid w:val="006474EC"/>
    <w:rsid w:val="00647CDE"/>
    <w:rsid w:val="00651F3A"/>
    <w:rsid w:val="00653007"/>
    <w:rsid w:val="0066158E"/>
    <w:rsid w:val="0067218E"/>
    <w:rsid w:val="00673F10"/>
    <w:rsid w:val="00674B15"/>
    <w:rsid w:val="0068274A"/>
    <w:rsid w:val="006868A6"/>
    <w:rsid w:val="0069023C"/>
    <w:rsid w:val="00695298"/>
    <w:rsid w:val="006A023F"/>
    <w:rsid w:val="006A7422"/>
    <w:rsid w:val="006B74D6"/>
    <w:rsid w:val="006C4222"/>
    <w:rsid w:val="006D1919"/>
    <w:rsid w:val="006D4A72"/>
    <w:rsid w:val="006F1666"/>
    <w:rsid w:val="006F1AB6"/>
    <w:rsid w:val="007028D3"/>
    <w:rsid w:val="00716C8A"/>
    <w:rsid w:val="0071763E"/>
    <w:rsid w:val="00717867"/>
    <w:rsid w:val="00722A07"/>
    <w:rsid w:val="00727D12"/>
    <w:rsid w:val="007352DB"/>
    <w:rsid w:val="00735CD4"/>
    <w:rsid w:val="00741E72"/>
    <w:rsid w:val="00744ED9"/>
    <w:rsid w:val="00756588"/>
    <w:rsid w:val="00762CF7"/>
    <w:rsid w:val="007718A5"/>
    <w:rsid w:val="00782554"/>
    <w:rsid w:val="00782C18"/>
    <w:rsid w:val="007906D0"/>
    <w:rsid w:val="0079639F"/>
    <w:rsid w:val="00796C19"/>
    <w:rsid w:val="007B15A1"/>
    <w:rsid w:val="007B44F5"/>
    <w:rsid w:val="007B45D4"/>
    <w:rsid w:val="007C13D6"/>
    <w:rsid w:val="007C2770"/>
    <w:rsid w:val="007C3E4A"/>
    <w:rsid w:val="007C4437"/>
    <w:rsid w:val="007C48CA"/>
    <w:rsid w:val="007C55DC"/>
    <w:rsid w:val="007D2129"/>
    <w:rsid w:val="007E0BF5"/>
    <w:rsid w:val="007E42A8"/>
    <w:rsid w:val="007E7A1D"/>
    <w:rsid w:val="007F0BC8"/>
    <w:rsid w:val="007F1E2D"/>
    <w:rsid w:val="007F2600"/>
    <w:rsid w:val="007F3642"/>
    <w:rsid w:val="007F7D32"/>
    <w:rsid w:val="008052FE"/>
    <w:rsid w:val="00807ECB"/>
    <w:rsid w:val="00832CC2"/>
    <w:rsid w:val="0083598E"/>
    <w:rsid w:val="00835A39"/>
    <w:rsid w:val="00835C0B"/>
    <w:rsid w:val="008414BE"/>
    <w:rsid w:val="00843BC7"/>
    <w:rsid w:val="00845A9C"/>
    <w:rsid w:val="008464E4"/>
    <w:rsid w:val="0086230A"/>
    <w:rsid w:val="008639FD"/>
    <w:rsid w:val="00865701"/>
    <w:rsid w:val="008703A4"/>
    <w:rsid w:val="00871281"/>
    <w:rsid w:val="008730A5"/>
    <w:rsid w:val="00877121"/>
    <w:rsid w:val="008837B1"/>
    <w:rsid w:val="00885FC4"/>
    <w:rsid w:val="0088665C"/>
    <w:rsid w:val="00891C70"/>
    <w:rsid w:val="008A2157"/>
    <w:rsid w:val="008A4948"/>
    <w:rsid w:val="008A7367"/>
    <w:rsid w:val="008A7997"/>
    <w:rsid w:val="008B6D57"/>
    <w:rsid w:val="008C3633"/>
    <w:rsid w:val="008C6C4F"/>
    <w:rsid w:val="008D2A89"/>
    <w:rsid w:val="008D37DE"/>
    <w:rsid w:val="008D4B11"/>
    <w:rsid w:val="008E1398"/>
    <w:rsid w:val="008E53B9"/>
    <w:rsid w:val="008F4EBA"/>
    <w:rsid w:val="008F79FC"/>
    <w:rsid w:val="009007FD"/>
    <w:rsid w:val="00903D1D"/>
    <w:rsid w:val="00907D80"/>
    <w:rsid w:val="0091319C"/>
    <w:rsid w:val="00935306"/>
    <w:rsid w:val="0094441F"/>
    <w:rsid w:val="0095290B"/>
    <w:rsid w:val="00954279"/>
    <w:rsid w:val="00956C2E"/>
    <w:rsid w:val="00963808"/>
    <w:rsid w:val="009760B3"/>
    <w:rsid w:val="009818F7"/>
    <w:rsid w:val="00992A4D"/>
    <w:rsid w:val="009A0196"/>
    <w:rsid w:val="009B1019"/>
    <w:rsid w:val="009B384E"/>
    <w:rsid w:val="009B4702"/>
    <w:rsid w:val="009B7AF2"/>
    <w:rsid w:val="009C4EB9"/>
    <w:rsid w:val="009C51BC"/>
    <w:rsid w:val="009C7B30"/>
    <w:rsid w:val="009D58E5"/>
    <w:rsid w:val="009D6B4B"/>
    <w:rsid w:val="009E116F"/>
    <w:rsid w:val="009E2CBF"/>
    <w:rsid w:val="009E3C91"/>
    <w:rsid w:val="009E4CFA"/>
    <w:rsid w:val="009E6A0B"/>
    <w:rsid w:val="009E6A2B"/>
    <w:rsid w:val="009F2A8A"/>
    <w:rsid w:val="009F33D6"/>
    <w:rsid w:val="009F6D9F"/>
    <w:rsid w:val="009F796C"/>
    <w:rsid w:val="009F7C75"/>
    <w:rsid w:val="00A00360"/>
    <w:rsid w:val="00A009E3"/>
    <w:rsid w:val="00A059DA"/>
    <w:rsid w:val="00A05A99"/>
    <w:rsid w:val="00A104BA"/>
    <w:rsid w:val="00A17C09"/>
    <w:rsid w:val="00A20B97"/>
    <w:rsid w:val="00A2201C"/>
    <w:rsid w:val="00A2264B"/>
    <w:rsid w:val="00A31F83"/>
    <w:rsid w:val="00A374DE"/>
    <w:rsid w:val="00A37711"/>
    <w:rsid w:val="00A50727"/>
    <w:rsid w:val="00A5251D"/>
    <w:rsid w:val="00A563ED"/>
    <w:rsid w:val="00A659C9"/>
    <w:rsid w:val="00A67AA7"/>
    <w:rsid w:val="00A736F0"/>
    <w:rsid w:val="00A8207A"/>
    <w:rsid w:val="00A942D5"/>
    <w:rsid w:val="00AA0FD9"/>
    <w:rsid w:val="00AA2A6C"/>
    <w:rsid w:val="00AB2D8E"/>
    <w:rsid w:val="00AB5B79"/>
    <w:rsid w:val="00AB6063"/>
    <w:rsid w:val="00AC14D4"/>
    <w:rsid w:val="00AC6238"/>
    <w:rsid w:val="00AC6A16"/>
    <w:rsid w:val="00AC7C2A"/>
    <w:rsid w:val="00AD2B86"/>
    <w:rsid w:val="00AD2B9B"/>
    <w:rsid w:val="00AD68CC"/>
    <w:rsid w:val="00AF1DFD"/>
    <w:rsid w:val="00B02CFE"/>
    <w:rsid w:val="00B07346"/>
    <w:rsid w:val="00B115C3"/>
    <w:rsid w:val="00B17AF5"/>
    <w:rsid w:val="00B2023F"/>
    <w:rsid w:val="00B22C74"/>
    <w:rsid w:val="00B23668"/>
    <w:rsid w:val="00B2402C"/>
    <w:rsid w:val="00B2587E"/>
    <w:rsid w:val="00B36A79"/>
    <w:rsid w:val="00B429D7"/>
    <w:rsid w:val="00B50CD8"/>
    <w:rsid w:val="00B531E2"/>
    <w:rsid w:val="00B6526E"/>
    <w:rsid w:val="00B7042D"/>
    <w:rsid w:val="00B7106B"/>
    <w:rsid w:val="00B80D42"/>
    <w:rsid w:val="00B83AF4"/>
    <w:rsid w:val="00B83E83"/>
    <w:rsid w:val="00B843F8"/>
    <w:rsid w:val="00B8484B"/>
    <w:rsid w:val="00B8607A"/>
    <w:rsid w:val="00B86A01"/>
    <w:rsid w:val="00B95346"/>
    <w:rsid w:val="00BA1383"/>
    <w:rsid w:val="00BA58AA"/>
    <w:rsid w:val="00BC1B8C"/>
    <w:rsid w:val="00BC1F83"/>
    <w:rsid w:val="00BC72D4"/>
    <w:rsid w:val="00BD3E71"/>
    <w:rsid w:val="00BE26F0"/>
    <w:rsid w:val="00C01D78"/>
    <w:rsid w:val="00C129B9"/>
    <w:rsid w:val="00C16CBD"/>
    <w:rsid w:val="00C20A00"/>
    <w:rsid w:val="00C31B82"/>
    <w:rsid w:val="00C32999"/>
    <w:rsid w:val="00C51489"/>
    <w:rsid w:val="00C5244F"/>
    <w:rsid w:val="00C61C6C"/>
    <w:rsid w:val="00C712CD"/>
    <w:rsid w:val="00C73626"/>
    <w:rsid w:val="00C7512D"/>
    <w:rsid w:val="00C8744D"/>
    <w:rsid w:val="00C87A8B"/>
    <w:rsid w:val="00C94018"/>
    <w:rsid w:val="00C94099"/>
    <w:rsid w:val="00C9452C"/>
    <w:rsid w:val="00C96DEB"/>
    <w:rsid w:val="00CA173D"/>
    <w:rsid w:val="00CA33CA"/>
    <w:rsid w:val="00CA6C86"/>
    <w:rsid w:val="00CB150D"/>
    <w:rsid w:val="00CB1C70"/>
    <w:rsid w:val="00CC1155"/>
    <w:rsid w:val="00CC309D"/>
    <w:rsid w:val="00CD4827"/>
    <w:rsid w:val="00CD71F8"/>
    <w:rsid w:val="00CE3F20"/>
    <w:rsid w:val="00CE66BB"/>
    <w:rsid w:val="00CF1DF1"/>
    <w:rsid w:val="00CF21E1"/>
    <w:rsid w:val="00CF3524"/>
    <w:rsid w:val="00CF4D4F"/>
    <w:rsid w:val="00CF5559"/>
    <w:rsid w:val="00CF7A51"/>
    <w:rsid w:val="00D0737F"/>
    <w:rsid w:val="00D150C2"/>
    <w:rsid w:val="00D16148"/>
    <w:rsid w:val="00D21680"/>
    <w:rsid w:val="00D21AD3"/>
    <w:rsid w:val="00D221DC"/>
    <w:rsid w:val="00D30B98"/>
    <w:rsid w:val="00D4173E"/>
    <w:rsid w:val="00D42CF6"/>
    <w:rsid w:val="00D4402A"/>
    <w:rsid w:val="00D448B7"/>
    <w:rsid w:val="00D46CEC"/>
    <w:rsid w:val="00D47BDF"/>
    <w:rsid w:val="00D51C82"/>
    <w:rsid w:val="00D51E51"/>
    <w:rsid w:val="00D52945"/>
    <w:rsid w:val="00D53010"/>
    <w:rsid w:val="00D53C93"/>
    <w:rsid w:val="00D62F8A"/>
    <w:rsid w:val="00D71EA6"/>
    <w:rsid w:val="00D75679"/>
    <w:rsid w:val="00D81056"/>
    <w:rsid w:val="00D83172"/>
    <w:rsid w:val="00D86773"/>
    <w:rsid w:val="00D92D29"/>
    <w:rsid w:val="00DA4804"/>
    <w:rsid w:val="00DC2B84"/>
    <w:rsid w:val="00DC5A7F"/>
    <w:rsid w:val="00DC679E"/>
    <w:rsid w:val="00DC7879"/>
    <w:rsid w:val="00DD2982"/>
    <w:rsid w:val="00DD4669"/>
    <w:rsid w:val="00DE010B"/>
    <w:rsid w:val="00DF564B"/>
    <w:rsid w:val="00DF6BD3"/>
    <w:rsid w:val="00DF7009"/>
    <w:rsid w:val="00E006E6"/>
    <w:rsid w:val="00E112E7"/>
    <w:rsid w:val="00E249A7"/>
    <w:rsid w:val="00E31151"/>
    <w:rsid w:val="00E32498"/>
    <w:rsid w:val="00E3367D"/>
    <w:rsid w:val="00E35395"/>
    <w:rsid w:val="00E53ADC"/>
    <w:rsid w:val="00E5544C"/>
    <w:rsid w:val="00E65580"/>
    <w:rsid w:val="00E67DD3"/>
    <w:rsid w:val="00E67F6C"/>
    <w:rsid w:val="00E725D9"/>
    <w:rsid w:val="00E80A9C"/>
    <w:rsid w:val="00E81BA9"/>
    <w:rsid w:val="00E84092"/>
    <w:rsid w:val="00E87F5D"/>
    <w:rsid w:val="00E92090"/>
    <w:rsid w:val="00E9318F"/>
    <w:rsid w:val="00E942F0"/>
    <w:rsid w:val="00EA3581"/>
    <w:rsid w:val="00EA4886"/>
    <w:rsid w:val="00EB0A75"/>
    <w:rsid w:val="00EB0F77"/>
    <w:rsid w:val="00EB2B14"/>
    <w:rsid w:val="00EB301F"/>
    <w:rsid w:val="00EB697C"/>
    <w:rsid w:val="00EB6EA2"/>
    <w:rsid w:val="00EB7B92"/>
    <w:rsid w:val="00EC45F6"/>
    <w:rsid w:val="00EC6077"/>
    <w:rsid w:val="00ED05C8"/>
    <w:rsid w:val="00ED3BB7"/>
    <w:rsid w:val="00ED6D10"/>
    <w:rsid w:val="00EF3FFA"/>
    <w:rsid w:val="00EF66B7"/>
    <w:rsid w:val="00F12596"/>
    <w:rsid w:val="00F17792"/>
    <w:rsid w:val="00F306A7"/>
    <w:rsid w:val="00F33342"/>
    <w:rsid w:val="00F36C9E"/>
    <w:rsid w:val="00F4185C"/>
    <w:rsid w:val="00F41E5A"/>
    <w:rsid w:val="00F52B6D"/>
    <w:rsid w:val="00F56A0C"/>
    <w:rsid w:val="00F60911"/>
    <w:rsid w:val="00F60B7C"/>
    <w:rsid w:val="00F627C5"/>
    <w:rsid w:val="00F74B0F"/>
    <w:rsid w:val="00F77DD5"/>
    <w:rsid w:val="00FB1ED7"/>
    <w:rsid w:val="00FB432F"/>
    <w:rsid w:val="00FB5663"/>
    <w:rsid w:val="00FB5B88"/>
    <w:rsid w:val="00FB68A8"/>
    <w:rsid w:val="00FC0AE8"/>
    <w:rsid w:val="00FC0B63"/>
    <w:rsid w:val="00FC7F58"/>
    <w:rsid w:val="00FD77D5"/>
    <w:rsid w:val="00FE26A6"/>
    <w:rsid w:val="00FE4537"/>
    <w:rsid w:val="00FE7A1F"/>
    <w:rsid w:val="00FF6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CCE2B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6095D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rsid w:val="00FB1E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B1ED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B1E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nale"/>
    <w:next w:val="Normal"/>
    <w:link w:val="Titre4Car"/>
    <w:uiPriority w:val="9"/>
    <w:unhideWhenUsed/>
    <w:rsid w:val="00FB1ED7"/>
    <w:pPr>
      <w:jc w:val="center"/>
      <w:outlineLvl w:val="3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rsid w:val="00FB1ED7"/>
    <w:pPr>
      <w:spacing w:after="0" w:line="240" w:lineRule="auto"/>
    </w:pPr>
  </w:style>
  <w:style w:type="paragraph" w:customStyle="1" w:styleId="Niv1">
    <w:name w:val="Niv1"/>
    <w:basedOn w:val="Sansinterligne"/>
    <w:qFormat/>
    <w:rsid w:val="00FB1ED7"/>
    <w:pPr>
      <w:numPr>
        <w:numId w:val="1"/>
      </w:numPr>
    </w:pPr>
    <w:rPr>
      <w:rFonts w:ascii="Times New Roman" w:hAnsi="Times New Roman" w:cs="Times New Roman"/>
      <w:color w:val="365F91" w:themeColor="accent1" w:themeShade="BF"/>
      <w:sz w:val="32"/>
      <w:szCs w:val="32"/>
    </w:rPr>
  </w:style>
  <w:style w:type="paragraph" w:customStyle="1" w:styleId="Niv2">
    <w:name w:val="Niv2"/>
    <w:basedOn w:val="Sansinterligne"/>
    <w:qFormat/>
    <w:rsid w:val="00FB1ED7"/>
    <w:pPr>
      <w:numPr>
        <w:ilvl w:val="1"/>
        <w:numId w:val="1"/>
      </w:numPr>
    </w:pPr>
    <w:rPr>
      <w:rFonts w:ascii="Times New Roman" w:hAnsi="Times New Roman" w:cs="Times New Roman"/>
      <w:color w:val="365F91" w:themeColor="accent1" w:themeShade="BF"/>
      <w:sz w:val="28"/>
      <w:szCs w:val="28"/>
    </w:rPr>
  </w:style>
  <w:style w:type="paragraph" w:customStyle="1" w:styleId="Niv3">
    <w:name w:val="Niv3"/>
    <w:basedOn w:val="Niv1"/>
    <w:qFormat/>
    <w:rsid w:val="004D4212"/>
    <w:pPr>
      <w:numPr>
        <w:ilvl w:val="2"/>
      </w:numPr>
    </w:pPr>
    <w:rPr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FB1ED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B1ED7"/>
  </w:style>
  <w:style w:type="paragraph" w:styleId="Pieddepage">
    <w:name w:val="footer"/>
    <w:basedOn w:val="Normal"/>
    <w:link w:val="PieddepageCar"/>
    <w:uiPriority w:val="99"/>
    <w:unhideWhenUsed/>
    <w:rsid w:val="00FB1ED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B1ED7"/>
  </w:style>
  <w:style w:type="character" w:customStyle="1" w:styleId="Titre4Car">
    <w:name w:val="Titre 4 Car"/>
    <w:basedOn w:val="Policepardfaut"/>
    <w:link w:val="Titre4"/>
    <w:uiPriority w:val="9"/>
    <w:rsid w:val="00FB1ED7"/>
    <w:rPr>
      <w:rFonts w:ascii="Times New Roman" w:eastAsia="Andale Sans UI" w:hAnsi="Times New Roman" w:cs="Tahoma"/>
      <w:b/>
      <w:kern w:val="3"/>
      <w:sz w:val="24"/>
      <w:szCs w:val="24"/>
      <w:lang w:eastAsia="ja-JP" w:bidi="fa-IR"/>
    </w:rPr>
  </w:style>
  <w:style w:type="paragraph" w:customStyle="1" w:styleId="nornale">
    <w:name w:val="nornale"/>
    <w:qFormat/>
    <w:rsid w:val="00453D3A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eastAsia="Andale Sans UI" w:cs="Tahoma"/>
      <w:kern w:val="3"/>
      <w:sz w:val="20"/>
      <w:szCs w:val="20"/>
      <w:lang w:eastAsia="ja-JP" w:bidi="fa-IR"/>
    </w:rPr>
  </w:style>
  <w:style w:type="paragraph" w:customStyle="1" w:styleId="Heading">
    <w:name w:val="Heading"/>
    <w:basedOn w:val="nornale"/>
    <w:rsid w:val="00FB1ED7"/>
    <w:pPr>
      <w:keepNext/>
      <w:spacing w:before="113" w:after="113"/>
      <w:jc w:val="center"/>
    </w:pPr>
    <w:rPr>
      <w:rFonts w:ascii="Arial" w:hAnsi="Arial"/>
      <w:b/>
      <w:color w:val="FF3366"/>
      <w:sz w:val="32"/>
      <w:szCs w:val="28"/>
    </w:rPr>
  </w:style>
  <w:style w:type="paragraph" w:customStyle="1" w:styleId="Titre31">
    <w:name w:val="Titre 31"/>
    <w:basedOn w:val="Heading"/>
    <w:next w:val="Normal"/>
    <w:rsid w:val="00FB1ED7"/>
    <w:pPr>
      <w:numPr>
        <w:numId w:val="2"/>
      </w:numPr>
      <w:spacing w:after="57"/>
      <w:jc w:val="both"/>
      <w:outlineLvl w:val="2"/>
    </w:pPr>
    <w:rPr>
      <w:rFonts w:ascii="Times New Roman" w:hAnsi="Times New Roman"/>
      <w:bCs/>
      <w:i/>
      <w:color w:val="00B8FF"/>
      <w:sz w:val="28"/>
      <w:u w:val="single"/>
    </w:rPr>
  </w:style>
  <w:style w:type="numbering" w:customStyle="1" w:styleId="Numbering1">
    <w:name w:val="Numbering 1"/>
    <w:basedOn w:val="Aucuneliste"/>
    <w:rsid w:val="00FB1ED7"/>
    <w:pPr>
      <w:numPr>
        <w:numId w:val="2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1ED7"/>
    <w:rPr>
      <w:rFonts w:ascii="Tahoma" w:hAnsi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1ED7"/>
    <w:rPr>
      <w:rFonts w:ascii="Tahoma" w:eastAsia="Andale Sans UI" w:hAnsi="Tahoma" w:cs="Tahoma"/>
      <w:kern w:val="3"/>
      <w:sz w:val="16"/>
      <w:szCs w:val="16"/>
      <w:lang w:eastAsia="ja-JP" w:bidi="fa-IR"/>
    </w:rPr>
  </w:style>
  <w:style w:type="character" w:customStyle="1" w:styleId="Titre1Car">
    <w:name w:val="Titre 1 Car"/>
    <w:basedOn w:val="Policepardfaut"/>
    <w:link w:val="Titre1"/>
    <w:uiPriority w:val="9"/>
    <w:rsid w:val="00FB1ED7"/>
    <w:rPr>
      <w:rFonts w:asciiTheme="majorHAnsi" w:eastAsiaTheme="majorEastAsia" w:hAnsiTheme="majorHAnsi" w:cstheme="majorBidi"/>
      <w:b/>
      <w:bCs/>
      <w:color w:val="365F91" w:themeColor="accent1" w:themeShade="BF"/>
      <w:kern w:val="3"/>
      <w:sz w:val="28"/>
      <w:szCs w:val="28"/>
      <w:lang w:eastAsia="ja-JP" w:bidi="fa-IR"/>
    </w:rPr>
  </w:style>
  <w:style w:type="character" w:customStyle="1" w:styleId="Titre2Car">
    <w:name w:val="Titre 2 Car"/>
    <w:basedOn w:val="Policepardfaut"/>
    <w:link w:val="Titre2"/>
    <w:uiPriority w:val="9"/>
    <w:semiHidden/>
    <w:rsid w:val="00FB1ED7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eastAsia="ja-JP" w:bidi="fa-IR"/>
    </w:rPr>
  </w:style>
  <w:style w:type="character" w:customStyle="1" w:styleId="Titre3Car">
    <w:name w:val="Titre 3 Car"/>
    <w:basedOn w:val="Policepardfaut"/>
    <w:link w:val="Titre3"/>
    <w:rsid w:val="00FB1ED7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eastAsia="ja-JP" w:bidi="fa-IR"/>
    </w:rPr>
  </w:style>
  <w:style w:type="paragraph" w:customStyle="1" w:styleId="Question">
    <w:name w:val="Question"/>
    <w:basedOn w:val="nornale"/>
    <w:next w:val="Rponses"/>
    <w:qFormat/>
    <w:rsid w:val="0068274A"/>
    <w:pPr>
      <w:numPr>
        <w:numId w:val="3"/>
      </w:numPr>
      <w:spacing w:before="120" w:after="120"/>
      <w:ind w:left="360"/>
      <w:outlineLvl w:val="2"/>
    </w:pPr>
    <w:rPr>
      <w:i/>
      <w:color w:val="E36C0A" w:themeColor="accent6" w:themeShade="BF"/>
    </w:rPr>
  </w:style>
  <w:style w:type="paragraph" w:customStyle="1" w:styleId="Rponses">
    <w:name w:val="Réponses"/>
    <w:basedOn w:val="Question"/>
    <w:qFormat/>
    <w:rsid w:val="004D4212"/>
    <w:pPr>
      <w:numPr>
        <w:numId w:val="0"/>
      </w:numPr>
      <w:tabs>
        <w:tab w:val="left" w:leader="dot" w:pos="9638"/>
      </w:tabs>
      <w:spacing w:before="0" w:after="0"/>
    </w:pPr>
    <w:rPr>
      <w:color w:val="008000"/>
    </w:rPr>
  </w:style>
  <w:style w:type="numbering" w:customStyle="1" w:styleId="Numbering2">
    <w:name w:val="Numbering 2"/>
    <w:basedOn w:val="Aucuneliste"/>
    <w:rsid w:val="004D4212"/>
    <w:pPr>
      <w:numPr>
        <w:numId w:val="3"/>
      </w:numPr>
    </w:pPr>
  </w:style>
  <w:style w:type="paragraph" w:customStyle="1" w:styleId="Pieddepage1">
    <w:name w:val="Pied de page1"/>
    <w:basedOn w:val="nornale"/>
    <w:rsid w:val="004D4212"/>
    <w:pPr>
      <w:suppressLineNumbers/>
      <w:tabs>
        <w:tab w:val="center" w:pos="4818"/>
        <w:tab w:val="right" w:pos="9637"/>
      </w:tabs>
    </w:pPr>
    <w:rPr>
      <w:szCs w:val="24"/>
    </w:rPr>
  </w:style>
  <w:style w:type="character" w:styleId="Rfrenceple">
    <w:name w:val="Subtle Reference"/>
    <w:basedOn w:val="Policepardfaut"/>
    <w:uiPriority w:val="31"/>
    <w:rsid w:val="004D4212"/>
    <w:rPr>
      <w:smallCaps/>
      <w:color w:val="C0504D" w:themeColor="accent2"/>
      <w:u w:val="single"/>
    </w:rPr>
  </w:style>
  <w:style w:type="table" w:styleId="Grilledutableau">
    <w:name w:val="Table Grid"/>
    <w:basedOn w:val="TableauNormal"/>
    <w:uiPriority w:val="59"/>
    <w:rsid w:val="000372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nhideWhenUsed/>
    <w:rsid w:val="008414BE"/>
    <w:rPr>
      <w:color w:val="0000FF"/>
      <w:u w:val="single"/>
    </w:rPr>
  </w:style>
  <w:style w:type="character" w:styleId="Lienhypertextevisit">
    <w:name w:val="FollowedHyperlink"/>
    <w:basedOn w:val="Policepardfaut"/>
    <w:uiPriority w:val="99"/>
    <w:semiHidden/>
    <w:unhideWhenUsed/>
    <w:rsid w:val="007906D0"/>
    <w:rPr>
      <w:color w:val="800080" w:themeColor="followedHyperlink"/>
      <w:u w:val="single"/>
    </w:rPr>
  </w:style>
  <w:style w:type="paragraph" w:customStyle="1" w:styleId="Exercice">
    <w:name w:val="Exercice"/>
    <w:basedOn w:val="Normal"/>
    <w:rsid w:val="0026095D"/>
    <w:pPr>
      <w:spacing w:before="120" w:after="120"/>
      <w:ind w:right="4536"/>
    </w:pPr>
    <w:rPr>
      <w:b/>
      <w:i/>
      <w:sz w:val="28"/>
    </w:rPr>
  </w:style>
  <w:style w:type="paragraph" w:customStyle="1" w:styleId="Questions">
    <w:name w:val="Questions"/>
    <w:basedOn w:val="Normal"/>
    <w:rsid w:val="0026095D"/>
    <w:pPr>
      <w:numPr>
        <w:numId w:val="4"/>
      </w:numPr>
      <w:spacing w:before="120" w:after="120"/>
      <w:ind w:right="284"/>
    </w:pPr>
    <w:rPr>
      <w:b/>
    </w:rPr>
  </w:style>
  <w:style w:type="paragraph" w:customStyle="1" w:styleId="tirets">
    <w:name w:val="tirets"/>
    <w:basedOn w:val="En-tte"/>
    <w:link w:val="tiretsCar"/>
    <w:qFormat/>
    <w:rsid w:val="00B86A01"/>
    <w:pPr>
      <w:numPr>
        <w:numId w:val="5"/>
      </w:numPr>
      <w:tabs>
        <w:tab w:val="clear" w:pos="4536"/>
        <w:tab w:val="clear" w:pos="9072"/>
      </w:tabs>
      <w:ind w:left="709"/>
    </w:pPr>
    <w:rPr>
      <w:rFonts w:eastAsia="Calibri"/>
      <w:sz w:val="22"/>
      <w:lang w:eastAsia="en-US"/>
    </w:rPr>
  </w:style>
  <w:style w:type="character" w:customStyle="1" w:styleId="tiretsCar">
    <w:name w:val="tirets Car"/>
    <w:basedOn w:val="Policepardfaut"/>
    <w:link w:val="tirets"/>
    <w:rsid w:val="00B86A01"/>
    <w:rPr>
      <w:rFonts w:ascii="Arial" w:eastAsia="Calibri" w:hAnsi="Arial" w:cs="Times New Roman"/>
      <w:szCs w:val="24"/>
    </w:rPr>
  </w:style>
  <w:style w:type="paragraph" w:customStyle="1" w:styleId="StyleTitre1CalibriJustifi">
    <w:name w:val="Style Titre 1 + Calibri Justifié"/>
    <w:basedOn w:val="Titre1"/>
    <w:autoRedefine/>
    <w:rsid w:val="00B83E83"/>
    <w:pPr>
      <w:keepLines w:val="0"/>
      <w:numPr>
        <w:numId w:val="6"/>
      </w:numPr>
      <w:spacing w:before="240" w:after="60"/>
      <w:jc w:val="both"/>
    </w:pPr>
    <w:rPr>
      <w:rFonts w:ascii="Calibri" w:eastAsia="Times New Roman" w:hAnsi="Calibri" w:cs="Times New Roman"/>
      <w:color w:val="auto"/>
      <w:kern w:val="32"/>
    </w:rPr>
  </w:style>
  <w:style w:type="character" w:styleId="Textedelespacerserv">
    <w:name w:val="Placeholder Text"/>
    <w:basedOn w:val="Policepardfaut"/>
    <w:uiPriority w:val="99"/>
    <w:semiHidden/>
    <w:rsid w:val="00D92D29"/>
    <w:rPr>
      <w:color w:val="808080"/>
    </w:rPr>
  </w:style>
  <w:style w:type="character" w:customStyle="1" w:styleId="apple-converted-space">
    <w:name w:val="apple-converted-space"/>
    <w:rsid w:val="00741E72"/>
    <w:rPr>
      <w:rFonts w:cs="Times New Roman"/>
    </w:rPr>
  </w:style>
  <w:style w:type="paragraph" w:customStyle="1" w:styleId="Paragraphedeliste1">
    <w:name w:val="Paragraphe de liste1"/>
    <w:basedOn w:val="Normal"/>
    <w:rsid w:val="00D4173E"/>
    <w:pPr>
      <w:ind w:left="720"/>
      <w:contextualSpacing/>
    </w:pPr>
    <w:rPr>
      <w:rFonts w:ascii="Times New Roman" w:hAnsi="Times New Roman"/>
      <w:szCs w:val="20"/>
    </w:rPr>
  </w:style>
  <w:style w:type="paragraph" w:styleId="Pardeliste">
    <w:name w:val="List Paragraph"/>
    <w:basedOn w:val="Normal"/>
    <w:uiPriority w:val="34"/>
    <w:rsid w:val="00330A28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67218E"/>
    <w:rPr>
      <w:b/>
      <w:bCs/>
    </w:rPr>
  </w:style>
  <w:style w:type="paragraph" w:styleId="Normalweb">
    <w:name w:val="Normal (Web)"/>
    <w:basedOn w:val="Normal"/>
    <w:uiPriority w:val="99"/>
    <w:unhideWhenUsed/>
    <w:rsid w:val="00B429D7"/>
    <w:pPr>
      <w:spacing w:before="100" w:beforeAutospacing="1" w:after="100" w:afterAutospacing="1"/>
    </w:pPr>
    <w:rPr>
      <w:rFonts w:ascii="Times" w:eastAsiaTheme="minorHAnsi" w:hAnsi="Times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2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51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7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5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8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71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11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3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32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3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5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4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5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82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05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48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7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67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19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09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72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7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66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842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68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89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8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065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652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45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0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1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46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983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1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02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12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12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15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5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1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61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4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28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30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7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55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72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421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2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8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0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02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9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92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1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79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8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9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47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74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0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18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08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12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OURS%20T.M\STI2D%20TC\Mod&#232;le%20STI2D%20TC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E7581-1E5F-8444-855C-D9B631124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D:\COURS T.M\STI2D TC\Modèle STI2D TC.dotx</Template>
  <TotalTime>17</TotalTime>
  <Pages>4</Pages>
  <Words>675</Words>
  <Characters>3717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PRESICION</dc:creator>
  <cp:keywords/>
  <dc:description/>
  <cp:lastModifiedBy>Utilisateur de Microsoft Office</cp:lastModifiedBy>
  <cp:revision>3</cp:revision>
  <cp:lastPrinted>2016-10-15T08:19:00Z</cp:lastPrinted>
  <dcterms:created xsi:type="dcterms:W3CDTF">2018-11-27T19:46:00Z</dcterms:created>
  <dcterms:modified xsi:type="dcterms:W3CDTF">2018-11-27T20:03:00Z</dcterms:modified>
</cp:coreProperties>
</file>