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6971"/>
        <w:gridCol w:w="1135"/>
      </w:tblGrid>
      <w:tr w:rsidR="009E6836" w:rsidRPr="009E6836" w:rsidTr="00B34398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Pr="00B34ED2" w:rsidRDefault="00791F19" w:rsidP="00791F19">
            <w:pPr>
              <w:pStyle w:val="Heading"/>
            </w:pPr>
            <w:r w:rsidRPr="00B34ED2">
              <w:t>SI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Pr="00B34ED2" w:rsidRDefault="00B34ED2" w:rsidP="00927000">
            <w:pPr>
              <w:pStyle w:val="Heading"/>
            </w:pPr>
            <w:r>
              <w:t>Comportement d</w:t>
            </w:r>
            <w:r w:rsidR="000E6BF3">
              <w:t>e la décharge</w:t>
            </w:r>
            <w:r>
              <w:t xml:space="preserve"> </w:t>
            </w:r>
            <w:r w:rsidR="000E6BF3">
              <w:t xml:space="preserve">d’un </w:t>
            </w:r>
            <w:r>
              <w:t>accumulateur</w:t>
            </w:r>
            <w:r w:rsidR="00805686" w:rsidRPr="00B34ED2">
              <w:t xml:space="preserve"> </w:t>
            </w:r>
            <w:r w:rsidR="00927000">
              <w:t>(m</w:t>
            </w:r>
            <w:r w:rsidR="00805686" w:rsidRPr="00B34ED2">
              <w:t>odèle de Shepherd</w:t>
            </w:r>
            <w:r w:rsidR="00927000">
              <w:t>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1ED7" w:rsidRPr="00B34ED2" w:rsidRDefault="00805686" w:rsidP="004D4212">
            <w:pPr>
              <w:pStyle w:val="Heading"/>
            </w:pPr>
            <w:r w:rsidRPr="00B34ED2">
              <w:t>PI</w:t>
            </w:r>
          </w:p>
        </w:tc>
      </w:tr>
    </w:tbl>
    <w:p w:rsidR="00B91AB6" w:rsidRDefault="00C01D9D" w:rsidP="00571F76">
      <w:pPr>
        <w:pStyle w:val="Standard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0AC54450" wp14:editId="4CDA5FE4">
                <wp:simplePos x="0" y="0"/>
                <wp:positionH relativeFrom="column">
                  <wp:posOffset>3695065</wp:posOffset>
                </wp:positionH>
                <wp:positionV relativeFrom="paragraph">
                  <wp:posOffset>141605</wp:posOffset>
                </wp:positionV>
                <wp:extent cx="2508250" cy="1494790"/>
                <wp:effectExtent l="0" t="0" r="6350" b="0"/>
                <wp:wrapSquare wrapText="bothSides"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0" cy="1494790"/>
                          <a:chOff x="0" y="0"/>
                          <a:chExt cx="2695492" cy="1606164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Résultat de recherche d'images pour &quot;batterie plomb&quot;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676" cy="1606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33384" y="0"/>
                            <a:ext cx="962108" cy="15823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95EB86" id="Groupe 4" o:spid="_x0000_s1026" style="position:absolute;margin-left:290.95pt;margin-top:11.15pt;width:197.5pt;height:117.7pt;z-index:251648512;mso-width-relative:margin;mso-height-relative:margin" coordsize="26954,1606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Résultat de recherche d'images pour &quot;batterie plomb&quot;" style="position:absolute;width:16856;height:16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">
                  <v:imagedata r:id="rId9" o:title="Résultat de recherche d'images pour &quot;batterie plomb&quot;"/>
                </v:shape>
                <v:shape id="Image 3" o:spid="_x0000_s1028" type="#_x0000_t75" style="position:absolute;left:17333;width:9621;height:15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">
                  <v:imagedata r:id="rId10" o:title=""/>
                </v:shape>
                <w10:wrap type="square"/>
              </v:group>
            </w:pict>
          </mc:Fallback>
        </mc:AlternateContent>
      </w:r>
    </w:p>
    <w:p w:rsidR="00F356CB" w:rsidRDefault="00F356CB" w:rsidP="00F356CB">
      <w:pPr>
        <w:pStyle w:val="Niv1"/>
      </w:pPr>
      <w:r>
        <w:t>Modélisation d’un accumulateur</w:t>
      </w:r>
    </w:p>
    <w:p w:rsidR="00F356CB" w:rsidRDefault="00F356CB" w:rsidP="00571F76">
      <w:pPr>
        <w:pStyle w:val="Standard"/>
      </w:pPr>
    </w:p>
    <w:p w:rsidR="00F356CB" w:rsidRDefault="00F356CB" w:rsidP="00571F76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Un accumulateur se modélise par une source de tension contrôlable et sa résistance interne</w:t>
      </w:r>
      <w:r>
        <w:rPr>
          <w:lang w:eastAsia="en-US" w:bidi="ar-SA"/>
        </w:rPr>
        <w:t>.</w:t>
      </w:r>
      <w:r w:rsidR="00C01D9D" w:rsidRPr="00C01D9D">
        <w:rPr>
          <w:noProof/>
          <w:lang w:eastAsia="fr-FR" w:bidi="ar-SA"/>
        </w:rPr>
        <w:t xml:space="preserve"> </w:t>
      </w:r>
    </w:p>
    <w:p w:rsidR="00F356CB" w:rsidRDefault="00F356CB" w:rsidP="00571F76">
      <w:pPr>
        <w:pStyle w:val="Standard"/>
        <w:rPr>
          <w:lang w:eastAsia="en-US" w:bidi="ar-SA"/>
        </w:rPr>
      </w:pPr>
    </w:p>
    <w:p w:rsidR="00B91AB6" w:rsidRPr="009E6836" w:rsidRDefault="00B7048B" w:rsidP="00B34ED2">
      <w:pPr>
        <w:pStyle w:val="Niv1"/>
      </w:pPr>
      <w:r>
        <w:t>Modèle adapté à une simulation informatique</w:t>
      </w:r>
    </w:p>
    <w:p w:rsidR="00B34ED2" w:rsidRDefault="00B34ED2" w:rsidP="00B91AB6">
      <w:pPr>
        <w:pStyle w:val="Standard"/>
        <w:rPr>
          <w:lang w:eastAsia="en-US" w:bidi="ar-SA"/>
        </w:rPr>
      </w:pPr>
    </w:p>
    <w:p w:rsidR="009E6836" w:rsidRPr="009E6836" w:rsidRDefault="00B91AB6" w:rsidP="00B91AB6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Le comportement d’un accumulateur en décharge peut être modélis</w:t>
      </w:r>
      <w:r w:rsidR="004143FB">
        <w:rPr>
          <w:lang w:eastAsia="en-US" w:bidi="ar-SA"/>
        </w:rPr>
        <w:t>é</w:t>
      </w:r>
      <w:r w:rsidRPr="009E6836">
        <w:rPr>
          <w:lang w:eastAsia="en-US" w:bidi="ar-SA"/>
        </w:rPr>
        <w:t xml:space="preserve"> de différentes manières</w:t>
      </w:r>
      <w:r w:rsidR="004F72BF">
        <w:rPr>
          <w:lang w:eastAsia="en-US" w:bidi="ar-SA"/>
        </w:rPr>
        <w:t xml:space="preserve"> : </w:t>
      </w:r>
      <w:r w:rsidRPr="009E6836">
        <w:rPr>
          <w:lang w:eastAsia="en-US" w:bidi="ar-SA"/>
        </w:rPr>
        <w:t xml:space="preserve">modelé chimique, modelé expérimentale, etc… </w:t>
      </w:r>
    </w:p>
    <w:p w:rsidR="004F72BF" w:rsidRDefault="009E6836" w:rsidP="00B91AB6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L</w:t>
      </w:r>
      <w:r w:rsidR="00B91AB6" w:rsidRPr="009E6836">
        <w:rPr>
          <w:lang w:eastAsia="en-US" w:bidi="ar-SA"/>
        </w:rPr>
        <w:t>e modelé adapt</w:t>
      </w:r>
      <w:r w:rsidRPr="009E6836">
        <w:rPr>
          <w:lang w:eastAsia="en-US" w:bidi="ar-SA"/>
        </w:rPr>
        <w:t>é</w:t>
      </w:r>
      <w:r w:rsidR="00B91AB6" w:rsidRPr="009E6836">
        <w:rPr>
          <w:lang w:eastAsia="en-US" w:bidi="ar-SA"/>
        </w:rPr>
        <w:t xml:space="preserve"> à </w:t>
      </w:r>
      <w:r w:rsidRPr="009E6836">
        <w:rPr>
          <w:lang w:eastAsia="en-US" w:bidi="ar-SA"/>
        </w:rPr>
        <w:t>une</w:t>
      </w:r>
      <w:r w:rsidR="00B91AB6" w:rsidRPr="009E6836">
        <w:rPr>
          <w:lang w:eastAsia="en-US" w:bidi="ar-SA"/>
        </w:rPr>
        <w:t xml:space="preserve"> étude </w:t>
      </w:r>
      <w:r w:rsidRPr="009E6836">
        <w:rPr>
          <w:lang w:eastAsia="en-US" w:bidi="ar-SA"/>
        </w:rPr>
        <w:t>simulé sous un modeleur multi-physique de type Scilab/</w:t>
      </w:r>
      <w:proofErr w:type="spellStart"/>
      <w:r w:rsidRPr="009E6836">
        <w:rPr>
          <w:lang w:eastAsia="en-US" w:bidi="ar-SA"/>
        </w:rPr>
        <w:t>Xcos</w:t>
      </w:r>
      <w:proofErr w:type="spellEnd"/>
      <w:r w:rsidRPr="009E6836">
        <w:rPr>
          <w:lang w:eastAsia="en-US" w:bidi="ar-SA"/>
        </w:rPr>
        <w:t xml:space="preserve"> </w:t>
      </w:r>
      <w:r w:rsidR="00B91AB6" w:rsidRPr="009E6836">
        <w:rPr>
          <w:lang w:eastAsia="en-US" w:bidi="ar-SA"/>
        </w:rPr>
        <w:t xml:space="preserve">est celui </w:t>
      </w:r>
      <w:r w:rsidR="00F356CB">
        <w:rPr>
          <w:lang w:eastAsia="en-US" w:bidi="ar-SA"/>
        </w:rPr>
        <w:t xml:space="preserve">permettant de modéliser la décharge de l’accumulateur sous </w:t>
      </w:r>
      <w:r w:rsidR="00A223B8">
        <w:rPr>
          <w:lang w:eastAsia="en-US" w:bidi="ar-SA"/>
        </w:rPr>
        <w:t xml:space="preserve">la </w:t>
      </w:r>
      <w:r w:rsidR="00F356CB">
        <w:rPr>
          <w:lang w:eastAsia="en-US" w:bidi="ar-SA"/>
        </w:rPr>
        <w:t>forme d’une équation mathématique.</w:t>
      </w:r>
    </w:p>
    <w:p w:rsidR="006B40F6" w:rsidRDefault="006B40F6" w:rsidP="00B91AB6">
      <w:pPr>
        <w:pStyle w:val="Standard"/>
        <w:rPr>
          <w:lang w:eastAsia="en-US" w:bidi="ar-SA"/>
        </w:rPr>
      </w:pPr>
    </w:p>
    <w:p w:rsidR="00301A59" w:rsidRDefault="00301A59" w:rsidP="00301A59">
      <w:pPr>
        <w:pStyle w:val="Standard"/>
        <w:rPr>
          <w:lang w:eastAsia="en-US" w:bidi="ar-SA"/>
        </w:rPr>
      </w:pPr>
      <w:r>
        <w:t xml:space="preserve">Les modèles de Thévenin ou de </w:t>
      </w:r>
      <w:proofErr w:type="spellStart"/>
      <w:r>
        <w:t>Cauer</w:t>
      </w:r>
      <w:proofErr w:type="spellEnd"/>
      <w:r>
        <w:t xml:space="preserve"> et Foster sont plutôt utilisés pour représenter le phénomène de transfert de charge et de diffusion (phénomènes chimiques).</w:t>
      </w:r>
    </w:p>
    <w:p w:rsidR="00301A59" w:rsidRDefault="00301A59" w:rsidP="00B91AB6">
      <w:pPr>
        <w:pStyle w:val="Standard"/>
        <w:rPr>
          <w:lang w:eastAsia="en-US" w:bidi="ar-SA"/>
        </w:rPr>
      </w:pPr>
    </w:p>
    <w:p w:rsidR="004F72BF" w:rsidRDefault="004745FC" w:rsidP="004745FC">
      <w:pPr>
        <w:pStyle w:val="Niv1"/>
      </w:pPr>
      <w:r>
        <w:t>Mod</w:t>
      </w:r>
      <w:r w:rsidR="00F356CB">
        <w:t>èle</w:t>
      </w:r>
      <w:r>
        <w:t xml:space="preserve"> de la décharge d’un accumulateur </w:t>
      </w:r>
    </w:p>
    <w:p w:rsidR="004743AB" w:rsidRDefault="004743AB" w:rsidP="004743AB">
      <w:pPr>
        <w:pStyle w:val="Standard"/>
      </w:pPr>
    </w:p>
    <w:p w:rsidR="00A223B8" w:rsidRDefault="00E469C2" w:rsidP="00B91AB6">
      <w:pPr>
        <w:pStyle w:val="Standard"/>
        <w:rPr>
          <w:lang w:eastAsia="en-US"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47488" behindDoc="0" locked="0" layoutInCell="1" allowOverlap="1" wp14:anchorId="1EAFEE81" wp14:editId="5E5D8348">
            <wp:simplePos x="0" y="0"/>
            <wp:positionH relativeFrom="column">
              <wp:posOffset>3698240</wp:posOffset>
            </wp:positionH>
            <wp:positionV relativeFrom="paragraph">
              <wp:posOffset>8890</wp:posOffset>
            </wp:positionV>
            <wp:extent cx="2566670" cy="1615440"/>
            <wp:effectExtent l="0" t="0" r="5080" b="3810"/>
            <wp:wrapSquare wrapText="bothSides"/>
            <wp:docPr id="1" name="Image 1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B8">
        <w:rPr>
          <w:lang w:eastAsia="en-US" w:bidi="ar-SA"/>
        </w:rPr>
        <w:t xml:space="preserve">Dans notre cas nous allons utiliser la modélisation </w:t>
      </w:r>
      <w:r w:rsidR="00C9651E">
        <w:rPr>
          <w:lang w:eastAsia="en-US" w:bidi="ar-SA"/>
        </w:rPr>
        <w:t>dite de</w:t>
      </w:r>
      <w:r w:rsidR="00A223B8">
        <w:rPr>
          <w:lang w:eastAsia="en-US" w:bidi="ar-SA"/>
        </w:rPr>
        <w:t xml:space="preserve"> Shepherd.</w:t>
      </w:r>
      <w:r w:rsidR="00C01D9D" w:rsidRPr="00C01D9D">
        <w:rPr>
          <w:noProof/>
          <w:lang w:eastAsia="fr-FR" w:bidi="ar-SA"/>
        </w:rPr>
        <w:t xml:space="preserve"> </w:t>
      </w:r>
    </w:p>
    <w:p w:rsidR="00A223B8" w:rsidRDefault="00A223B8" w:rsidP="00B91AB6">
      <w:pPr>
        <w:pStyle w:val="Standard"/>
        <w:rPr>
          <w:lang w:eastAsia="en-US" w:bidi="ar-SA"/>
        </w:rPr>
      </w:pPr>
    </w:p>
    <w:p w:rsidR="004745FC" w:rsidRPr="009E6836" w:rsidRDefault="00B91AB6" w:rsidP="004745FC">
      <w:pPr>
        <w:pStyle w:val="Niv2"/>
      </w:pPr>
      <w:r w:rsidRPr="009E6836">
        <w:rPr>
          <w:color w:val="auto"/>
        </w:rPr>
        <w:t xml:space="preserve"> </w:t>
      </w:r>
      <w:r w:rsidR="004745FC">
        <w:t>H</w:t>
      </w:r>
      <w:r w:rsidR="004745FC" w:rsidRPr="009E6836">
        <w:t>ypothèses</w:t>
      </w:r>
      <w:r w:rsidR="004745FC">
        <w:t xml:space="preserve"> </w:t>
      </w:r>
      <w:r w:rsidR="006F5432">
        <w:t xml:space="preserve">simplificatrice du modèle </w:t>
      </w:r>
    </w:p>
    <w:p w:rsidR="004745FC" w:rsidRDefault="004745FC" w:rsidP="004745FC">
      <w:pPr>
        <w:pStyle w:val="Standard"/>
        <w:rPr>
          <w:lang w:eastAsia="en-US" w:bidi="ar-SA"/>
        </w:rPr>
      </w:pPr>
    </w:p>
    <w:p w:rsidR="004745FC" w:rsidRPr="009E6836" w:rsidRDefault="004745FC" w:rsidP="004745FC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- Le modèle ne tient pas compte de l’</w:t>
      </w:r>
      <w:r>
        <w:rPr>
          <w:lang w:eastAsia="en-US" w:bidi="ar-SA"/>
        </w:rPr>
        <w:t>â</w:t>
      </w:r>
      <w:r w:rsidRPr="009E6836">
        <w:rPr>
          <w:lang w:eastAsia="en-US" w:bidi="ar-SA"/>
        </w:rPr>
        <w:t>ge de l’accumulateur, de la température ambiante et du</w:t>
      </w:r>
      <w:r>
        <w:rPr>
          <w:lang w:eastAsia="en-US" w:bidi="ar-SA"/>
        </w:rPr>
        <w:t xml:space="preserve"> </w:t>
      </w:r>
      <w:r w:rsidRPr="009E6836">
        <w:rPr>
          <w:lang w:eastAsia="en-US" w:bidi="ar-SA"/>
        </w:rPr>
        <w:t>nombre de cycle de charge et décharge</w:t>
      </w:r>
      <w:r>
        <w:rPr>
          <w:lang w:eastAsia="en-US" w:bidi="ar-SA"/>
        </w:rPr>
        <w:t>.</w:t>
      </w:r>
    </w:p>
    <w:p w:rsidR="004745FC" w:rsidRPr="009E6836" w:rsidRDefault="004745FC" w:rsidP="004745FC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- La résistance interne est constante au cours de la décharge.</w:t>
      </w:r>
    </w:p>
    <w:p w:rsidR="004745FC" w:rsidRPr="009E6836" w:rsidRDefault="004745FC" w:rsidP="004745FC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 xml:space="preserve">- </w:t>
      </w:r>
      <w:r>
        <w:rPr>
          <w:lang w:eastAsia="en-US" w:bidi="ar-SA"/>
        </w:rPr>
        <w:t xml:space="preserve">La </w:t>
      </w:r>
      <w:r w:rsidRPr="009E6836">
        <w:rPr>
          <w:lang w:eastAsia="en-US" w:bidi="ar-SA"/>
        </w:rPr>
        <w:t>capacité de la batterie ne change</w:t>
      </w:r>
      <w:r>
        <w:rPr>
          <w:lang w:eastAsia="en-US" w:bidi="ar-SA"/>
        </w:rPr>
        <w:t xml:space="preserve"> </w:t>
      </w:r>
      <w:r w:rsidRPr="009E6836">
        <w:rPr>
          <w:lang w:eastAsia="en-US" w:bidi="ar-SA"/>
        </w:rPr>
        <w:t>pas avec le courant de décharge</w:t>
      </w:r>
      <w:r>
        <w:rPr>
          <w:lang w:eastAsia="en-US" w:bidi="ar-SA"/>
        </w:rPr>
        <w:t xml:space="preserve"> (pas d’effet </w:t>
      </w:r>
      <w:proofErr w:type="spellStart"/>
      <w:r>
        <w:rPr>
          <w:lang w:eastAsia="en-US" w:bidi="ar-SA"/>
        </w:rPr>
        <w:t>Peukert</w:t>
      </w:r>
      <w:proofErr w:type="spellEnd"/>
      <w:r>
        <w:rPr>
          <w:lang w:eastAsia="en-US" w:bidi="ar-SA"/>
        </w:rPr>
        <w:t>)</w:t>
      </w:r>
      <w:r w:rsidRPr="009E6836">
        <w:rPr>
          <w:lang w:eastAsia="en-US" w:bidi="ar-SA"/>
        </w:rPr>
        <w:t>.</w:t>
      </w:r>
    </w:p>
    <w:p w:rsidR="004745FC" w:rsidRDefault="004745FC" w:rsidP="004745FC">
      <w:pPr>
        <w:pStyle w:val="Standard"/>
        <w:rPr>
          <w:lang w:eastAsia="en-US" w:bidi="ar-SA"/>
        </w:rPr>
      </w:pPr>
      <w:r w:rsidRPr="009E6836">
        <w:rPr>
          <w:lang w:eastAsia="en-US" w:bidi="ar-SA"/>
        </w:rPr>
        <w:t>- L’effet mémoire n’est pas pris en considération.</w:t>
      </w:r>
    </w:p>
    <w:p w:rsidR="004745FC" w:rsidRPr="00AC3511" w:rsidRDefault="004745FC" w:rsidP="00AC3511">
      <w:pPr>
        <w:pStyle w:val="Standard"/>
      </w:pPr>
    </w:p>
    <w:p w:rsidR="001A66F6" w:rsidRDefault="001A66F6" w:rsidP="00AC3511">
      <w:pPr>
        <w:pStyle w:val="Niv2"/>
      </w:pPr>
      <w:r>
        <w:t>Le modèle de Shepherd</w:t>
      </w:r>
    </w:p>
    <w:p w:rsidR="001A66F6" w:rsidRDefault="001A66F6" w:rsidP="001A66F6">
      <w:pPr>
        <w:pStyle w:val="Standard"/>
      </w:pPr>
    </w:p>
    <w:p w:rsidR="001A66F6" w:rsidRDefault="001A66F6" w:rsidP="001A66F6">
      <w:pPr>
        <w:pStyle w:val="Standard"/>
      </w:pPr>
      <w:r>
        <w:t xml:space="preserve">Le modèle de Shepherd suppose que </w:t>
      </w:r>
      <w:r w:rsidRPr="008D1BC5">
        <w:rPr>
          <w:u w:val="single"/>
        </w:rPr>
        <w:t>le courant de décharge et la résistance interne sont constants.</w:t>
      </w:r>
      <w:r>
        <w:t xml:space="preserve"> </w:t>
      </w:r>
    </w:p>
    <w:p w:rsidR="003B232F" w:rsidRDefault="003B232F" w:rsidP="001A66F6">
      <w:pPr>
        <w:pStyle w:val="Standard"/>
      </w:pPr>
    </w:p>
    <w:p w:rsidR="001A66F6" w:rsidRDefault="001A66F6" w:rsidP="001A66F6">
      <w:pPr>
        <w:pStyle w:val="Standard"/>
      </w:pPr>
      <w:r>
        <w:t>Ce modèle est basé sur une équation qui permet de reproduire des courbes de décharge d'un nombre assez important d'accumulateurs</w:t>
      </w:r>
      <w:r w:rsidR="003B232F">
        <w:t xml:space="preserve"> (Pb, </w:t>
      </w:r>
      <w:r w:rsidR="003B232F" w:rsidRPr="003B232F">
        <w:t>Ni-Cd</w:t>
      </w:r>
      <w:r w:rsidR="003B232F">
        <w:t>, Li-ion, Ni-MH, …)</w:t>
      </w:r>
      <w:r>
        <w:t>.</w:t>
      </w:r>
    </w:p>
    <w:p w:rsidR="00961D23" w:rsidRDefault="00961D23" w:rsidP="001A66F6">
      <w:pPr>
        <w:pStyle w:val="Standard"/>
      </w:pPr>
    </w:p>
    <w:p w:rsidR="007D35DE" w:rsidRDefault="001A66F6" w:rsidP="001A66F6">
      <w:pPr>
        <w:pStyle w:val="Standard"/>
      </w:pPr>
      <w:r>
        <w:t xml:space="preserve">Les paramètres de cette équation sont calculés à partir d'un certain nombre de points </w:t>
      </w:r>
      <w:r w:rsidR="00FC18DF">
        <w:t>caractéristiques</w:t>
      </w:r>
      <w:r>
        <w:t xml:space="preserve"> d'une courbe. </w:t>
      </w:r>
    </w:p>
    <w:p w:rsidR="00E25BFC" w:rsidRDefault="00A66F0B" w:rsidP="00E25BFC">
      <w:pPr>
        <w:pStyle w:val="Standar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32385</wp:posOffset>
                </wp:positionV>
                <wp:extent cx="3529330" cy="2122170"/>
                <wp:effectExtent l="0" t="0" r="0" b="0"/>
                <wp:wrapSquare wrapText="bothSides"/>
                <wp:docPr id="18" name="Groupe 1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9330" cy="2122170"/>
                          <a:chOff x="0" y="0"/>
                          <a:chExt cx="6068301" cy="3619501"/>
                        </a:xfrm>
                      </wpg:grpSpPr>
                      <pic:pic xmlns:pic="http://schemas.openxmlformats.org/drawingml/2006/picture">
                        <pic:nvPicPr>
                          <pic:cNvPr id="19" name="Image 19">
                            <a:extLst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8301" cy="36195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ZoneTexte 9">
                          <a:extLst/>
                        </wps:cNvPr>
                        <wps:cNvSpPr txBox="1"/>
                        <wps:spPr>
                          <a:xfrm>
                            <a:off x="1971523" y="1723540"/>
                            <a:ext cx="556458" cy="3524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35DE" w:rsidRPr="007D35DE" w:rsidRDefault="007D35DE" w:rsidP="007D35D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35D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  <w:t>P3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21" name="ZoneTexte 10">
                          <a:extLst/>
                        </wps:cNvPr>
                        <wps:cNvSpPr txBox="1"/>
                        <wps:spPr>
                          <a:xfrm>
                            <a:off x="3809912" y="1961695"/>
                            <a:ext cx="520317" cy="3524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35DE" w:rsidRPr="007D35DE" w:rsidRDefault="007D35DE" w:rsidP="007D35D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35D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  <w:t>P4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22" name="ZoneTexte 11">
                          <a:extLst/>
                        </wps:cNvPr>
                        <wps:cNvSpPr txBox="1"/>
                        <wps:spPr>
                          <a:xfrm>
                            <a:off x="990555" y="1523293"/>
                            <a:ext cx="516572" cy="3524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35DE" w:rsidRPr="007D35DE" w:rsidRDefault="007D35DE" w:rsidP="007D35D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35D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  <w:t>P2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23" name="ZoneTexte 12">
                          <a:extLst/>
                        </wps:cNvPr>
                        <wps:cNvSpPr txBox="1"/>
                        <wps:spPr>
                          <a:xfrm>
                            <a:off x="904805" y="457071"/>
                            <a:ext cx="541551" cy="3524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35DE" w:rsidRPr="007D35DE" w:rsidRDefault="007D35DE" w:rsidP="007D35D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35DE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  <w:t>P1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8" o:spid="_x0000_s1026" style="position:absolute;left:0;text-align:left;margin-left:107.4pt;margin-top:2.55pt;width:277.9pt;height:167.1pt;z-index:-251659264;mso-width-relative:margin;mso-height-relative:margin" coordsize="60683,36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">
                <v:shape id="Image 19" o:spid="_x0000_s1027" type="#_x0000_t75" style="position:absolute;width:60683;height:36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9" o:spid="_x0000_s1028" type="#_x0000_t202" style="position:absolute;left:19715;top:17235;width:556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" fillcolor="white [3201]" strokecolor="#7f7f7f [1601]">
                  <v:textbox>
                    <w:txbxContent>
                      <w:p w:rsidR="007D35DE" w:rsidRPr="007D35DE" w:rsidRDefault="007D35DE" w:rsidP="007D35DE">
                        <w:pPr>
                          <w:pStyle w:val="NormalWeb"/>
                          <w:spacing w:before="0" w:beforeAutospacing="0" w:after="0" w:afterAutospacing="0"/>
                          <w:rPr>
                            <w:sz w:val="16"/>
                            <w:szCs w:val="16"/>
                          </w:rPr>
                        </w:pPr>
                        <w:r w:rsidRPr="007D35DE">
                          <w:rPr>
                            <w:rFonts w:asciiTheme="minorHAnsi" w:hAnsi="Calibri" w:cstheme="minorBidi"/>
                            <w:b/>
                            <w:bCs/>
                            <w:color w:val="943634" w:themeColor="accent2" w:themeShade="BF"/>
                            <w:sz w:val="16"/>
                            <w:szCs w:val="16"/>
                          </w:rPr>
                          <w:t>P3</w:t>
                        </w:r>
                      </w:p>
                    </w:txbxContent>
                  </v:textbox>
                </v:shape>
                <v:shape id="ZoneTexte 10" o:spid="_x0000_s1029" type="#_x0000_t202" style="position:absolute;left:38099;top:19616;width:5203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" fillcolor="white [3201]" strokecolor="#7f7f7f [1601]">
                  <v:textbox>
                    <w:txbxContent>
                      <w:p w:rsidR="007D35DE" w:rsidRPr="007D35DE" w:rsidRDefault="007D35DE" w:rsidP="007D35DE">
                        <w:pPr>
                          <w:pStyle w:val="NormalWeb"/>
                          <w:spacing w:before="0" w:beforeAutospacing="0" w:after="0" w:afterAutospacing="0"/>
                          <w:rPr>
                            <w:sz w:val="16"/>
                            <w:szCs w:val="16"/>
                          </w:rPr>
                        </w:pPr>
                        <w:r w:rsidRPr="007D35DE">
                          <w:rPr>
                            <w:rFonts w:asciiTheme="minorHAnsi" w:hAnsi="Calibri" w:cstheme="minorBidi"/>
                            <w:b/>
                            <w:bCs/>
                            <w:color w:val="943634" w:themeColor="accent2" w:themeShade="BF"/>
                            <w:sz w:val="16"/>
                            <w:szCs w:val="16"/>
                          </w:rPr>
                          <w:t>P4</w:t>
                        </w:r>
                      </w:p>
                    </w:txbxContent>
                  </v:textbox>
                </v:shape>
                <v:shape id="ZoneTexte 11" o:spid="_x0000_s1030" type="#_x0000_t202" style="position:absolute;left:9905;top:15232;width:5166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" fillcolor="white [3201]" strokecolor="#7f7f7f [1601]">
                  <v:textbox>
                    <w:txbxContent>
                      <w:p w:rsidR="007D35DE" w:rsidRPr="007D35DE" w:rsidRDefault="007D35DE" w:rsidP="007D35DE">
                        <w:pPr>
                          <w:pStyle w:val="NormalWeb"/>
                          <w:spacing w:before="0" w:beforeAutospacing="0" w:after="0" w:afterAutospacing="0"/>
                          <w:rPr>
                            <w:sz w:val="16"/>
                            <w:szCs w:val="16"/>
                          </w:rPr>
                        </w:pPr>
                        <w:r w:rsidRPr="007D35DE">
                          <w:rPr>
                            <w:rFonts w:asciiTheme="minorHAnsi" w:hAnsi="Calibri" w:cstheme="minorBidi"/>
                            <w:b/>
                            <w:bCs/>
                            <w:color w:val="943634" w:themeColor="accent2" w:themeShade="BF"/>
                            <w:sz w:val="16"/>
                            <w:szCs w:val="16"/>
                          </w:rPr>
                          <w:t>P2</w:t>
                        </w:r>
                      </w:p>
                    </w:txbxContent>
                  </v:textbox>
                </v:shape>
                <v:shape id="ZoneTexte 12" o:spid="_x0000_s1031" type="#_x0000_t202" style="position:absolute;left:9048;top:4570;width:5415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" fillcolor="white [3201]" strokecolor="#7f7f7f [1601]">
                  <v:textbox>
                    <w:txbxContent>
                      <w:p w:rsidR="007D35DE" w:rsidRPr="007D35DE" w:rsidRDefault="007D35DE" w:rsidP="007D35DE">
                        <w:pPr>
                          <w:pStyle w:val="NormalWeb"/>
                          <w:spacing w:before="0" w:beforeAutospacing="0" w:after="0" w:afterAutospacing="0"/>
                          <w:rPr>
                            <w:sz w:val="16"/>
                            <w:szCs w:val="16"/>
                          </w:rPr>
                        </w:pPr>
                        <w:r w:rsidRPr="007D35DE">
                          <w:rPr>
                            <w:rFonts w:asciiTheme="minorHAnsi" w:hAnsi="Calibri" w:cstheme="minorBidi"/>
                            <w:b/>
                            <w:bCs/>
                            <w:color w:val="943634" w:themeColor="accent2" w:themeShade="BF"/>
                            <w:sz w:val="16"/>
                            <w:szCs w:val="16"/>
                          </w:rPr>
                          <w:t>P1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25BFC" w:rsidRDefault="00E25BFC" w:rsidP="00E25BFC">
      <w:pPr>
        <w:pStyle w:val="Standard"/>
        <w:jc w:val="left"/>
      </w:pPr>
    </w:p>
    <w:p w:rsidR="00E25BFC" w:rsidRPr="00E25BFC" w:rsidRDefault="00E25BFC" w:rsidP="00E25BFC">
      <w:pPr>
        <w:pStyle w:val="Standard"/>
      </w:pPr>
    </w:p>
    <w:p w:rsidR="007D35DE" w:rsidRDefault="007D35DE" w:rsidP="00E25BFC">
      <w:pPr>
        <w:pStyle w:val="Standard"/>
      </w:pPr>
      <w:r>
        <w:br w:type="page"/>
      </w:r>
    </w:p>
    <w:p w:rsidR="007D35DE" w:rsidRDefault="007D35DE" w:rsidP="001A66F6">
      <w:pPr>
        <w:pStyle w:val="Standard"/>
      </w:pPr>
    </w:p>
    <w:p w:rsidR="007D35DE" w:rsidRDefault="007D35DE" w:rsidP="001A66F6">
      <w:pPr>
        <w:pStyle w:val="Standard"/>
      </w:pPr>
    </w:p>
    <w:p w:rsidR="00B91AB6" w:rsidRPr="009E6836" w:rsidRDefault="00C436AC" w:rsidP="0095138B">
      <w:pPr>
        <w:pStyle w:val="Niv1"/>
      </w:pPr>
      <w:r>
        <w:t>L’é</w:t>
      </w:r>
      <w:r w:rsidR="006F5432">
        <w:t>quation</w:t>
      </w:r>
      <w:r w:rsidR="004745FC">
        <w:t xml:space="preserve"> de </w:t>
      </w:r>
      <w:r w:rsidR="00EC3EAE">
        <w:t>Shepherd</w:t>
      </w:r>
    </w:p>
    <w:p w:rsidR="000E2C76" w:rsidRDefault="000E2C76" w:rsidP="000E2C76">
      <w:pPr>
        <w:pStyle w:val="Standard"/>
      </w:pPr>
    </w:p>
    <w:p w:rsidR="00B91AB6" w:rsidRDefault="00560220" w:rsidP="000E2C76">
      <w:pPr>
        <w:pStyle w:val="Standard"/>
      </w:pPr>
      <w:r>
        <w:t xml:space="preserve">La modélisation </w:t>
      </w:r>
      <w:r w:rsidR="00371E08">
        <w:t xml:space="preserve">mathématique </w:t>
      </w:r>
      <w:r>
        <w:t xml:space="preserve">du comportement de la décharge d’un accumulateur par </w:t>
      </w:r>
      <w:r w:rsidR="003C6674">
        <w:t>Shepherd</w:t>
      </w:r>
      <w:r>
        <w:t xml:space="preserve"> </w:t>
      </w:r>
      <w:r w:rsidR="0080012C" w:rsidRPr="0080012C">
        <w:rPr>
          <w:highlight w:val="green"/>
        </w:rPr>
        <w:t>pour un courant constant</w:t>
      </w:r>
      <w:r w:rsidR="0080012C">
        <w:t xml:space="preserve"> </w:t>
      </w:r>
      <w:r>
        <w:t>est la suivante :</w:t>
      </w:r>
    </w:p>
    <w:p w:rsidR="00560220" w:rsidRPr="000E2C76" w:rsidRDefault="002B32C4" w:rsidP="000E2C7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9E5C330" wp14:editId="7E7DFBF9">
                <wp:simplePos x="0" y="0"/>
                <wp:positionH relativeFrom="column">
                  <wp:posOffset>1683088</wp:posOffset>
                </wp:positionH>
                <wp:positionV relativeFrom="paragraph">
                  <wp:posOffset>6639</wp:posOffset>
                </wp:positionV>
                <wp:extent cx="664020" cy="682625"/>
                <wp:effectExtent l="0" t="0" r="22225" b="222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020" cy="682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64E161" id="Rectangle 8" o:spid="_x0000_s1026" style="position:absolute;margin-left:132.55pt;margin-top:.5pt;width:52.3pt;height:53.75pt;z-index:251614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" filled="f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6E45027" wp14:editId="2FE3E79F">
                <wp:simplePos x="0" y="0"/>
                <wp:positionH relativeFrom="column">
                  <wp:posOffset>3532505</wp:posOffset>
                </wp:positionH>
                <wp:positionV relativeFrom="paragraph">
                  <wp:posOffset>8890</wp:posOffset>
                </wp:positionV>
                <wp:extent cx="1109345" cy="682625"/>
                <wp:effectExtent l="0" t="0" r="14605" b="222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45" cy="682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8D4102" id="Rectangle 7" o:spid="_x0000_s1026" style="position:absolute;margin-left:278.15pt;margin-top:.7pt;width:87.35pt;height:53.75pt;z-index:251604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" filled="f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5715</wp:posOffset>
                </wp:positionV>
                <wp:extent cx="1109345" cy="682625"/>
                <wp:effectExtent l="0" t="0" r="14605" b="222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45" cy="682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ADB68F" id="Rectangle 6" o:spid="_x0000_s1026" style="position:absolute;margin-left:187.2pt;margin-top:.45pt;width:87.35pt;height:53.75pt;z-index:251594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" filled="f" strokecolor="#974706 [1609]" strokeweight="2pt"/>
            </w:pict>
          </mc:Fallback>
        </mc:AlternateContent>
      </w:r>
    </w:p>
    <w:p w:rsidR="005D302F" w:rsidRPr="00012658" w:rsidRDefault="005D302F" w:rsidP="005D302F">
      <w:pPr>
        <w:pStyle w:val="Standard"/>
        <w:rPr>
          <w:sz w:val="24"/>
          <w:szCs w:val="24"/>
        </w:rPr>
      </w:pPr>
      <m:oMathPara>
        <m:oMath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>V</m:t>
          </m:r>
          <m:d>
            <m:dPr>
              <m:ctrlPr>
                <w:rPr>
                  <w:rFonts w:ascii="Cambria Math" w:eastAsiaTheme="minorHAnsi" w:hAnsi="Cambria Math" w:cs="Calibri"/>
                  <w:i/>
                  <w:kern w:val="0"/>
                  <w:sz w:val="24"/>
                  <w:szCs w:val="24"/>
                  <w:lang w:eastAsia="en-US" w:bidi="ar-SA"/>
                </w:rPr>
              </m:ctrlPr>
            </m:dPr>
            <m:e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t</m:t>
              </m:r>
            </m:e>
          </m:d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 w:cs="Calibri"/>
                  <w:i/>
                  <w:kern w:val="0"/>
                  <w:sz w:val="24"/>
                  <w:szCs w:val="24"/>
                  <w:lang w:eastAsia="en-US" w:bidi="ar-SA"/>
                </w:rPr>
              </m:ctrlPr>
            </m:sSubPr>
            <m:e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V</m:t>
              </m:r>
            </m:e>
            <m:sub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0</m:t>
              </m:r>
            </m:sub>
          </m:sSub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>-R.i</m:t>
          </m:r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 xml:space="preserve">   </m:t>
          </m:r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>-K.</m:t>
          </m:r>
          <m:f>
            <m:fPr>
              <m:ctrlPr>
                <w:rPr>
                  <w:rFonts w:ascii="Cambria Math" w:eastAsiaTheme="minorHAnsi" w:hAnsi="Cambria Math" w:cs="Calibri"/>
                  <w:i/>
                  <w:kern w:val="0"/>
                  <w:sz w:val="24"/>
                  <w:szCs w:val="24"/>
                  <w:lang w:eastAsia="en-US" w:bidi="ar-SA"/>
                </w:rPr>
              </m:ctrlPr>
            </m:fPr>
            <m:num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Q</m:t>
              </m:r>
            </m:num>
            <m:den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Q-</m:t>
              </m:r>
              <m:nary>
                <m:naryPr>
                  <m:limLoc m:val="subSup"/>
                  <m:ctrlPr>
                    <w:rPr>
                      <w:rFonts w:ascii="Cambria Math" w:eastAsiaTheme="minorHAnsi" w:hAnsi="Cambria Math" w:cs="Calibri"/>
                      <w:i/>
                      <w:kern w:val="0"/>
                      <w:sz w:val="24"/>
                      <w:szCs w:val="24"/>
                      <w:lang w:eastAsia="en-US" w:bidi="ar-SA"/>
                    </w:rPr>
                  </m:ctrlPr>
                </m:naryPr>
                <m:sub>
                  <m:r>
                    <w:rPr>
                      <w:rFonts w:ascii="Cambria Math" w:eastAsiaTheme="minorHAnsi" w:hAnsi="Cambria Math" w:cs="Calibri"/>
                      <w:kern w:val="0"/>
                      <w:sz w:val="24"/>
                      <w:szCs w:val="24"/>
                      <w:lang w:eastAsia="en-US" w:bidi="ar-SA"/>
                    </w:rPr>
                    <m:t>0</m:t>
                  </m:r>
                </m:sub>
                <m:sup>
                  <m:r>
                    <w:rPr>
                      <w:rFonts w:ascii="Cambria Math" w:eastAsiaTheme="minorHAnsi" w:hAnsi="Cambria Math" w:cs="Calibri"/>
                      <w:kern w:val="0"/>
                      <w:sz w:val="24"/>
                      <w:szCs w:val="24"/>
                      <w:lang w:eastAsia="en-US" w:bidi="ar-SA"/>
                    </w:rPr>
                    <m:t>t</m:t>
                  </m:r>
                </m:sup>
                <m:e>
                  <m:r>
                    <w:rPr>
                      <w:rFonts w:ascii="Cambria Math" w:eastAsiaTheme="minorHAnsi" w:hAnsi="Cambria Math" w:cs="Calibri"/>
                      <w:kern w:val="0"/>
                      <w:sz w:val="24"/>
                      <w:szCs w:val="24"/>
                      <w:lang w:eastAsia="en-US" w:bidi="ar-SA"/>
                    </w:rPr>
                    <m:t>i dt</m:t>
                  </m:r>
                </m:e>
              </m:nary>
            </m:den>
          </m:f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 xml:space="preserve">   </m:t>
          </m:r>
          <m:r>
            <w:rPr>
              <w:rFonts w:ascii="Cambria Math" w:eastAsiaTheme="minorHAnsi" w:hAnsi="Cambria Math" w:cs="Calibri"/>
              <w:kern w:val="0"/>
              <w:sz w:val="24"/>
              <w:szCs w:val="24"/>
              <w:lang w:eastAsia="en-US" w:bidi="ar-SA"/>
            </w:rPr>
            <m:t>+A.</m:t>
          </m:r>
          <m:sSup>
            <m:sSupPr>
              <m:ctrlPr>
                <w:rPr>
                  <w:rFonts w:ascii="Cambria Math" w:eastAsiaTheme="minorHAnsi" w:hAnsi="Cambria Math" w:cs="Calibri"/>
                  <w:i/>
                  <w:kern w:val="0"/>
                  <w:sz w:val="24"/>
                  <w:szCs w:val="24"/>
                  <w:lang w:eastAsia="en-US" w:bidi="ar-SA"/>
                </w:rPr>
              </m:ctrlPr>
            </m:sSupPr>
            <m:e>
              <m:r>
                <w:rPr>
                  <w:rFonts w:ascii="Cambria Math" w:eastAsiaTheme="minorHAnsi" w:hAnsi="Cambria Math" w:cs="Calibri"/>
                  <w:kern w:val="0"/>
                  <w:sz w:val="24"/>
                  <w:szCs w:val="24"/>
                  <w:lang w:eastAsia="en-US" w:bidi="ar-SA"/>
                </w:rPr>
                <m:t>e</m:t>
              </m:r>
            </m:e>
            <m:sup>
              <m:d>
                <m:dPr>
                  <m:ctrlPr>
                    <w:rPr>
                      <w:rFonts w:ascii="Cambria Math" w:eastAsiaTheme="minorHAnsi" w:hAnsi="Cambria Math" w:cs="Calibri"/>
                      <w:i/>
                      <w:kern w:val="0"/>
                      <w:sz w:val="24"/>
                      <w:szCs w:val="24"/>
                      <w:lang w:eastAsia="en-US" w:bidi="ar-SA"/>
                    </w:rPr>
                  </m:ctrlPr>
                </m:dPr>
                <m:e>
                  <m:r>
                    <w:rPr>
                      <w:rFonts w:ascii="Cambria Math" w:eastAsiaTheme="minorHAnsi" w:hAnsi="Cambria Math" w:cs="Calibri"/>
                      <w:kern w:val="0"/>
                      <w:sz w:val="24"/>
                      <w:szCs w:val="24"/>
                      <w:lang w:eastAsia="en-US" w:bidi="ar-SA"/>
                    </w:rPr>
                    <m:t xml:space="preserve">- B. </m:t>
                  </m:r>
                  <m:nary>
                    <m:naryPr>
                      <m:limLoc m:val="subSup"/>
                      <m:ctrlPr>
                        <w:rPr>
                          <w:rFonts w:ascii="Cambria Math" w:eastAsiaTheme="minorHAnsi" w:hAnsi="Cambria Math" w:cs="Calibri"/>
                          <w:i/>
                          <w:kern w:val="0"/>
                          <w:sz w:val="24"/>
                          <w:szCs w:val="24"/>
                          <w:lang w:eastAsia="en-US" w:bidi="ar-SA"/>
                        </w:rPr>
                      </m:ctrlPr>
                    </m:naryPr>
                    <m:sub>
                      <m:r>
                        <w:rPr>
                          <w:rFonts w:ascii="Cambria Math" w:eastAsiaTheme="minorHAnsi" w:hAnsi="Cambria Math" w:cs="Calibri"/>
                          <w:kern w:val="0"/>
                          <w:sz w:val="24"/>
                          <w:szCs w:val="24"/>
                          <w:lang w:eastAsia="en-US" w:bidi="ar-SA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HAnsi" w:hAnsi="Cambria Math" w:cs="Calibri"/>
                          <w:kern w:val="0"/>
                          <w:sz w:val="24"/>
                          <w:szCs w:val="24"/>
                          <w:lang w:eastAsia="en-US" w:bidi="ar-SA"/>
                        </w:rPr>
                        <m:t>t</m:t>
                      </m:r>
                    </m:sup>
                    <m:e>
                      <m:r>
                        <w:rPr>
                          <w:rFonts w:ascii="Cambria Math" w:eastAsiaTheme="minorHAnsi" w:hAnsi="Cambria Math" w:cs="Calibri"/>
                          <w:kern w:val="0"/>
                          <w:sz w:val="24"/>
                          <w:szCs w:val="24"/>
                          <w:lang w:eastAsia="en-US" w:bidi="ar-SA"/>
                        </w:rPr>
                        <m:t>i dt</m:t>
                      </m:r>
                    </m:e>
                  </m:nary>
                </m:e>
              </m:d>
            </m:sup>
          </m:sSup>
        </m:oMath>
      </m:oMathPara>
    </w:p>
    <w:p w:rsidR="002B32C4" w:rsidRDefault="002B32C4" w:rsidP="003D4A1E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7618521" wp14:editId="133CF5B8">
                <wp:simplePos x="0" y="0"/>
                <wp:positionH relativeFrom="column">
                  <wp:posOffset>3547514</wp:posOffset>
                </wp:positionH>
                <wp:positionV relativeFrom="paragraph">
                  <wp:posOffset>106762</wp:posOffset>
                </wp:positionV>
                <wp:extent cx="1091532" cy="480951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532" cy="480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32C4" w:rsidRPr="002B32C4" w:rsidRDefault="002B32C4" w:rsidP="002B32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Surtension de départ (partie exponentielle)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18521" id="Zone de texte 10" o:spid="_x0000_s1032" type="#_x0000_t202" style="position:absolute;left:0;text-align:left;margin-left:279.35pt;margin-top:8.4pt;width:85.95pt;height:37.8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" filled="f" stroked="f" strokeweight=".5pt">
                <v:textbox>
                  <w:txbxContent>
                    <w:p w:rsidR="002B32C4" w:rsidRPr="002B32C4" w:rsidRDefault="002B32C4" w:rsidP="002B32C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Surtension de départ (partie exponentielle)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7618521" wp14:editId="133CF5B8">
                <wp:simplePos x="0" y="0"/>
                <wp:positionH relativeFrom="column">
                  <wp:posOffset>2395608</wp:posOffset>
                </wp:positionH>
                <wp:positionV relativeFrom="paragraph">
                  <wp:posOffset>100825</wp:posOffset>
                </wp:positionV>
                <wp:extent cx="1080193" cy="480951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193" cy="480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32C4" w:rsidRPr="002B32C4" w:rsidRDefault="002B32C4" w:rsidP="002B32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Chute de tension finale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(recherche de la décharge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ritique)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18521" id="Zone de texte 11" o:spid="_x0000_s1033" type="#_x0000_t202" style="position:absolute;left:0;text-align:left;margin-left:188.65pt;margin-top:7.95pt;width:85.05pt;height:37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" filled="f" stroked="f" strokeweight=".5pt">
                <v:textbox>
                  <w:txbxContent>
                    <w:p w:rsidR="002B32C4" w:rsidRPr="002B32C4" w:rsidRDefault="002B32C4" w:rsidP="002B32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Chute de tension finale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(recherche de la décharge</w:t>
                      </w:r>
                      <w:r>
                        <w:rPr>
                          <w:sz w:val="16"/>
                          <w:szCs w:val="16"/>
                        </w:rPr>
                        <w:t xml:space="preserve"> c</w:t>
                      </w:r>
                      <w:r>
                        <w:rPr>
                          <w:sz w:val="16"/>
                          <w:szCs w:val="16"/>
                        </w:rPr>
                        <w:t>ritique)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1683088</wp:posOffset>
                </wp:positionH>
                <wp:positionV relativeFrom="paragraph">
                  <wp:posOffset>106762</wp:posOffset>
                </wp:positionV>
                <wp:extent cx="653143" cy="480951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3" cy="480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32C4" w:rsidRPr="002B32C4" w:rsidRDefault="002B32C4" w:rsidP="002B32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Modèle standard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4" type="#_x0000_t202" style="position:absolute;left:0;text-align:left;margin-left:132.55pt;margin-top:8.4pt;width:51.45pt;height:37.8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" filled="f" stroked="f" strokeweight=".5pt">
                <v:textbox>
                  <w:txbxContent>
                    <w:p w:rsidR="002B32C4" w:rsidRPr="002B32C4" w:rsidRDefault="002B32C4" w:rsidP="002B32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Modèle standard</w:t>
                      </w:r>
                    </w:p>
                  </w:txbxContent>
                </v:textbox>
              </v:shape>
            </w:pict>
          </mc:Fallback>
        </mc:AlternateContent>
      </w:r>
    </w:p>
    <w:p w:rsidR="002B32C4" w:rsidRDefault="002B32C4" w:rsidP="003D4A1E">
      <w:pPr>
        <w:pStyle w:val="Standard"/>
      </w:pPr>
    </w:p>
    <w:p w:rsidR="002B32C4" w:rsidRDefault="002B32C4" w:rsidP="003D4A1E">
      <w:pPr>
        <w:pStyle w:val="Standard"/>
      </w:pPr>
    </w:p>
    <w:p w:rsidR="00381982" w:rsidRPr="003D4A1E" w:rsidRDefault="00243A8B" w:rsidP="003D4A1E">
      <w:pPr>
        <w:pStyle w:val="Standard"/>
      </w:pPr>
      <w:r>
        <w:t>Avec :</w:t>
      </w:r>
    </w:p>
    <w:p w:rsidR="00FC4519" w:rsidRDefault="00FC4519" w:rsidP="00B34ED2">
      <w:pPr>
        <w:pStyle w:val="Standard"/>
        <w:rPr>
          <w:lang w:eastAsia="en-US" w:bidi="ar-SA"/>
        </w:rPr>
      </w:pPr>
    </w:p>
    <w:p w:rsidR="00FC4519" w:rsidRDefault="008919F2" w:rsidP="00243A8B">
      <w:pPr>
        <w:pStyle w:val="Standard"/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V</m:t>
        </m:r>
        <m:d>
          <m:dPr>
            <m:ctrlPr>
              <w:rPr>
                <w:rFonts w:ascii="Cambria Math" w:eastAsiaTheme="minorHAnsi" w:hAnsi="Cambria Math" w:cs="Calibri"/>
                <w:i/>
                <w:kern w:val="0"/>
                <w:sz w:val="22"/>
                <w:szCs w:val="22"/>
                <w:lang w:eastAsia="en-US" w:bidi="ar-SA"/>
              </w:rPr>
            </m:ctrlPr>
          </m:dPr>
          <m:e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t</m:t>
            </m:r>
          </m:e>
        </m:d>
      </m:oMath>
      <w:r w:rsidR="00243A8B">
        <w:rPr>
          <w:kern w:val="0"/>
          <w:sz w:val="22"/>
          <w:szCs w:val="22"/>
          <w:lang w:eastAsia="en-US" w:bidi="ar-SA"/>
        </w:rPr>
        <w:t> </w:t>
      </w:r>
      <w:r w:rsidR="00243A8B">
        <w:rPr>
          <w:kern w:val="0"/>
          <w:sz w:val="22"/>
          <w:szCs w:val="22"/>
          <w:lang w:eastAsia="en-US" w:bidi="ar-SA"/>
        </w:rPr>
        <w:tab/>
      </w:r>
      <w:r w:rsidR="00162CF3">
        <w:rPr>
          <w:kern w:val="0"/>
          <w:sz w:val="22"/>
          <w:szCs w:val="22"/>
          <w:lang w:eastAsia="en-US" w:bidi="ar-SA"/>
        </w:rPr>
        <w:tab/>
      </w:r>
      <w:r w:rsidR="00243A8B">
        <w:rPr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 xml:space="preserve">Tension aux bornes de l’accumulateur (V) à l’instant t </w:t>
      </w:r>
      <w:r w:rsidR="00F4234D">
        <w:t>(h)</w:t>
      </w:r>
    </w:p>
    <w:p w:rsidR="00BC3FF6" w:rsidRPr="008919F2" w:rsidRDefault="00BC3FF6" w:rsidP="00243A8B">
      <w:pPr>
        <w:pStyle w:val="Standard"/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t</m:t>
        </m:r>
      </m:oMath>
      <w:r>
        <w:rPr>
          <w:kern w:val="0"/>
          <w:sz w:val="22"/>
          <w:szCs w:val="22"/>
          <w:lang w:eastAsia="en-US" w:bidi="ar-SA"/>
        </w:rPr>
        <w:tab/>
      </w:r>
      <w:r w:rsidR="00162CF3">
        <w:rPr>
          <w:kern w:val="0"/>
          <w:sz w:val="22"/>
          <w:szCs w:val="22"/>
          <w:lang w:eastAsia="en-US" w:bidi="ar-SA"/>
        </w:rPr>
        <w:tab/>
      </w:r>
      <w:r>
        <w:rPr>
          <w:kern w:val="0"/>
          <w:sz w:val="22"/>
          <w:szCs w:val="22"/>
          <w:lang w:eastAsia="en-US" w:bidi="ar-SA"/>
        </w:rPr>
        <w:t xml:space="preserve">: </w:t>
      </w:r>
      <w:r>
        <w:t>T</w:t>
      </w:r>
      <w:r w:rsidRPr="00BC3FF6">
        <w:t>emps de décharge (h)</w:t>
      </w:r>
    </w:p>
    <w:p w:rsidR="00FC4519" w:rsidRPr="008919F2" w:rsidRDefault="00C83C37" w:rsidP="00243A8B">
      <w:pPr>
        <w:pStyle w:val="Standard"/>
        <w:rPr>
          <w:kern w:val="0"/>
          <w:sz w:val="22"/>
          <w:szCs w:val="22"/>
          <w:lang w:eastAsia="en-US" w:bidi="ar-SA"/>
        </w:rPr>
      </w:pPr>
      <m:oMath>
        <m:sSub>
          <m:sSubPr>
            <m:ctrlPr>
              <w:rPr>
                <w:rFonts w:ascii="Cambria Math" w:eastAsiaTheme="minorHAnsi" w:hAnsi="Cambria Math" w:cs="Calibri"/>
                <w:i/>
                <w:kern w:val="0"/>
                <w:sz w:val="22"/>
                <w:szCs w:val="22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V</m:t>
            </m:r>
          </m:e>
          <m:sub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0</m:t>
            </m:r>
          </m:sub>
        </m:sSub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 xml:space="preserve"> ou </m:t>
        </m:r>
        <m:sSub>
          <m:sSubPr>
            <m:ctrlPr>
              <w:rPr>
                <w:rFonts w:ascii="Cambria Math" w:eastAsiaTheme="minorHAnsi" w:hAnsi="Cambria Math" w:cs="Calibri"/>
                <w:i/>
                <w:kern w:val="0"/>
                <w:sz w:val="22"/>
                <w:szCs w:val="22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V</m:t>
            </m:r>
          </m:e>
          <m:sub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nom</m:t>
            </m:r>
          </m:sub>
        </m:sSub>
      </m:oMath>
      <w:r w:rsidR="00243A8B">
        <w:rPr>
          <w:kern w:val="0"/>
          <w:sz w:val="22"/>
          <w:szCs w:val="22"/>
          <w:lang w:eastAsia="en-US" w:bidi="ar-SA"/>
        </w:rPr>
        <w:t> </w:t>
      </w:r>
      <w:r w:rsidR="00243A8B">
        <w:rPr>
          <w:kern w:val="0"/>
          <w:sz w:val="22"/>
          <w:szCs w:val="22"/>
          <w:lang w:eastAsia="en-US" w:bidi="ar-SA"/>
        </w:rPr>
        <w:tab/>
        <w:t xml:space="preserve">: </w:t>
      </w:r>
      <w:r w:rsidR="00243A8B" w:rsidRPr="009E6836">
        <w:t xml:space="preserve">Tension </w:t>
      </w:r>
      <w:r w:rsidR="00A81DB6">
        <w:t>initiale</w:t>
      </w:r>
      <w:r w:rsidR="00983004">
        <w:t xml:space="preserve"> </w:t>
      </w:r>
      <w:r w:rsidR="00243A8B" w:rsidRPr="009E6836">
        <w:t>à vide (V)</w:t>
      </w:r>
      <w:r w:rsidR="00983004">
        <w:t xml:space="preserve"> (</w:t>
      </w:r>
      <w:r w:rsidR="00A81DB6">
        <w:t>diffère de celle écrit sur la batterie</w:t>
      </w:r>
      <w:r w:rsidR="00983004">
        <w:t>)</w:t>
      </w:r>
    </w:p>
    <w:p w:rsidR="008919F2" w:rsidRPr="008919F2" w:rsidRDefault="008919F2" w:rsidP="00243A8B">
      <w:pPr>
        <w:pStyle w:val="Standard"/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R</m:t>
        </m:r>
      </m:oMath>
      <w:r w:rsidR="00243A8B">
        <w:rPr>
          <w:kern w:val="0"/>
          <w:sz w:val="22"/>
          <w:szCs w:val="22"/>
          <w:lang w:eastAsia="en-US" w:bidi="ar-SA"/>
        </w:rPr>
        <w:t> </w:t>
      </w:r>
      <w:r w:rsidR="00243A8B">
        <w:rPr>
          <w:kern w:val="0"/>
          <w:sz w:val="22"/>
          <w:szCs w:val="22"/>
          <w:lang w:eastAsia="en-US" w:bidi="ar-SA"/>
        </w:rPr>
        <w:tab/>
      </w:r>
      <w:r w:rsidR="00162CF3">
        <w:rPr>
          <w:kern w:val="0"/>
          <w:sz w:val="22"/>
          <w:szCs w:val="22"/>
          <w:lang w:eastAsia="en-US" w:bidi="ar-SA"/>
        </w:rPr>
        <w:tab/>
      </w:r>
      <w:r w:rsidR="00243A8B">
        <w:rPr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>Résistance interne (Ω)</w:t>
      </w:r>
    </w:p>
    <w:p w:rsidR="007871C6" w:rsidRPr="008919F2" w:rsidRDefault="008919F2" w:rsidP="00243A8B">
      <w:pPr>
        <w:pStyle w:val="Standard"/>
        <w:rPr>
          <w:rFonts w:eastAsiaTheme="minorEastAsia" w:cs="Times New Roman"/>
          <w:kern w:val="0"/>
          <w:sz w:val="22"/>
          <w:szCs w:val="22"/>
          <w:lang w:eastAsia="en-US" w:bidi="ar-SA"/>
        </w:rPr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i</m:t>
        </m:r>
      </m:oMath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> </w:t>
      </w:r>
      <w:proofErr w:type="gramStart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>ou</w:t>
      </w:r>
      <w:proofErr w:type="gramEnd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 </w:t>
      </w:r>
      <w:proofErr w:type="spellStart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>ib</w:t>
      </w:r>
      <w:proofErr w:type="spellEnd"/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>Courant délivre par l’accumulateur (A)</w:t>
      </w:r>
    </w:p>
    <w:p w:rsidR="008919F2" w:rsidRPr="007B6101" w:rsidRDefault="008919F2" w:rsidP="00243A8B">
      <w:pPr>
        <w:pStyle w:val="Standard"/>
        <w:rPr>
          <w:rFonts w:eastAsiaTheme="minorEastAsia" w:cs="Times New Roman"/>
          <w:kern w:val="0"/>
          <w:sz w:val="22"/>
          <w:szCs w:val="22"/>
          <w:lang w:eastAsia="en-US" w:bidi="ar-SA"/>
        </w:rPr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K</m:t>
        </m:r>
      </m:oMath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> </w:t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>Facteur de polarisation (V)</w:t>
      </w:r>
    </w:p>
    <w:p w:rsidR="008919F2" w:rsidRDefault="008919F2" w:rsidP="00243A8B">
      <w:pPr>
        <w:pStyle w:val="Standard"/>
        <w:rPr>
          <w:rFonts w:eastAsiaTheme="minorEastAsia" w:cs="Times New Roman"/>
          <w:kern w:val="0"/>
          <w:sz w:val="22"/>
          <w:szCs w:val="22"/>
          <w:lang w:eastAsia="en-US" w:bidi="ar-SA"/>
        </w:rPr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Q</m:t>
        </m:r>
      </m:oMath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> </w:t>
      </w:r>
      <w:proofErr w:type="gramStart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>ou</w:t>
      </w:r>
      <w:proofErr w:type="gramEnd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 </w:t>
      </w:r>
      <w:proofErr w:type="spellStart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>Qnom</w:t>
      </w:r>
      <w:proofErr w:type="spellEnd"/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>Capacité nominale de l’accumulateur (Ah)</w:t>
      </w:r>
      <w:r w:rsidR="00983004">
        <w:t xml:space="preserve"> </w:t>
      </w:r>
      <w:r w:rsidR="00983004">
        <w:t>(à lire sur la batterie)</w:t>
      </w:r>
    </w:p>
    <w:p w:rsidR="00243A8B" w:rsidRPr="00243A8B" w:rsidRDefault="00243A8B" w:rsidP="00243A8B">
      <w:pPr>
        <w:pStyle w:val="Standard"/>
        <w:rPr>
          <w:rFonts w:eastAsiaTheme="minorEastAsia" w:cs="Times New Roman"/>
          <w:kern w:val="0"/>
          <w:sz w:val="22"/>
          <w:szCs w:val="22"/>
          <w:lang w:eastAsia="en-US" w:bidi="ar-SA"/>
        </w:rPr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A</m:t>
        </m:r>
      </m:oMath>
      <w:r>
        <w:rPr>
          <w:rFonts w:eastAsiaTheme="minorEastAsia" w:cs="Times New Roman"/>
          <w:kern w:val="0"/>
          <w:sz w:val="22"/>
          <w:szCs w:val="22"/>
          <w:lang w:eastAsia="en-US" w:bidi="ar-SA"/>
        </w:rPr>
        <w:t> </w:t>
      </w:r>
      <w:r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Pr="009E6836">
        <w:t>Facteur de tension (V)</w:t>
      </w:r>
    </w:p>
    <w:p w:rsidR="00243A8B" w:rsidRDefault="008710CF" w:rsidP="00243A8B">
      <w:pPr>
        <w:pStyle w:val="Standard"/>
      </w:pPr>
      <m:oMath>
        <m:r>
          <w:rPr>
            <w:rFonts w:ascii="Cambria Math" w:eastAsiaTheme="minorHAnsi" w:hAnsi="Cambria Math" w:cs="Calibri"/>
            <w:kern w:val="0"/>
            <w:sz w:val="22"/>
            <w:szCs w:val="22"/>
            <w:lang w:eastAsia="en-US" w:bidi="ar-SA"/>
          </w:rPr>
          <m:t>B</m:t>
        </m:r>
      </m:oMath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> </w:t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 xml:space="preserve">Facteur de charge </w:t>
      </w:r>
      <w:r w:rsidR="0051746B">
        <w:t>(</w:t>
      </w:r>
      <w:r w:rsidR="00D12237">
        <w:t>1/(</w:t>
      </w:r>
      <w:r w:rsidR="00243A8B" w:rsidRPr="009E6836">
        <w:t>Ah</w:t>
      </w:r>
      <w:r w:rsidR="00D12237">
        <w:t>)</w:t>
      </w:r>
      <w:r w:rsidR="00243A8B" w:rsidRPr="009E6836">
        <w:t>)</w:t>
      </w:r>
    </w:p>
    <w:p w:rsidR="00243A8B" w:rsidRDefault="00C83C37" w:rsidP="00243A8B">
      <w:pPr>
        <w:pStyle w:val="Standard"/>
      </w:pPr>
      <m:oMath>
        <m:nary>
          <m:naryPr>
            <m:limLoc m:val="subSup"/>
            <m:ctrlPr>
              <w:rPr>
                <w:rFonts w:ascii="Cambria Math" w:eastAsiaTheme="minorHAnsi" w:hAnsi="Cambria Math" w:cs="Calibri"/>
                <w:i/>
                <w:kern w:val="0"/>
                <w:sz w:val="22"/>
                <w:szCs w:val="22"/>
                <w:lang w:eastAsia="en-US" w:bidi="ar-SA"/>
              </w:rPr>
            </m:ctrlPr>
          </m:naryPr>
          <m:sub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0</m:t>
            </m:r>
          </m:sub>
          <m:sup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t</m:t>
            </m:r>
          </m:sup>
          <m:e>
            <m:r>
              <w:rPr>
                <w:rFonts w:ascii="Cambria Math" w:eastAsiaTheme="minorHAnsi" w:hAnsi="Cambria Math" w:cs="Calibri"/>
                <w:kern w:val="0"/>
                <w:sz w:val="22"/>
                <w:szCs w:val="22"/>
                <w:lang w:eastAsia="en-US" w:bidi="ar-SA"/>
              </w:rPr>
              <m:t>i dt</m:t>
            </m:r>
          </m:e>
        </m:nary>
      </m:oMath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 </w:t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162CF3">
        <w:rPr>
          <w:rFonts w:eastAsiaTheme="minorEastAsia" w:cs="Times New Roman"/>
          <w:kern w:val="0"/>
          <w:sz w:val="22"/>
          <w:szCs w:val="22"/>
          <w:lang w:eastAsia="en-US" w:bidi="ar-SA"/>
        </w:rPr>
        <w:tab/>
      </w:r>
      <w:r w:rsidR="00243A8B">
        <w:rPr>
          <w:rFonts w:eastAsiaTheme="minorEastAsia" w:cs="Times New Roman"/>
          <w:kern w:val="0"/>
          <w:sz w:val="22"/>
          <w:szCs w:val="22"/>
          <w:lang w:eastAsia="en-US" w:bidi="ar-SA"/>
        </w:rPr>
        <w:t xml:space="preserve">: </w:t>
      </w:r>
      <w:r w:rsidR="00243A8B" w:rsidRPr="009E6836">
        <w:t>Charge actuelle de l’accumulateur (Ah)</w:t>
      </w:r>
      <w:r w:rsidR="00243A8B" w:rsidRPr="007871C6">
        <w:t xml:space="preserve"> </w:t>
      </w:r>
    </w:p>
    <w:p w:rsidR="007D6EAB" w:rsidRDefault="007D6EAB" w:rsidP="00243A8B">
      <w:pPr>
        <w:pStyle w:val="Standard"/>
      </w:pPr>
    </w:p>
    <w:p w:rsidR="00C436AC" w:rsidRPr="000E2C76" w:rsidRDefault="00C436AC" w:rsidP="00C436AC">
      <w:pPr>
        <w:pStyle w:val="Standard"/>
      </w:pPr>
      <w:r w:rsidRPr="000E2C76">
        <w:t>Dans l'équation, V</w:t>
      </w:r>
      <w:r w:rsidRPr="00A4266E">
        <w:rPr>
          <w:vertAlign w:val="subscript"/>
        </w:rPr>
        <w:t>0</w:t>
      </w:r>
      <w:r w:rsidRPr="000E2C76">
        <w:t>,</w:t>
      </w:r>
      <w:r>
        <w:t xml:space="preserve"> </w:t>
      </w:r>
      <w:r w:rsidRPr="000E2C76">
        <w:t>K,</w:t>
      </w:r>
      <w:r>
        <w:t xml:space="preserve"> </w:t>
      </w:r>
      <w:r w:rsidRPr="000E2C76">
        <w:t>Q,</w:t>
      </w:r>
      <w:r>
        <w:t xml:space="preserve"> </w:t>
      </w:r>
      <w:r w:rsidRPr="000E2C76">
        <w:t>R,</w:t>
      </w:r>
      <w:r>
        <w:t xml:space="preserve"> </w:t>
      </w:r>
      <w:r w:rsidRPr="000E2C76">
        <w:t xml:space="preserve">A et B représentent des paramètres constants à déterminer graphiquement, ce qui nécessite plusieurs points </w:t>
      </w:r>
      <w:r>
        <w:t>d’une</w:t>
      </w:r>
      <w:r w:rsidRPr="000E2C76">
        <w:t xml:space="preserve"> courbe de décharge </w:t>
      </w:r>
      <w:r>
        <w:t>de la batterie</w:t>
      </w:r>
      <w:r w:rsidRPr="000E2C76">
        <w:t xml:space="preserve">. </w:t>
      </w:r>
    </w:p>
    <w:p w:rsidR="00C436AC" w:rsidRDefault="00C436AC" w:rsidP="00243A8B">
      <w:pPr>
        <w:pStyle w:val="Standard"/>
      </w:pPr>
    </w:p>
    <w:p w:rsidR="007D6EAB" w:rsidRDefault="00C436AC" w:rsidP="00243A8B">
      <w:pPr>
        <w:pStyle w:val="Standard"/>
      </w:pPr>
      <w:r>
        <w:t xml:space="preserve">Remarque : </w:t>
      </w:r>
      <w:r w:rsidRPr="000E2C76">
        <w:t>Parfois, la partie exponentielle de la courbe est difficile à observer car elle est très courte et peut alors être négligée.</w:t>
      </w:r>
    </w:p>
    <w:p w:rsidR="00552F22" w:rsidRPr="00552F22" w:rsidRDefault="00552F22" w:rsidP="00552F22">
      <w:pPr>
        <w:pStyle w:val="Standard"/>
      </w:pPr>
    </w:p>
    <w:p w:rsidR="007871C6" w:rsidRDefault="00FC4519" w:rsidP="00243A8B">
      <w:pPr>
        <w:pStyle w:val="Niv1"/>
      </w:pPr>
      <w:r w:rsidRPr="007871C6">
        <w:t>Définition des paramètres du modèle </w:t>
      </w:r>
    </w:p>
    <w:p w:rsidR="00A27389" w:rsidRDefault="00A27389" w:rsidP="00A27389">
      <w:pPr>
        <w:pStyle w:val="Standard"/>
      </w:pPr>
    </w:p>
    <w:p w:rsidR="00C7661A" w:rsidRDefault="00A27389" w:rsidP="00A27389">
      <w:pPr>
        <w:pStyle w:val="Standard"/>
      </w:pPr>
      <w:r>
        <w:t xml:space="preserve">Pour appliquer la modélisation de Shepherd, il faut déterminer </w:t>
      </w:r>
      <w:r w:rsidR="00504050">
        <w:t>les</w:t>
      </w:r>
      <w:r>
        <w:t xml:space="preserve"> paramètres </w:t>
      </w:r>
      <w:r w:rsidR="00504050">
        <w:t xml:space="preserve">du modèle </w:t>
      </w:r>
      <w:r>
        <w:t>à partir des quatre formules ci-dessous :</w:t>
      </w:r>
    </w:p>
    <w:p w:rsidR="00547979" w:rsidRDefault="00547979" w:rsidP="00A27389">
      <w:pPr>
        <w:pStyle w:val="Standard"/>
      </w:pPr>
    </w:p>
    <w:p w:rsidR="00547979" w:rsidRDefault="00A27389" w:rsidP="00A27389">
      <w:pPr>
        <w:pStyle w:val="Standard"/>
        <w:rPr>
          <w:iCs/>
          <w:color w:val="000000" w:themeColor="text1"/>
          <w:sz w:val="24"/>
          <w:szCs w:val="24"/>
        </w:rPr>
      </w:pPr>
      <m:oMath>
        <m:r>
          <w:rPr>
            <w:rFonts w:ascii="Cambria Math" w:hAnsi="Cambria Math" w:cstheme="minorBidi"/>
            <w:color w:val="000000" w:themeColor="text1"/>
            <w:sz w:val="24"/>
            <w:szCs w:val="24"/>
          </w:rPr>
          <m:t>A=V1-V0+Ri*Ib+K</m:t>
        </m:r>
      </m:oMath>
      <w:r w:rsidR="00C7661A">
        <w:rPr>
          <w:iCs/>
          <w:color w:val="000000" w:themeColor="text1"/>
          <w:sz w:val="24"/>
          <w:szCs w:val="24"/>
        </w:rPr>
        <w:tab/>
      </w:r>
    </w:p>
    <w:p w:rsidR="00547979" w:rsidRDefault="00547979" w:rsidP="00A27389">
      <w:pPr>
        <w:pStyle w:val="Standard"/>
        <w:rPr>
          <w:i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5952" behindDoc="0" locked="0" layoutInCell="1" allowOverlap="1" wp14:anchorId="56ED2661">
            <wp:simplePos x="0" y="0"/>
            <wp:positionH relativeFrom="column">
              <wp:posOffset>3303654</wp:posOffset>
            </wp:positionH>
            <wp:positionV relativeFrom="paragraph">
              <wp:posOffset>50705</wp:posOffset>
            </wp:positionV>
            <wp:extent cx="2684145" cy="2061210"/>
            <wp:effectExtent l="0" t="0" r="1905" b="0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145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7389" w:rsidRPr="00547979" w:rsidRDefault="00A27389" w:rsidP="00A27389">
      <w:pPr>
        <w:pStyle w:val="Standard"/>
        <w:rPr>
          <w:iCs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Bidi"/>
              <w:color w:val="000000" w:themeColor="text1"/>
              <w:sz w:val="24"/>
              <w:szCs w:val="24"/>
            </w:rPr>
            <m:t>B=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Bidi"/>
                          <w:color w:val="000000" w:themeColor="text1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theme="minorBidi"/>
                          <w:color w:val="000000" w:themeColor="text1"/>
                          <w:sz w:val="24"/>
                          <w:szCs w:val="24"/>
                        </w:rPr>
                        <m:t>V2-V0+Ri.Ib+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iCs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sz w:val="24"/>
                              <w:szCs w:val="24"/>
                            </w:rPr>
                            <m:t>K.Q</m:t>
                          </m:r>
                        </m:num>
                        <m:den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sz w:val="24"/>
                              <w:szCs w:val="24"/>
                            </w:rPr>
                            <m:t>Q-Q2</m:t>
                          </m:r>
                        </m:den>
                      </m:f>
                    </m:den>
                  </m:f>
                </m:e>
              </m:d>
            </m:num>
            <m:den>
              <m: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Q2</m:t>
              </m:r>
            </m:den>
          </m:f>
        </m:oMath>
      </m:oMathPara>
    </w:p>
    <w:p w:rsidR="00547979" w:rsidRPr="00A27389" w:rsidRDefault="00547979" w:rsidP="00A27389">
      <w:pPr>
        <w:pStyle w:val="Standard"/>
        <w:rPr>
          <w:iCs/>
          <w:color w:val="000000" w:themeColor="text1"/>
          <w:sz w:val="24"/>
          <w:szCs w:val="24"/>
        </w:rPr>
      </w:pPr>
    </w:p>
    <w:p w:rsidR="00547979" w:rsidRPr="00547979" w:rsidRDefault="00A27389" w:rsidP="00A27389">
      <w:pPr>
        <w:pStyle w:val="Standard"/>
        <w:rPr>
          <w:iCs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Bidi"/>
              <w:color w:val="000000" w:themeColor="text1"/>
              <w:sz w:val="24"/>
              <w:szCs w:val="24"/>
            </w:rPr>
            <m:t>K</m:t>
          </m:r>
          <m:r>
            <w:rPr>
              <w:rFonts w:ascii="Cambria Math" w:hAnsi="Cambria Math" w:cstheme="minorBidi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  <m:t>V3-V4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.</m:t>
              </m:r>
              <m:d>
                <m:dPr>
                  <m:ctrlP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  <m:t>Q-Q3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.(Q-Q4)</m:t>
              </m:r>
            </m:num>
            <m:den>
              <m: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Q</m:t>
              </m:r>
              <m: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(Q4-Q3)</m:t>
              </m:r>
            </m:den>
          </m:f>
        </m:oMath>
      </m:oMathPara>
    </w:p>
    <w:p w:rsidR="00547979" w:rsidRPr="00547979" w:rsidRDefault="00547979" w:rsidP="00A27389">
      <w:pPr>
        <w:pStyle w:val="Standard"/>
        <w:rPr>
          <w:iCs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2297848</wp:posOffset>
                </wp:positionH>
                <wp:positionV relativeFrom="paragraph">
                  <wp:posOffset>237171</wp:posOffset>
                </wp:positionV>
                <wp:extent cx="827937" cy="215900"/>
                <wp:effectExtent l="248603" t="0" r="202247" b="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57734">
                          <a:off x="0" y="0"/>
                          <a:ext cx="827937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60C56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180.95pt;margin-top:18.65pt;width:65.2pt;height:17pt;rotation:-2995286fd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" adj="18784" fillcolor="#9bbb59 [3206]" strokecolor="#4e6128 [1606]" strokeweight="2pt"/>
            </w:pict>
          </mc:Fallback>
        </mc:AlternateContent>
      </w:r>
    </w:p>
    <w:p w:rsidR="00C7661A" w:rsidRPr="00A27389" w:rsidRDefault="00C7661A" w:rsidP="00A27389">
      <w:pPr>
        <w:pStyle w:val="Standard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Bidi"/>
              <w:color w:val="000000" w:themeColor="text1"/>
              <w:sz w:val="24"/>
              <w:szCs w:val="24"/>
            </w:rPr>
            <m:t>R</m:t>
          </m:r>
          <m:r>
            <w:rPr>
              <w:rFonts w:ascii="Cambria Math" w:hAnsi="Cambria Math" w:cstheme="minorBidi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Bidi"/>
                  <w:i/>
                  <w:iCs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theme="minorBidi"/>
                  <w:color w:val="000000" w:themeColor="text1"/>
                  <w:sz w:val="24"/>
                  <w:szCs w:val="24"/>
                </w:rPr>
                <m:t>Ib</m:t>
              </m:r>
            </m:den>
          </m:f>
          <m:d>
            <m:dPr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Bidi"/>
                  <w:color w:val="000000" w:themeColor="text1"/>
                  <w:sz w:val="24"/>
                  <w:szCs w:val="24"/>
                </w:rPr>
                <m:t xml:space="preserve">V0-V3- 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  <m:t>K.Q</m:t>
                  </m:r>
                </m:num>
                <m:den>
                  <m: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  <m:t>Q</m:t>
                  </m:r>
                  <m:r>
                    <w:rPr>
                      <w:rFonts w:ascii="Cambria Math" w:hAnsi="Cambria Math" w:cstheme="minorBidi"/>
                      <w:color w:val="000000" w:themeColor="text1"/>
                      <w:sz w:val="24"/>
                      <w:szCs w:val="24"/>
                    </w:rPr>
                    <m:t>-Q3</m:t>
                  </m:r>
                </m:den>
              </m:f>
            </m:e>
          </m:d>
        </m:oMath>
      </m:oMathPara>
    </w:p>
    <w:p w:rsidR="00A27389" w:rsidRDefault="00A27389" w:rsidP="007871C6">
      <w:pPr>
        <w:pStyle w:val="Standard"/>
      </w:pPr>
    </w:p>
    <w:p w:rsidR="00A27389" w:rsidRDefault="00A27389" w:rsidP="007871C6">
      <w:pPr>
        <w:pStyle w:val="Standard"/>
      </w:pPr>
    </w:p>
    <w:p w:rsidR="00A27389" w:rsidRDefault="00A27389" w:rsidP="007871C6">
      <w:pPr>
        <w:pStyle w:val="Standard"/>
      </w:pPr>
      <w:r>
        <w:t>Remarque : aidez-vous du fichier Excel : « </w:t>
      </w:r>
      <w:r w:rsidRPr="00A27389">
        <w:t>Paramètres batterie pour simulation Scilab.xlsx</w:t>
      </w:r>
      <w:r>
        <w:t> ».</w:t>
      </w:r>
    </w:p>
    <w:p w:rsidR="00504050" w:rsidRDefault="00504050" w:rsidP="007871C6">
      <w:pPr>
        <w:pStyle w:val="Standard"/>
      </w:pPr>
    </w:p>
    <w:p w:rsidR="00504050" w:rsidRDefault="00504050">
      <w:pPr>
        <w:widowControl/>
        <w:suppressAutoHyphens w:val="0"/>
        <w:autoSpaceDN/>
        <w:spacing w:after="200" w:line="276" w:lineRule="auto"/>
        <w:textAlignment w:val="auto"/>
        <w:rPr>
          <w:sz w:val="20"/>
          <w:szCs w:val="20"/>
        </w:rPr>
      </w:pPr>
      <w:r>
        <w:br w:type="page"/>
      </w:r>
    </w:p>
    <w:p w:rsidR="00504050" w:rsidRDefault="003B54A7" w:rsidP="00AF0A4B">
      <w:pPr>
        <w:pStyle w:val="Niv1"/>
      </w:pPr>
      <w:r>
        <w:lastRenderedPageBreak/>
        <w:t>Résultats de la simulation</w:t>
      </w:r>
    </w:p>
    <w:p w:rsidR="003B54A7" w:rsidRDefault="003B54A7" w:rsidP="007871C6">
      <w:pPr>
        <w:pStyle w:val="Standard"/>
      </w:pPr>
    </w:p>
    <w:p w:rsidR="003B54A7" w:rsidRDefault="003B54A7" w:rsidP="007871C6">
      <w:pPr>
        <w:pStyle w:val="Standard"/>
      </w:pPr>
      <w:r>
        <w:t xml:space="preserve">Ouvrir la simulation Scilab / </w:t>
      </w:r>
      <w:proofErr w:type="spellStart"/>
      <w:r>
        <w:t>Xcos</w:t>
      </w:r>
      <w:proofErr w:type="spellEnd"/>
      <w:r>
        <w:t> : « </w:t>
      </w:r>
      <w:r w:rsidRPr="003B54A7">
        <w:t xml:space="preserve">Shepherd sans </w:t>
      </w:r>
      <w:proofErr w:type="spellStart"/>
      <w:proofErr w:type="gramStart"/>
      <w:r w:rsidRPr="003B54A7">
        <w:t>Id.zcos</w:t>
      </w:r>
      <w:proofErr w:type="spellEnd"/>
      <w:proofErr w:type="gramEnd"/>
      <w:r>
        <w:t> »</w:t>
      </w:r>
    </w:p>
    <w:p w:rsidR="003B54A7" w:rsidRDefault="005441F6" w:rsidP="007871C6">
      <w:pPr>
        <w:pStyle w:val="Standar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-582295</wp:posOffset>
                </wp:positionH>
                <wp:positionV relativeFrom="paragraph">
                  <wp:posOffset>249555</wp:posOffset>
                </wp:positionV>
                <wp:extent cx="7070090" cy="3473450"/>
                <wp:effectExtent l="0" t="0" r="0" b="8890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0090" cy="3473450"/>
                          <a:chOff x="0" y="0"/>
                          <a:chExt cx="7070090" cy="3473450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090" cy="33870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Ellipse 30"/>
                        <wps:cNvSpPr/>
                        <wps:spPr>
                          <a:xfrm>
                            <a:off x="5956300" y="2959100"/>
                            <a:ext cx="939800" cy="46990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onnecteur droit avec flèche 31"/>
                        <wps:cNvCnPr/>
                        <wps:spPr>
                          <a:xfrm flipV="1">
                            <a:off x="5518150" y="3282950"/>
                            <a:ext cx="387350" cy="190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6722B" id="Groupe 35" o:spid="_x0000_s1026" style="position:absolute;margin-left:-45.85pt;margin-top:19.65pt;width:556.7pt;height:273.5pt;z-index:-251641856;mso-height-relative:margin" coordsize="70700,347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">
                <v:shape id="Image 27" o:spid="_x0000_s1027" type="#_x0000_t75" style="position:absolute;width:70700;height:33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">
                  <v:imagedata r:id="rId16" o:title=""/>
                </v:shape>
                <v:oval id="Ellipse 30" o:spid="_x0000_s1028" style="position:absolute;left:59563;top:29591;width:9398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" filled="f" strokecolor="#622423 [1605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1" o:spid="_x0000_s1029" type="#_x0000_t32" style="position:absolute;left:55181;top:32829;width:3874;height:19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" strokecolor="#c0504d [3205]" strokeweight="2pt">
                  <v:stroke endarrow="block"/>
                  <v:shadow on="t" color="black" opacity="24903f" origin=",.5" offset="0,.55556mm"/>
                </v:shape>
              </v:group>
            </w:pict>
          </mc:Fallback>
        </mc:AlternateContent>
      </w:r>
      <w:r w:rsidR="003B54A7">
        <w:t>Complétez les variables du modèle.</w:t>
      </w:r>
    </w:p>
    <w:p w:rsidR="003B54A7" w:rsidRDefault="003B54A7" w:rsidP="007871C6">
      <w:pPr>
        <w:pStyle w:val="Standard"/>
      </w:pPr>
    </w:p>
    <w:p w:rsidR="008B0B45" w:rsidRDefault="00181D4C" w:rsidP="007871C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39CB48" wp14:editId="79384A1E">
                <wp:simplePos x="0" y="0"/>
                <wp:positionH relativeFrom="column">
                  <wp:posOffset>-582295</wp:posOffset>
                </wp:positionH>
                <wp:positionV relativeFrom="paragraph">
                  <wp:posOffset>149225</wp:posOffset>
                </wp:positionV>
                <wp:extent cx="596900" cy="2514600"/>
                <wp:effectExtent l="0" t="0" r="12700" b="19050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2514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5D1D46" id="Ellipse 38" o:spid="_x0000_s1026" style="position:absolute;margin-left:-45.85pt;margin-top:11.75pt;width:47pt;height:19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" filled="f" strokecolor="#9bbb59 [3206]" strokeweight="2pt"/>
            </w:pict>
          </mc:Fallback>
        </mc:AlternateContent>
      </w: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181D4C" w:rsidP="007871C6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903B2F" wp14:editId="2B3B3635">
                <wp:simplePos x="0" y="0"/>
                <wp:positionH relativeFrom="column">
                  <wp:posOffset>2510155</wp:posOffset>
                </wp:positionH>
                <wp:positionV relativeFrom="paragraph">
                  <wp:posOffset>92075</wp:posOffset>
                </wp:positionV>
                <wp:extent cx="698500" cy="431800"/>
                <wp:effectExtent l="0" t="0" r="25400" b="25400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431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0B9719" id="Ellipse 39" o:spid="_x0000_s1026" style="position:absolute;margin-left:197.65pt;margin-top:7.25pt;width:55pt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" filled="f" strokecolor="#9bbb59 [3206]" strokeweight="2pt"/>
            </w:pict>
          </mc:Fallback>
        </mc:AlternateContent>
      </w: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8B0B45" w:rsidRDefault="008B0B45" w:rsidP="007871C6">
      <w:pPr>
        <w:pStyle w:val="Standard"/>
      </w:pPr>
    </w:p>
    <w:p w:rsidR="00C309B2" w:rsidRDefault="00C309B2" w:rsidP="007871C6">
      <w:pPr>
        <w:pStyle w:val="Standard"/>
      </w:pPr>
      <w:r>
        <w:t>Les résultats sortent sous forme graphique et sous forme de fichier CSV exploitable par Excel (</w:t>
      </w:r>
      <w:r w:rsidR="002E27BF">
        <w:t xml:space="preserve">permet la </w:t>
      </w:r>
      <w:r>
        <w:t>superposition de la courbe mesurée et simulée).</w:t>
      </w:r>
    </w:p>
    <w:p w:rsidR="00C309B2" w:rsidRPr="007871C6" w:rsidRDefault="00C05967" w:rsidP="007871C6">
      <w:pPr>
        <w:pStyle w:val="Standard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273050</wp:posOffset>
                </wp:positionV>
                <wp:extent cx="4292600" cy="2987675"/>
                <wp:effectExtent l="0" t="0" r="0" b="317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2987675"/>
                          <a:chOff x="25400" y="63500"/>
                          <a:chExt cx="4292600" cy="2987675"/>
                        </a:xfrm>
                      </wpg:grpSpPr>
                      <wpg:grpSp>
                        <wpg:cNvPr id="34" name="Groupe 34"/>
                        <wpg:cNvGrpSpPr/>
                        <wpg:grpSpPr>
                          <a:xfrm>
                            <a:off x="25400" y="234950"/>
                            <a:ext cx="4292600" cy="2816225"/>
                            <a:chOff x="0" y="279400"/>
                            <a:chExt cx="4292600" cy="2816225"/>
                          </a:xfrm>
                        </wpg:grpSpPr>
                        <pic:pic xmlns:pic="http://schemas.openxmlformats.org/drawingml/2006/picture">
                          <pic:nvPicPr>
                            <pic:cNvPr id="29" name="Image 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33400"/>
                              <a:ext cx="4292600" cy="25622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" name="Connecteur droit avec flèche 32"/>
                          <wps:cNvCnPr>
                            <a:stCxn id="36" idx="1"/>
                            <a:endCxn id="33" idx="7"/>
                          </wps:cNvCnPr>
                          <wps:spPr>
                            <a:xfrm flipH="1">
                              <a:off x="535232" y="279400"/>
                              <a:ext cx="499818" cy="34741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Ellipse 33"/>
                          <wps:cNvSpPr/>
                          <wps:spPr>
                            <a:xfrm>
                              <a:off x="323850" y="590550"/>
                              <a:ext cx="247650" cy="24765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" name="Zone de texte 36"/>
                        <wps:cNvSpPr txBox="1"/>
                        <wps:spPr>
                          <a:xfrm>
                            <a:off x="1060450" y="63500"/>
                            <a:ext cx="946150" cy="3429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5967" w:rsidRPr="00C05967" w:rsidRDefault="00C05967" w:rsidP="00C0596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05967">
                                <w:rPr>
                                  <w:sz w:val="16"/>
                                  <w:szCs w:val="16"/>
                                </w:rPr>
                                <w:t>Valeur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C05967">
                                <w:rPr>
                                  <w:sz w:val="16"/>
                                  <w:szCs w:val="16"/>
                                </w:rPr>
                                <w:t xml:space="preserve"> de X et Y sur un point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7" o:spid="_x0000_s1035" style="position:absolute;left:0;text-align:left;margin-left:38.65pt;margin-top:21.5pt;width:338pt;height:235.25pt;z-index:251685888;mso-width-relative:margin;mso-height-relative:margin" coordorigin="254,635" coordsize="42926,29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">
                <v:group id="Groupe 34" o:spid="_x0000_s1036" style="position:absolute;left:254;top:2349;width:42926;height:28162" coordorigin=",2794" coordsize="42926,2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Image 29" o:spid="_x0000_s1037" type="#_x0000_t75" style="position:absolute;top:5334;width:42926;height:25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">
                    <v:imagedata r:id="rId18" o:title=""/>
                  </v:shape>
                  <v:shape id="Connecteur droit avec flèche 32" o:spid="_x0000_s1038" type="#_x0000_t32" style="position:absolute;left:5352;top:2794;width:4998;height:34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" strokecolor="#c0504d [3205]" strokeweight="2pt">
                    <v:stroke endarrow="block"/>
                    <v:shadow on="t" color="black" opacity="24903f" origin=",.5" offset="0,.55556mm"/>
                  </v:shape>
                  <v:oval id="Ellipse 33" o:spid="_x0000_s1039" style="position:absolute;left:3238;top:5905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" filled="f" strokecolor="#c0504d [3205]" strokeweight="2pt"/>
                </v:group>
                <v:shape id="Zone de texte 36" o:spid="_x0000_s1040" type="#_x0000_t202" style="position:absolute;left:10604;top:635;width:946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" fillcolor="white [3201]" strokecolor="#c0504d [3205]" strokeweight="2pt">
                  <v:textbox>
                    <w:txbxContent>
                      <w:p w:rsidR="00C05967" w:rsidRPr="00C05967" w:rsidRDefault="00C05967" w:rsidP="00C0596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05967">
                          <w:rPr>
                            <w:sz w:val="16"/>
                            <w:szCs w:val="16"/>
                          </w:rPr>
                          <w:t>Valeur</w:t>
                        </w:r>
                        <w:r>
                          <w:rPr>
                            <w:sz w:val="16"/>
                            <w:szCs w:val="16"/>
                          </w:rPr>
                          <w:t>s</w:t>
                        </w:r>
                        <w:r w:rsidRPr="00C05967">
                          <w:rPr>
                            <w:sz w:val="16"/>
                            <w:szCs w:val="16"/>
                          </w:rPr>
                          <w:t xml:space="preserve"> de X et Y sur un point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309B2" w:rsidRPr="007871C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C37" w:rsidRDefault="00C83C37" w:rsidP="00FB1ED7">
      <w:r>
        <w:separator/>
      </w:r>
    </w:p>
  </w:endnote>
  <w:endnote w:type="continuationSeparator" w:id="0">
    <w:p w:rsidR="00C83C37" w:rsidRDefault="00C83C37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98" w:rsidRDefault="00B34398" w:rsidP="004D4212">
    <w:pPr>
      <w:pStyle w:val="Pieddepage1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</w:instrText>
    </w:r>
    <w:r>
      <w:rPr>
        <w:sz w:val="16"/>
        <w:szCs w:val="16"/>
      </w:rPr>
      <w:fldChar w:fldCharType="separate"/>
    </w:r>
    <w:r w:rsidR="00306E07">
      <w:rPr>
        <w:noProof/>
        <w:sz w:val="16"/>
        <w:szCs w:val="16"/>
      </w:rPr>
      <w:t>Paramètres de simu Shepherd.docx</w:t>
    </w:r>
    <w:r>
      <w:rPr>
        <w:sz w:val="16"/>
        <w:szCs w:val="16"/>
      </w:rP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71E08">
      <w:rPr>
        <w:noProof/>
      </w:rPr>
      <w:t>3</w:t>
    </w:r>
    <w:r>
      <w:rPr>
        <w:noProof/>
      </w:rPr>
      <w:fldChar w:fldCharType="end"/>
    </w:r>
    <w:r>
      <w:t xml:space="preserve"> sur </w:t>
    </w:r>
    <w:r w:rsidR="00C83C37">
      <w:rPr>
        <w:noProof/>
      </w:rPr>
      <w:fldChar w:fldCharType="begin"/>
    </w:r>
    <w:r w:rsidR="00C83C37">
      <w:rPr>
        <w:noProof/>
      </w:rPr>
      <w:instrText xml:space="preserve"> NUMPAGES </w:instrText>
    </w:r>
    <w:r w:rsidR="00C83C37">
      <w:rPr>
        <w:noProof/>
      </w:rPr>
      <w:fldChar w:fldCharType="separate"/>
    </w:r>
    <w:r w:rsidR="00371E08">
      <w:rPr>
        <w:noProof/>
      </w:rPr>
      <w:t>3</w:t>
    </w:r>
    <w:r w:rsidR="00C83C37">
      <w:rPr>
        <w:noProof/>
      </w:rPr>
      <w:fldChar w:fldCharType="end"/>
    </w:r>
  </w:p>
  <w:p w:rsidR="00B34398" w:rsidRDefault="00B343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C37" w:rsidRDefault="00C83C37" w:rsidP="00FB1ED7">
      <w:r>
        <w:separator/>
      </w:r>
    </w:p>
  </w:footnote>
  <w:footnote w:type="continuationSeparator" w:id="0">
    <w:p w:rsidR="00C83C37" w:rsidRDefault="00C83C37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14E7"/>
    <w:multiLevelType w:val="multilevel"/>
    <w:tmpl w:val="ED6276AE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858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CA9254F"/>
    <w:multiLevelType w:val="multilevel"/>
    <w:tmpl w:val="4FF4B52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686"/>
    <w:rsid w:val="00012658"/>
    <w:rsid w:val="0002172D"/>
    <w:rsid w:val="00084C6B"/>
    <w:rsid w:val="000A6D61"/>
    <w:rsid w:val="000E2C76"/>
    <w:rsid w:val="000E6BF3"/>
    <w:rsid w:val="000F575A"/>
    <w:rsid w:val="00162CF3"/>
    <w:rsid w:val="00181D4C"/>
    <w:rsid w:val="00190BAE"/>
    <w:rsid w:val="00191AB1"/>
    <w:rsid w:val="001A66F6"/>
    <w:rsid w:val="001C114A"/>
    <w:rsid w:val="001D2140"/>
    <w:rsid w:val="001F208F"/>
    <w:rsid w:val="00216FD8"/>
    <w:rsid w:val="00243A8B"/>
    <w:rsid w:val="002B32C4"/>
    <w:rsid w:val="002B725B"/>
    <w:rsid w:val="002B7D39"/>
    <w:rsid w:val="002E27BF"/>
    <w:rsid w:val="00301A59"/>
    <w:rsid w:val="00306E07"/>
    <w:rsid w:val="00360F4A"/>
    <w:rsid w:val="00364717"/>
    <w:rsid w:val="00371E08"/>
    <w:rsid w:val="00375F25"/>
    <w:rsid w:val="00381982"/>
    <w:rsid w:val="003A08ED"/>
    <w:rsid w:val="003B232F"/>
    <w:rsid w:val="003B54A7"/>
    <w:rsid w:val="003C6674"/>
    <w:rsid w:val="003D4A1E"/>
    <w:rsid w:val="003F7483"/>
    <w:rsid w:val="004143FB"/>
    <w:rsid w:val="004743AB"/>
    <w:rsid w:val="004745FC"/>
    <w:rsid w:val="004A06B7"/>
    <w:rsid w:val="004A1629"/>
    <w:rsid w:val="004D4212"/>
    <w:rsid w:val="004D600B"/>
    <w:rsid w:val="004F72BF"/>
    <w:rsid w:val="005007FB"/>
    <w:rsid w:val="00501E1F"/>
    <w:rsid w:val="00504050"/>
    <w:rsid w:val="0051746B"/>
    <w:rsid w:val="005174B9"/>
    <w:rsid w:val="00522017"/>
    <w:rsid w:val="00530C1E"/>
    <w:rsid w:val="005441F6"/>
    <w:rsid w:val="00547979"/>
    <w:rsid w:val="00552F22"/>
    <w:rsid w:val="00560220"/>
    <w:rsid w:val="00571F76"/>
    <w:rsid w:val="005D302F"/>
    <w:rsid w:val="00656666"/>
    <w:rsid w:val="00676032"/>
    <w:rsid w:val="006849F5"/>
    <w:rsid w:val="006B40F6"/>
    <w:rsid w:val="006F5432"/>
    <w:rsid w:val="007429D6"/>
    <w:rsid w:val="00752942"/>
    <w:rsid w:val="007871C6"/>
    <w:rsid w:val="00791F19"/>
    <w:rsid w:val="0079617E"/>
    <w:rsid w:val="007A088D"/>
    <w:rsid w:val="007B6101"/>
    <w:rsid w:val="007C702B"/>
    <w:rsid w:val="007D35DE"/>
    <w:rsid w:val="007D6EAB"/>
    <w:rsid w:val="0080012C"/>
    <w:rsid w:val="00805686"/>
    <w:rsid w:val="00841C4F"/>
    <w:rsid w:val="00843697"/>
    <w:rsid w:val="0085255D"/>
    <w:rsid w:val="008710CF"/>
    <w:rsid w:val="008919F2"/>
    <w:rsid w:val="00897700"/>
    <w:rsid w:val="008B0B45"/>
    <w:rsid w:val="008D1BC5"/>
    <w:rsid w:val="008F27E5"/>
    <w:rsid w:val="00927000"/>
    <w:rsid w:val="0095138B"/>
    <w:rsid w:val="00961D23"/>
    <w:rsid w:val="00983004"/>
    <w:rsid w:val="009E6836"/>
    <w:rsid w:val="00A01A9A"/>
    <w:rsid w:val="00A061BD"/>
    <w:rsid w:val="00A223B8"/>
    <w:rsid w:val="00A27389"/>
    <w:rsid w:val="00A4266E"/>
    <w:rsid w:val="00A66F0B"/>
    <w:rsid w:val="00A81DB6"/>
    <w:rsid w:val="00AC3511"/>
    <w:rsid w:val="00AD6C18"/>
    <w:rsid w:val="00AE1BDC"/>
    <w:rsid w:val="00AF0A4B"/>
    <w:rsid w:val="00B307BF"/>
    <w:rsid w:val="00B34398"/>
    <w:rsid w:val="00B34ED2"/>
    <w:rsid w:val="00B7048B"/>
    <w:rsid w:val="00B91AB6"/>
    <w:rsid w:val="00B94E40"/>
    <w:rsid w:val="00BC3FF6"/>
    <w:rsid w:val="00BE3B8F"/>
    <w:rsid w:val="00C01D9D"/>
    <w:rsid w:val="00C05967"/>
    <w:rsid w:val="00C1709B"/>
    <w:rsid w:val="00C309B2"/>
    <w:rsid w:val="00C436AC"/>
    <w:rsid w:val="00C46CE3"/>
    <w:rsid w:val="00C62139"/>
    <w:rsid w:val="00C7512D"/>
    <w:rsid w:val="00C7661A"/>
    <w:rsid w:val="00C81B55"/>
    <w:rsid w:val="00C83C37"/>
    <w:rsid w:val="00C9651E"/>
    <w:rsid w:val="00CD2A8D"/>
    <w:rsid w:val="00CE3F20"/>
    <w:rsid w:val="00CF049A"/>
    <w:rsid w:val="00D12237"/>
    <w:rsid w:val="00D1488F"/>
    <w:rsid w:val="00D37D92"/>
    <w:rsid w:val="00DD3406"/>
    <w:rsid w:val="00DD5CDB"/>
    <w:rsid w:val="00E25BFC"/>
    <w:rsid w:val="00E469C2"/>
    <w:rsid w:val="00E70DCB"/>
    <w:rsid w:val="00E9631E"/>
    <w:rsid w:val="00E9757B"/>
    <w:rsid w:val="00EC3EAE"/>
    <w:rsid w:val="00F202D2"/>
    <w:rsid w:val="00F356CB"/>
    <w:rsid w:val="00F4234D"/>
    <w:rsid w:val="00F85EA7"/>
    <w:rsid w:val="00F95FCA"/>
    <w:rsid w:val="00FA6A8D"/>
    <w:rsid w:val="00FB1ED7"/>
    <w:rsid w:val="00FC18DF"/>
    <w:rsid w:val="00FC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2FDE"/>
  <w15:docId w15:val="{AA7CFD80-8872-44F6-A12A-897F7EF0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B1E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pPr>
      <w:spacing w:after="0" w:line="240" w:lineRule="auto"/>
    </w:pPr>
  </w:style>
  <w:style w:type="paragraph" w:customStyle="1" w:styleId="Niv1">
    <w:name w:val="Niv1"/>
    <w:basedOn w:val="Sansinterligne"/>
    <w:qFormat/>
    <w:rsid w:val="00FB1ED7"/>
    <w:pPr>
      <w:numPr>
        <w:numId w:val="1"/>
      </w:numPr>
    </w:pPr>
    <w:rPr>
      <w:rFonts w:ascii="Times New Roman" w:hAnsi="Times New Roman" w:cs="Times New Roman"/>
      <w:color w:val="365F91" w:themeColor="accent1" w:themeShade="BF"/>
      <w:sz w:val="32"/>
      <w:szCs w:val="32"/>
    </w:rPr>
  </w:style>
  <w:style w:type="paragraph" w:customStyle="1" w:styleId="Niv2">
    <w:name w:val="Niv2"/>
    <w:basedOn w:val="Sansinterligne"/>
    <w:qFormat/>
    <w:rsid w:val="00FB1ED7"/>
    <w:pPr>
      <w:numPr>
        <w:ilvl w:val="1"/>
        <w:numId w:val="1"/>
      </w:numPr>
    </w:pPr>
    <w:rPr>
      <w:rFonts w:ascii="Times New Roman" w:hAnsi="Times New Roman" w:cs="Times New Roman"/>
      <w:color w:val="365F91" w:themeColor="accent1" w:themeShade="BF"/>
      <w:sz w:val="28"/>
      <w:szCs w:val="28"/>
    </w:rPr>
  </w:style>
  <w:style w:type="paragraph" w:customStyle="1" w:styleId="Niv3">
    <w:name w:val="Niv3"/>
    <w:basedOn w:val="Niv1"/>
    <w:qFormat/>
    <w:rsid w:val="004D4212"/>
    <w:pPr>
      <w:numPr>
        <w:ilvl w:val="2"/>
      </w:numPr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basedOn w:val="Policepardfaut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FB1ED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ja-JP" w:bidi="fa-IR"/>
    </w:rPr>
  </w:style>
  <w:style w:type="character" w:customStyle="1" w:styleId="Titre2Car">
    <w:name w:val="Titre 2 Car"/>
    <w:basedOn w:val="Policepardfaut"/>
    <w:link w:val="Titre2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ja-JP" w:bidi="fa-IR"/>
    </w:rPr>
  </w:style>
  <w:style w:type="character" w:customStyle="1" w:styleId="Titre3Car">
    <w:name w:val="Titre 3 Car"/>
    <w:basedOn w:val="Policepardfaut"/>
    <w:link w:val="Titre3"/>
    <w:uiPriority w:val="9"/>
    <w:semiHidden/>
    <w:rsid w:val="00FB1ED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4D4212"/>
    <w:pPr>
      <w:numPr>
        <w:numId w:val="3"/>
      </w:numPr>
      <w:spacing w:before="120" w:after="120"/>
      <w:ind w:left="357" w:hanging="357"/>
      <w:outlineLvl w:val="2"/>
    </w:pPr>
    <w:rPr>
      <w:i/>
      <w:color w:val="E36C0A" w:themeColor="accent6" w:themeShade="BF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3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  <w:rPr>
      <w:szCs w:val="24"/>
    </w:rPr>
  </w:style>
  <w:style w:type="character" w:styleId="Rfrencelgre">
    <w:name w:val="Subtle Reference"/>
    <w:basedOn w:val="Policepardfaut"/>
    <w:uiPriority w:val="31"/>
    <w:rsid w:val="004D4212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805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2201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35D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EastAsia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URS%20T.M\SSI\mod&#232;le%20SS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SSI.dotx</Template>
  <TotalTime>537</TotalTime>
  <Pages>3</Pages>
  <Words>533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M6600-TOM</dc:creator>
  <cp:lastModifiedBy>M6600-TOM</cp:lastModifiedBy>
  <cp:revision>102</cp:revision>
  <dcterms:created xsi:type="dcterms:W3CDTF">2017-12-18T10:24:00Z</dcterms:created>
  <dcterms:modified xsi:type="dcterms:W3CDTF">2019-09-29T19:48:00Z</dcterms:modified>
</cp:coreProperties>
</file>